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AF" w:rsidRPr="00B60227" w:rsidRDefault="00094BAF" w:rsidP="00094BAF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B60227">
        <w:rPr>
          <w:rFonts w:ascii="Times New Roman" w:eastAsia="Calibri" w:hAnsi="Times New Roman" w:cs="Times New Roman"/>
          <w:color w:val="FF0000"/>
        </w:rPr>
        <w:t>ПРОЕКТ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3280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3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jZJcIA&#10;AADeAAAADwAAAGRycy9kb3ducmV2LnhtbERPS4vCMBC+L/gfwgje1tQWdks1FREVD4LorvehmT6w&#10;mZQmav33ZkHY23x8z1ksB9OKO/WusaxgNo1AEBdWN1wp+P3ZfqYgnEfW2FomBU9ysMxHHwvMtH3w&#10;ie5nX4kQwi5DBbX3XSalK2oy6Ka2Iw5caXuDPsC+krrHRwg3rYyj6EsabDg01NjRuqbier4ZBTbZ&#10;7Q+XKj4lG/72vDqm5WU4KDUZD6s5CE+D/xe/3Xsd5idxOoO/d8IN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Nkl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718ccA&#10;AADeAAAADwAAAGRycy9kb3ducmV2LnhtbERPTWsCMRC9F/ofwhR6kZrtFtRujSLC2upB0BZ6HTbT&#10;zdbNZEmibv31TUHobR7vc6bz3rbiRD40jhU8DjMQxJXTDdcKPt7LhwmIEJE1to5JwQ8FmM9ub6ZY&#10;aHfmHZ32sRYphEOBCkyMXSFlqAxZDEPXESfuy3mLMUFfS+3xnMJtK/MsG0mLDacGgx0tDVWH/dEq&#10;+C635nM5vqz84HlHl0G5eW3XI6Xu7/rFC4hIffwXX91vOs1/yic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+9f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H0a8UA&#10;AADeAAAADwAAAGRycy9kb3ducmV2LnhtbESP3YrCMBCF74V9hzDC3siaakGk2yiy6CLeiD8PMDTT&#10;pthMSpO13bc3guDdDOfM+c7k68E24k6drx0rmE0TEMSF0zVXCq6X3dcShA/IGhvHpOCfPKxXH6Mc&#10;M+16PtH9HCoRQ9hnqMCE0GZS+sKQRT91LXHUStdZDHHtKqk77GO4beQ8SRbSYs2RYLClH0PF7fxn&#10;I+SY4vFQ9pfd74A9bg+GJ5uTUp/jYfMNItAQ3ubX9V7H+ul8mcL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fR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5JcUA&#10;AADeAAAADwAAAGRycy9kb3ducmV2LnhtbERPTUsDMRC9C/0PYQRvNutaa1mbllIVROihrSDehs10&#10;d3EzCcnYXf+9EQRv83ifs1yPrldniqnzbOBmWoAirr3tuDHwdny+XoBKgmyx90wGvinBejW5WGJl&#10;/cB7Oh+kUTmEU4UGWpFQaZ3qlhymqQ/EmTv56FAyjI22EYcc7npdFsVcO+w4N7QYaNtS/Xn4cgZ2&#10;w1N4vZ/fncJHnJU6PVp534oxV5fj5gGU0Cj/4j/3i83zb8vF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Hk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JhMYA&#10;AADeAAAADwAAAGRycy9kb3ducmV2LnhtbESP0WrCQBBF3wv+wzKCL0U3VVokuoYgKiUvQe0HDNkx&#10;G8zOhuzWxL/vFgp9m+HeuefONhttKx7U+8axgrdFAoK4crrhWsHX9Thfg/ABWWPrmBQ8yUO2m7xs&#10;MdVu4DM9LqEWMYR9igpMCF0qpa8MWfQL1xFH7eZ6iyGufS11j0MMt61cJsmHtNhwJBjsaG+oul++&#10;bYSUKyyL23A9nkYc8FAYfs3PSs2mY74BEWgM/+a/608d66+W6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TJh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JCycQA&#10;AADeAAAADwAAAGRycy9kb3ducmV2LnhtbERPTUvDQBC9C/0PyxS82Y1RY4ndltIqiODBKoi3ITtN&#10;gtnZZXds4r93BcHbPN7nrDaTG9SJYuo9G7hcFKCIG297bg28vT5cLEElQbY4eCYD35Rgs56drbC2&#10;fuQXOh2kVTmEU40GOpFQa52ajhymhQ/EmTv66FAyjK22Eccc7gZdFkWlHfacGzoMtOuo+Tx8OQPP&#10;4314uq1ujuEjXpc67a2878SY8/m0vQMlNMm/+M/9aPP8q3JZ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SQs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v6u8UA&#10;AADeAAAADwAAAGRycy9kb3ducmV2LnhtbERP32vCMBB+H/g/hBP2IjNVmZPOKDoIEybI3GCvR3O2&#10;Zc2lJJmt/70RhL3dx/fzluveNuJMPtSOFUzGGQjiwpmaSwXfX/ppASJEZIONY1JwoQDr1eBhiblx&#10;HX/S+RhLkUI45KigirHNpQxFRRbD2LXEiTs5bzEm6EtpPHYp3DZymmVzabHm1FBhS28VFb/HP6tg&#10;e+jKmR8V2959nN5/nrU2eq+Vehz2m1cQkfr4L767dybNn00XL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/q7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kNsUA&#10;AADeAAAADwAAAGRycy9kb3ducmV2LnhtbESPQU/DMAyF70j7D5EncWMpBaaqLJsmUCWEuLDtB1iN&#10;acoap0qyrvx7fEDiZus9v/d5s5v9oCaKqQ9s4H5VgCJug+25M3A6NncVqJSRLQ6BycAPJdhtFzcb&#10;rG248idNh9wpCeFUowGX81hrnVpHHtMqjMSifYXoMcsaO20jXiXcD7osirX22LM0OBzpxVF7Ply8&#10;gea9/JjOFxubsJ8fPT257+rVGXO7nPfPoDLN+d/8d/1mBf+hrIRX3pEZ9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CQ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jLUsUA&#10;AADeAAAADwAAAGRycy9kb3ducmV2LnhtbERP32vCMBB+H/g/hBP2IjNVmbjOKDoIEybI3GCvR3O2&#10;Zc2lJJmt/70RhL3dx/fzluveNuJMPtSOFUzGGQjiwpmaSwXfX/ppASJEZIONY1JwoQDr1eBhiblx&#10;HX/S+RhLkUI45KigirHNpQxFRRbD2LXEiTs5bzEm6EtpPHYp3DZymmVzabHm1FBhS28VFb/HP6tg&#10;e+jKmR8V2959nN5/nrU2eq+Vehz2m1cQkfr4L767dybNn00XL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Mt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+7cYA&#10;AADeAAAADwAAAGRycy9kb3ducmV2LnhtbESPzWrDMBCE74W8g9hAb40c94fEjRJCiqGUXpr2ARZr&#10;Y7mxVkZSHPftu4dCb7vs7Mx8m93kezVSTF1gA8tFAYq4Cbbj1sDXZ323ApUyssU+MBn4oQS77exm&#10;g5UNV/6g8ZhbJSacKjTgch4qrVPjyGNahIFYbqcQPWZZY6ttxKuY+16XRfGkPXYsCQ4HOjhqzseL&#10;N1C/le/j+WJjHfbTg6dH9716ccbczqf9M6hMU/4X/32/Wql/X64F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u+7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mFnsAA&#10;AADeAAAADwAAAGRycy9kb3ducmV2LnhtbERPzYrCMBC+C75DGMGbptV10WoUEZT1aNcHGJqxLTaT&#10;2kRb394Igrf5+H5ntelMJR7UuNKygngcgSDOrC45V3D+34/mIJxH1lhZJgVPcrBZ93srTLRt+USP&#10;1OcihLBLUEHhfZ1I6bKCDLqxrYkDd7GNQR9gk0vdYBvCTSUnUfQrDZYcGgqsaVdQdk3vRsHPsz3c&#10;0tk12mtD8XFaH9lnM6WGg267BOGp81/xx/2nw/zpZBHD+51wg1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VmFn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kNRsEA&#10;AADeAAAADwAAAGRycy9kb3ducmV2LnhtbERPy6rCMBDdX/AfwgjurqkV5FqNIooirrz1sR6asS02&#10;k9JErX9vBMHdHM5zpvPWVOJOjSstKxj0IxDEmdUl5wqOh/XvHwjnkTVWlknBkxzMZ52fKSbaPvif&#10;7qnPRQhhl6CCwvs6kdJlBRl0fVsTB+5iG4M+wCaXusFHCDeVjKNoJA2WHBoKrGlZUHZNb0bBbXSO&#10;j3zZ6X26em7Gq/XCyVOuVK/bLiYgPLX+K/64tzrMH8bj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JDUb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oYwMYA&#10;AADeAAAADwAAAGRycy9kb3ducmV2LnhtbERPTWvCQBC9C/0PyxR6M5saCZq6ihYK6kGprQdv0+w0&#10;SZudTbOrxn/vCkJv83ifM5l1phYnal1lWcFzFIMgzq2uuFDw+fHWH4FwHlljbZkUXMjBbPrQm2Cm&#10;7Znf6bTzhQgh7DJUUHrfZFK6vCSDLrINceC+bWvQB9gWUrd4DuGmloM4TqXBikNDiQ29lpT/7o5G&#10;wX47SsfbxWr4s958YWL030FXqVJPj938BYSnzv+L7+6lDvOTwTiB2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oYw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XIMUA&#10;AADeAAAADwAAAGRycy9kb3ducmV2LnhtbERPS2vCQBC+F/oflhF6qxsTCRpdQx/Uiqf4AK9DdpqE&#10;ZmdDdquxv75bELzNx/ecZT6YVpypd41lBZNxBIK4tLrhSsHx8PE8A+E8ssbWMim4koN89fiwxEzb&#10;C+/ovPeVCCHsMlRQe99lUrqyJoNubDviwH3Z3qAPsK+k7vESwk0r4yhKpcGGQ0ONHb3VVH7vf4yC&#10;3/SEhfuMX98T7ek6na3ttlgr9TQaXhYgPA3+Lr65NzrMT+L5FP7f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hc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/bFcQA&#10;AADeAAAADwAAAGRycy9kb3ducmV2LnhtbERPzWrCQBC+F3yHZYTemo2plhrdSCkWeqtGH2DITjch&#10;2dmY3Wr06bsFobf5+H5nvRltJ840+MaxglmSgiCunG7YKDgePp5eQfiArLFzTAqu5GFTTB7WmGt3&#10;4T2dy2BEDGGfo4I6hD6X0lc1WfSJ64kj9+0GiyHCwUg94CWG205mafoiLTYcG2rs6b2mqi1/rIKT&#10;yxZ6LLf41W6Xu8aY+em2nyv1OB3fViACjeFffHd/6jj/OVsu4O+deIM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P2x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EjicMA&#10;AADeAAAADwAAAGRycy9kb3ducmV2LnhtbERPyW7CMBC9V+IfrEHiVhxABEgxCJAqcWU59Di1hyQl&#10;HofYQMrXY6RKvc3TW2e+bG0lbtT40rGCQT8BQaydKTlXcDx8vk9B+IBssHJMCn7Jw3LReZtjZtyd&#10;d3Tbh1zEEPYZKihCqDMpvS7Iou+7mjhyJ9dYDBE2uTQN3mO4reQwSVJpseTYUGBNm4L0eX+1Crbl&#10;N41TfZrZ6Vrvvh6XMJr8GKV63Xb1ASJQG/7Ff+6tifNHw1kKr3fiD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Eji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/xcYA&#10;AADeAAAADwAAAGRycy9kb3ducmV2LnhtbERPXWvCQBB8L/gfjhX6Vi+mYGv0FC0UKlXBD/R1ya25&#10;YG4v5K4x/vueUOjb7M7OzM503tlKtNT40rGC4SABQZw7XXKh4Hj4fHkH4QOyxsoxKbiTh/ms9zTF&#10;TLsb76jdh0JEE/YZKjAh1JmUPjdk0Q9cTRy5i2sshjg2hdQN3qK5rWSaJCNpseSYYLCmD0P5df9j&#10;FbS4vSdns9yMV+U6T7fL07eOe/Xc7xYTEIG68H/8p/7S8f3XdPwG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x/x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40LcQA&#10;AADeAAAADwAAAGRycy9kb3ducmV2LnhtbESPQU/DMAyF70j8h8hI3FhKkRCUZRNCGuIIhQNH03hN&#10;R2NXSVgLvx4fkLjZes/vfV5vlziaI6U8CDu4XFVgiDvxA/cO3l53FzdgckH2OAqTg2/KsN2cnqyx&#10;8TLzCx3b0hsN4dygg1DK1Fibu0AR80omYtX2kiIWXVNvfcJZw+No66q6thEH1oaAEz0E6j7br+hg&#10;fuw+DvX+3YefNMmufZZDPYpz52fL/R2YQkv5N/9dP3nFv6pvlVf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eNC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BocUA&#10;AADeAAAADwAAAGRycy9kb3ducmV2LnhtbERP22oCMRB9F/oPYQq+adYtVN0axXqBIpWi1ffpZtzd&#10;Npksm1TXv2+Egm9zONeZzFprxJkaXzlWMOgnIIhzpysuFBw+170RCB+QNRrHpOBKHmbTh84EM+0u&#10;vKPzPhQihrDPUEEZQp1J6fOSLPq+q4kjd3KNxRBhU0jd4CWGWyPTJHmWFiuODSXWtCgp/9n/WgXr&#10;j6X5Tre7+VGGxWr4ZUab1+W7Ut3Hdv4CIlAb7uJ/95uO85/S8Rhu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oG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1vsscA&#10;AADeAAAADwAAAGRycy9kb3ducmV2LnhtbESPQWvCQBCF7wX/wzKFXqRubFAkuooIRQULrRa8jtlp&#10;EszOhuw2xn/vHAq9zTBv3nvfYtW7WnXUhsqzgfEoAUWce1txYeD79P46AxUissXaMxm4U4DVcvC0&#10;wMz6G39Rd4yFEhMOGRooY2wyrUNeksMw8g2x3H586zDK2hbatngTc1frtySZaocVS0KJDW1Kyq/H&#10;X2eg+zxcil0Xmv11NgyT9LLdftizMS/P/XoOKlIf/8V/3zsr9dM0EQDBkRn08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Nb7L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20NMUA&#10;AADeAAAADwAAAGRycy9kb3ducmV2LnhtbERPS2sCMRC+F/wPYQq91cRX0dUoWij0IlTrQW/jZrq7&#10;uJlsk1RXf31TEHqbj+85s0Vra3EmHyrHGnpdBYI4d6biQsPu8+15DCJEZIO1Y9JwpQCLeedhhplx&#10;F97QeRsLkUI4ZKihjLHJpAx5SRZD1zXEifty3mJM0BfSeLykcFvLvlIv0mLFqaHEhl5Lyk/bH6th&#10;NRmvvj+GvL5tjgc67I+nUd8rrZ8e2+UURKQ2/ovv7neT5g8Gqgd/76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7bQ0xQAAAN4AAAAPAAAAAAAAAAAAAAAAAJgCAABkcnMv&#10;ZG93bnJldi54bWxQSwUGAAAAAAQABAD1AAAAigMAAAAA&#10;" fillcolor="black" stroked="f"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8DMYA&#10;AADeAAAADwAAAGRycy9kb3ducmV2LnhtbERPTWvCQBC9C/6HZYTedFO1QVJXUVuhUHvQ9tDjNDtN&#10;lmRnQ3arqb/eFQRv83ifM192thZHar1xrOBxlIAgzp02XCj4+twOZyB8QNZYOyYF/+Rhuej35php&#10;d+I9HQ+hEDGEfYYKyhCaTEqfl2TRj1xDHLlf11oMEbaF1C2eYrit5ThJUmnRcGwosaFNSXl1+LMK&#10;vt9TM9sbGv/szutXvXuq1h8vlVIPg271DCJQF+7im/tNx/mTSTqF6zvxBr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b8D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g0pcQA&#10;AADeAAAADwAAAGRycy9kb3ducmV2LnhtbERPS2sCMRC+F/wPYQRvNatSka1RxCL20oMveh020812&#10;N5NtEnX11zdCobf5+J4zX3a2ERfyoXKsYDTMQBAXTldcKjgeNs8zECEia2wck4IbBVguek9zzLW7&#10;8o4u+1iKFMIhRwUmxjaXMhSGLIaha4kT9+W8xZigL6X2eE3htpHjLJtKixWnBoMtrQ0V9f5sFfjV&#10;51t95/Opzu4ft7D97n5maJQa9LvVK4hIXfwX/7nfdZo/mUxf4PF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YNK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cmcQA&#10;AADeAAAADwAAAGRycy9kb3ducmV2LnhtbERP22rCQBB9L/QflhF8KXVThbRGVykFQagUtH7AmB2T&#10;4O5syI4a+/XdQsG3OZzrzJe9d+pCXWwCG3gZZaCIy2Abrgzsv1fPb6CiIFt0gcnAjSIsF48Pcyxs&#10;uPKWLjupVArhWKCBWqQttI5lTR7jKLTEiTuGzqMk2FXadnhN4d7pcZbl2mPDqaHGlj5qKk+7szfg&#10;xgc3/XyNG7nt9Sb78bJ9+rLGDAf9+wyUUC938b97bdP8ySTP4e+ddIN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7HJ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4WMQA&#10;AADeAAAADwAAAGRycy9kb3ducmV2LnhtbERPTWsCMRC9F/wPYQq91WwVbFmNohVhLx66WryOm3Gz&#10;mEyWTapbf30jCL3N433ObNE7Ky7UhcazgrdhBoK48rrhWsF+t3n9ABEiskbrmRT8UoDFfPA0w1z7&#10;K3/RpYy1SCEcclRgYmxzKUNlyGEY+pY4cSffOYwJdrXUHV5TuLNylGUT6bDh1GCwpU9D1bn8cQrW&#10;ZWtH+8KswuF7ezza4rahw1qpl+d+OQURqY//4oe70Gn+eDx5h/s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n+F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3eHMYA&#10;AADeAAAADwAAAGRycy9kb3ducmV2LnhtbESPT2vDMAzF74V9B6PBbq29FdKS1S1lrFDYaf1z2E3Y&#10;apI2lkPsNdm3nw6D3STe03s/rTZjaNWd+tREtvA8M6CIXfQNVxZOx910CSplZI9tZLLwQwk264fJ&#10;CksfB/6k+yFXSkI4lWihzrkrtU6upoBpFjti0S6xD5hl7SvtexwkPLT6xZhCB2xYGmrs6K0mdzt8&#10;BwvXnf6IzqA7n87D3i++3gtqjbVPj+P2FVSmMf+b/673XvDn80J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3eH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I4MUA&#10;AADeAAAADwAAAGRycy9kb3ducmV2LnhtbERPS2vCQBC+F/wPyxR6q5saEBuzigpCafFQU0qPY3by&#10;INnZsLtq+u+7QsHbfHzPydej6cWFnG8tK3iZJiCIS6tbrhV8FfvnBQgfkDX2lknBL3lYryYPOWba&#10;XvmTLsdQixjCPkMFTQhDJqUvGzLop3YgjlxlncEQoauldniN4aaXsySZS4Mtx4YGB9o1VHbHs1Hw&#10;c/7g6pC+b9w2fNux8N3stOiUenocN0sQgcZwF/+733Scn6bzV7i9E2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mYjg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i0skA&#10;AADeAAAADwAAAGRycy9kb3ducmV2LnhtbESPT08CQQzF7yR+h0lNvMGsIIIrAxETEy8m/DvArezU&#10;3Q07nXVmhNVPbw8k3tr09b33my0616gzhVh7NnA/yEARF97WXBrYbd/6U1AxIVtsPJOBH4qwmN/0&#10;Zphbf+E1nTepVGLCMUcDVUptrnUsKnIYB74lltunDw6TrKHUNuBFzF2jh1n2qB3WLAkVtvRaUXHa&#10;fDsDy6fp8mv1wB+/6+OBDvvjaTwMmTF3t93LM6hEXfoXX7/frdQfjSYCIDgyg57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adi0skAAADeAAAADwAAAAAAAAAAAAAAAACYAgAA&#10;ZHJzL2Rvd25yZXYueG1sUEsFBgAAAAAEAAQA9QAAAI4DAAAAAA==&#10;" fillcolor="black" stroked="f"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3M48MA&#10;AADeAAAADwAAAGRycy9kb3ducmV2LnhtbERP30vDMBB+F/Y/hBv45tKtoFKXjTIYik/dVHy9Nbem&#10;rLmUJGb1vzeC4Nt9fD9vvZ3sIBL50DtWsFwUIIhbp3vuFLy/7e8eQYSIrHFwTAq+KcB2M7tZY6Xd&#10;lQ+UjrETOYRDhQpMjGMlZWgNWQwLNxJn7uy8xZih76T2eM3hdpCroriXFnvODQZH2hlqL8cvqyCd&#10;dk1dps9kDq++7rxrnj9OjVK386l+AhFpiv/iP/eLzvPL8mE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3M4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WncUA&#10;AADeAAAADwAAAGRycy9kb3ducmV2LnhtbERPTWvCQBC9F/wPywje6kYFq9FVilRpe2mNgh6H7JgN&#10;ZmdDdo1pf323UOhtHu9zluvOVqKlxpeOFYyGCQji3OmSCwXHw/ZxBsIHZI2VY1LwRR7Wq97DElPt&#10;7rynNguFiCHsU1RgQqhTKX1uyKIfupo4chfXWAwRNoXUDd5juK3kOEmm0mLJscFgTRtD+TW7WQV+&#10;tHk5vdvveXveGf7I3sz0szBKDfrd8wJEoC78i//crzrOn0yexvD7Tr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xa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УКРАЇНА</w:t>
      </w:r>
    </w:p>
    <w:p w:rsidR="00094BAF" w:rsidRPr="00B60227" w:rsidRDefault="00094BAF" w:rsidP="00094BAF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СЛАВУТСЬКОГО РАЙОНУ</w:t>
      </w: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ХМЕЛЬНИЦЬКОЇ ОБЛАСТІ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4BAF" w:rsidRDefault="00094BAF" w:rsidP="00094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4BAF" w:rsidRDefault="00094BAF" w:rsidP="00094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РІШЕННЯ</w:t>
      </w: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</w:rPr>
      </w:pPr>
    </w:p>
    <w:p w:rsidR="00094BAF" w:rsidRPr="00B60227" w:rsidRDefault="00094BAF" w:rsidP="00094B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__.03. 2021р.                                Крупець                                        №_____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Шпак В.І.</w:t>
      </w:r>
    </w:p>
    <w:p w:rsidR="00094BAF" w:rsidRPr="00B60227" w:rsidRDefault="00094BAF" w:rsidP="00094BA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Шпак В.І., сільська рада</w:t>
      </w: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1. Надати Шпак Валентині Іванівні, яка зареєстрована за адресою: </w:t>
      </w:r>
      <w:r>
        <w:rPr>
          <w:rFonts w:ascii="Times New Roman" w:eastAsia="Calibri" w:hAnsi="Times New Roman" w:cs="Times New Roman"/>
          <w:sz w:val="24"/>
        </w:rPr>
        <w:t>______________</w:t>
      </w:r>
      <w:r w:rsidRPr="00B60227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с.Комарівка, по вул.Л.Українки, 25.</w:t>
      </w: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2. Шпак В.І.,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94BAF" w:rsidRPr="00B60227" w:rsidRDefault="00094BAF" w:rsidP="00094B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4BAF" w:rsidRPr="00B60227" w:rsidRDefault="00094BAF" w:rsidP="00094B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94BAF" w:rsidRPr="00B60227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677C9E" w:rsidRPr="00094BAF" w:rsidRDefault="00094BAF" w:rsidP="00094B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В.А.Михалюк </w:t>
      </w:r>
    </w:p>
    <w:sectPr w:rsidR="00677C9E" w:rsidRPr="00094B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AF"/>
    <w:rsid w:val="00094BAF"/>
    <w:rsid w:val="00171A2E"/>
    <w:rsid w:val="00304C90"/>
    <w:rsid w:val="00505B6D"/>
    <w:rsid w:val="00677C9E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2021-03-22T07:12:00Z</dcterms:created>
  <dcterms:modified xsi:type="dcterms:W3CDTF">2021-03-22T07:13:00Z</dcterms:modified>
</cp:coreProperties>
</file>