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E7D" w:rsidRDefault="00635E7D" w:rsidP="00635E7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E7D" w:rsidRDefault="00635E7D" w:rsidP="00635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5E7D" w:rsidRDefault="00635E7D" w:rsidP="00635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35E7D" w:rsidRDefault="00635E7D" w:rsidP="00635E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E7D" w:rsidRDefault="00635E7D" w:rsidP="00635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35E7D" w:rsidRDefault="00635E7D" w:rsidP="00635E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35E7D" w:rsidRDefault="00635E7D" w:rsidP="00635E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№105</w:t>
      </w:r>
    </w:p>
    <w:p w:rsidR="00635E7D" w:rsidRDefault="00635E7D" w:rsidP="00635E7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35E7D" w:rsidRPr="00FC0DC9" w:rsidRDefault="00635E7D" w:rsidP="00635E7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35E7D" w:rsidRPr="00FC0DC9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635E7D" w:rsidRPr="00FC0DC9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35E7D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Недашківському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В.В.</w:t>
      </w:r>
    </w:p>
    <w:p w:rsidR="00635E7D" w:rsidRPr="00FC0DC9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635E7D" w:rsidRPr="00FC0DC9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допункту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Недашківського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FC0DC9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635E7D" w:rsidRPr="009B43AA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635E7D" w:rsidRPr="00FC0DC9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Недашківському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Вадиму Васильовичу,  який</w:t>
      </w:r>
      <w:r w:rsidRPr="00FC0DC9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 xml:space="preserve">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506C5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0,6200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>яка розташована на території</w:t>
      </w:r>
      <w:r>
        <w:rPr>
          <w:rFonts w:ascii="Times New Roman" w:eastAsia="Calibri" w:hAnsi="Times New Roman" w:cs="Times New Roman"/>
          <w:sz w:val="24"/>
        </w:rPr>
        <w:t>,</w:t>
      </w:r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сільської ради, </w:t>
      </w:r>
      <w:r>
        <w:rPr>
          <w:rFonts w:ascii="Times New Roman" w:eastAsia="Calibri" w:hAnsi="Times New Roman" w:cs="Times New Roman"/>
          <w:sz w:val="24"/>
        </w:rPr>
        <w:t xml:space="preserve">в   с. </w:t>
      </w:r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>.</w:t>
      </w:r>
    </w:p>
    <w:p w:rsidR="00635E7D" w:rsidRPr="00FC0DC9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Недашківському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FC0DC9">
        <w:rPr>
          <w:rFonts w:ascii="Times New Roman" w:eastAsia="Calibri" w:hAnsi="Times New Roman" w:cs="Times New Roman"/>
          <w:sz w:val="24"/>
        </w:rPr>
        <w:t xml:space="preserve">, розробити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635E7D" w:rsidRPr="00FC0DC9" w:rsidRDefault="00635E7D" w:rsidP="00635E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35E7D" w:rsidRPr="00FC0DC9" w:rsidRDefault="00635E7D" w:rsidP="00635E7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35E7D" w:rsidRPr="00FC0DC9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5E7D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5E7D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5E7D" w:rsidRPr="00FC0DC9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5E7D" w:rsidRPr="00FC0DC9" w:rsidRDefault="00635E7D" w:rsidP="00635E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35E7D" w:rsidRPr="00FC0DC9" w:rsidRDefault="00635E7D" w:rsidP="00635E7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D2E2A" w:rsidRDefault="008D2E2A"/>
    <w:sectPr w:rsidR="008D2E2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E7D"/>
    <w:rsid w:val="000506C5"/>
    <w:rsid w:val="00171A2E"/>
    <w:rsid w:val="00304C90"/>
    <w:rsid w:val="00505B6D"/>
    <w:rsid w:val="00635E7D"/>
    <w:rsid w:val="006D3977"/>
    <w:rsid w:val="007D6C18"/>
    <w:rsid w:val="008D2E2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739E"/>
  <w15:docId w15:val="{36217EE4-C991-49E4-93E8-6FB861E5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E7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35E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35E7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35E7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244</Words>
  <Characters>1396</Characters>
  <Application>Microsoft Office Word</Application>
  <DocSecurity>0</DocSecurity>
  <Lines>11</Lines>
  <Paragraphs>3</Paragraphs>
  <ScaleCrop>false</ScaleCrop>
  <Company>Microsoft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2021-04-28T12:22:00Z</dcterms:created>
  <dcterms:modified xsi:type="dcterms:W3CDTF">2021-04-28T13:39:00Z</dcterms:modified>
</cp:coreProperties>
</file>