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25" w:rsidRDefault="00230B25" w:rsidP="00230B2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064C2B" wp14:editId="09A4DC7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6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6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0B25" w:rsidRDefault="00230B25" w:rsidP="00230B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wZcMA&#10;AADdAAAADwAAAGRycy9kb3ducmV2LnhtbESPzarCMBSE94LvEI7gTtPrT5Veo4iouBBEve4PzbEt&#10;tzkpTdT69kYQXA4z8w0zWzSmFHeqXWFZwU8/AkGcWl1wpuDvvOlNQTiPrLG0TAqe5GAxb7dmmGj7&#10;4CPdTz4TAcIuQQW591UipUtzMuj6tiIO3tXWBn2QdSZ1jY8AN6UcRFEsDRYcFnKsaJVT+n+6GQV2&#10;uN3tL9ngOFzzxPPyML1emr1S3U6z/AXhqfHf8Ke90wrieDS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TwZ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qHMgA&#10;AADdAAAADwAAAGRycy9kb3ducmV2LnhtbESPW0sDMRSE3wX/QziCL8VmFUl1bVqksF76UOgFfD1s&#10;jpvVzcmSxHbtr28Kgo/DzHzDTOeD68SeQmw9a7gdFyCIa29abjTsttXNA4iYkA12nknDL0WYzy4v&#10;plgaf+A17TepERnCsUQNNqW+lDLWlhzGse+Js/fpg8OUZWikCXjIcNfJu6JQ0mHLecFiTwtL9ffm&#10;x2n4qlb2YzE5voTR45qOo2r52r0rra+vhucnEImG9B/+a78ZDUrdKzi/yU9Azk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4Ko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Rt+MMA&#10;AADdAAAADwAAAGRycy9kb3ducmV2LnhtbESP3YrCMBCF7wXfIYywN6Kpu1KlGkVkXcQb8ecBhmZs&#10;is2kNNF2336zIHh5OD8fZ7nubCWe1PjSsYLJOAFBnDtdcqHgetmN5iB8QNZYOSYFv+Rhver3lphp&#10;1/KJnudQiDjCPkMFJoQ6k9Lnhiz6sauJo3dzjcUQZVNI3WAbx20lP5MklRZLjgSDNW0N5ffzw0bI&#10;8QuPh1t72f102OL3wfBwc1LqY9BtFiACdeEdfrX3WkGaTm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Rt+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sKsMA&#10;AADdAAAADwAAAGRycy9kb3ducmV2LnhtbERPTUsDMRC9C/6HMII3m7W0W1mbFqkKpeChVRBvw2a6&#10;u7iZhGTsbv99cyh4fLzv5Xp0vTpRTJ1nA4+TAhRx7W3HjYGvz/eHJ1BJkC32nsnAmRKsV7c3S6ys&#10;H3hPp4M0KodwqtBAKxIqrVPdksM08YE4c0cfHUqGsdE24pDDXa+nRVFqhx3nhhYDbVqqfw9/zsDH&#10;8BZ2i3J+DD9xNtXp1cr3Roy5vxtfnkEJjfIvvrq31kBZzvLc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As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cEcMA&#10;AADdAAAADwAAAGRycy9kb3ducmV2LnhtbESP3YrCMBCF7wXfIYywN6Kpu1K0GkVkXcQb8ecBhmZs&#10;is2kNNF2336zIHh5OD8fZ7nubCWe1PjSsYLJOAFBnDtdcqHgetmNZiB8QNZYOSYFv+Rhver3lphp&#10;1/KJnudQiDjCPkMFJoQ6k9Lnhiz6sauJo3dzjcUQZVNI3WAbx20lP5MklRZLjgSDNW0N5ffzw0bI&#10;8QuPh1t72f102OL3wfBwc1LqY9BtFiACdeEdfrX3WkGaTu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dcE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+28cMA&#10;AADdAAAADwAAAGRycy9kb3ducmV2LnhtbERPTUsDMRC9C/6HMEJvNmtpV1mbFqktFMGDVRBvw2a6&#10;u7iZhGTa3f775iB4fLzv5Xp0vTpTTJ1nAw/TAhRx7W3HjYGvz939E6gkyBZ7z2TgQgnWq9ubJVbW&#10;D/xB54M0KodwqtBAKxIqrVPdksM09YE4c0cfHUqGsdE24pDDXa9nRVFqhx3nhhYDbVqqfw8nZ+B9&#10;2Ia3x3JxDD9xPtPp1cr3RoyZ3I0vz6CERvkX/7n31kBZLvL+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+28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OzFMYA&#10;AADdAAAADwAAAGRycy9kb3ducmV2LnhtbESPUWvCMBSF3wf+h3AFX8ZMdVikM4oOggMHYzrY66W5&#10;tsXmpiSZrf/eDAZ7PJxzvsNZbQbbiiv50DhWMJtmIIhLZxquFHyd9NMSRIjIBlvHpOBGATbr0cMK&#10;C+N6/qTrMVYiQTgUqKCOsSukDGVNFsPUdcTJOztvMSbpK2k89gluWznPslxabDgt1NjRa03l5fhj&#10;Few++urZP5a7wR3O+++F1ka/a6Um42H7AiLSEP/Df+03oyDPFz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OzF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3JsQA&#10;AADdAAAADwAAAGRycy9kb3ducmV2LnhtbESPUWvCMBSF3wf7D+EOfJvpihbpjCKTggxfpvsBl+ba&#10;VJubksRa/70ZCHs8nHO+w1muR9uJgXxoHSv4mGYgiGunW24U/B6r9wWIEJE1do5JwZ0CrFevL0ss&#10;tbvxDw2H2IgE4VCiAhNjX0oZakMWw9T1xMk7OW8xJukbqT3eEtx2Ms+yQlpsOS0Y7OnLUH05XK2C&#10;6jvfD5er9pXbjDNLc3NebI1Sk7dx8wki0hj/w8/2TisoinkO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Zdy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I+MYA&#10;AADdAAAADwAAAGRycy9kb3ducmV2LnhtbESPUWvCMBSF3wf+h3AFX8ZMVSzSGUWF4GCDMR3s9dJc&#10;22JzU5Jou3+/DAZ7PJxzvsNZbwfbijv50DhWMJtmIIhLZxquFHye9dMKRIjIBlvHpOCbAmw3o4c1&#10;Fsb1/EH3U6xEgnAoUEEdY1dIGcqaLIap64iTd3HeYkzSV9J47BPctnKeZbm02HBaqLGjQ03l9XSz&#10;CvbvfbXwj+V+cK+X49dSa6PftFKT8bB7BhFpiP/hv/aLUZDnywX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2I+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xKycQA&#10;AADdAAAADwAAAGRycy9kb3ducmV2LnhtbESPUWvCMBSF3wf+h3AF32Y60SKdqchGQYYvuv2AS3PX&#10;dG1uShJr9++XgeDj4ZzzHc5uP9lejORD61jByzIDQVw73XKj4Ouzet6CCBFZY++YFPxSgH05e9ph&#10;od2NzzReYiMShEOBCkyMQyFlqA1ZDEs3ECfv23mLMUnfSO3xluC2l6ssy6XFltOCwYHeDNXd5WoV&#10;VB+r09hdta/cYVpb2pif7btRajGfDq8gIk3xEb63j1pBnm/W8P8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8Ss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X1dMEA&#10;AADdAAAADwAAAGRycy9kb3ducmV2LnhtbESP3YrCMBSE7wXfIZwF7zT1p2XpGkUERS+tPsChOdsW&#10;m5PaRFvf3giCl8PMfMMs172pxYNaV1lWMJ1EIIhzqysuFFzOu/EvCOeRNdaWScGTHKxXw8ESU207&#10;PtEj84UIEHYpKii9b1IpXV6SQTexDXHw/m1r0AfZFlK32AW4qeUsihJpsOKwUGJD25Lya3Y3ChbP&#10;bn/L4mu004amx3lzZJ/HSo1++s0fCE+9/4Y/7YNWkCRxDO834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19X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yH8MA&#10;AADdAAAADwAAAGRycy9kb3ducmV2LnhtbESPQYvCMBSE78L+h/AW9qbpCgatRpEVZfGk1d3zo3m2&#10;xealNFHrvzeC4HGYmW+Y2aKztbhS6yvHGr4HCQji3JmKCw3Hw7o/BuEDssHaMWm4k4fF/KM3w9S4&#10;G+/pmoVCRAj7FDWUITSplD4vyaIfuIY4eifXWgxRtoU0Ld4i3NZymCRKWqw4LpTY0E9J+Tm7WA0X&#10;9T888mlrdtnqvpms1ksv/wqtvz675RREoC68w6/2r9Gg1EjB801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VyH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og8gA&#10;AADdAAAADwAAAGRycy9kb3ducmV2LnhtbESPQU/CQBSE7yT8h80j8QZbEFes3RI1MVEOElEP3B7d&#10;Z1vovq3dBeq/d01MPE5m5ptMtuxtI07U+dqxhukkAUFcOFNzqeH97XG8AOEDssHGMWn4Jg/LfDjI&#10;MDXuzK902oRSRAj7FDVUIbSplL6oyKKfuJY4ep+usxii7EppOjxHuG3kLEmUtFhzXKiwpYeKisPm&#10;aDV8rBfqZn3/PN+vXnZ4ac3X1tRK64tRf3cLIlAf/sN/7SejQamra/h9E5+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Wqi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3+AsMA&#10;AADdAAAADwAAAGRycy9kb3ducmV2LnhtbERPy2rCQBTdF/yH4Ra6q5NqGyQ6iq00Fle+wO0lc02C&#10;mTthZmqiX99ZFFweznu26E0jruR8bVnB2zABQVxYXXOp4Hj4fp2A8AFZY2OZFNzIw2I+eJphpm3H&#10;O7ruQyliCPsMFVQhtJmUvqjIoB/aljhyZ+sMhghdKbXDLoabRo6SJJUGa44NFbb0VVFx2f8aBff0&#10;hFu/Hn2uxjrQ7X2S2802V+rluV9OQQTqw0P87/7RCtL0I86Nb+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3+A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IIcUA&#10;AADdAAAADwAAAGRycy9kb3ducmV2LnhtbESPwWrDMBBE74X8g9hAbo3ckJjGjWxCcKG3Nm4/YLG2&#10;som1cizVcfr1VSGQ4zAzb5hdMdlOjDT41rGCp2UCgrh2umWj4Ovz9fEZhA/IGjvHpOBKHop89rDD&#10;TLsLH2msghERwj5DBU0IfSalrxuy6JeuJ47etxsshigHI/WAlwi3nVwlSSotthwXGuzp0FB9qn6s&#10;grNbbfRUlfh+KrcfrTHr8+9xrdRiPu1fQASawj18a79pBWm62cL/m/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Qg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7hacIA&#10;AADdAAAADwAAAGRycy9kb3ducmV2LnhtbERPy04CMRTdk/gPzTVxBx0hVhynECAxYQu4cHlt7zx0&#10;ejtOC4x8PV2QsDw572I5uFacqA+NZw3PkwwEsfG24UrD5+FjPAcRIrLF1jNp+KcAy8XDqMDc+jPv&#10;6LSPlUghHHLUUMfY5VIGU5PDMPEdceJK3zuMCfaVtD2eU7hr5TTLlHTYcGqosaNNTeZ3f3Qats03&#10;vShTvrn52uy+Ln9x9vpjtX56HFbvICIN8S6+ubdWg1Iq7U9v0hO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XuFp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3BsIA&#10;AADdAAAADwAAAGRycy9kb3ducmV2LnhtbERPW2vCMBR+H+w/hDPY20z1oWzVtOhg4PACuqGvh+bY&#10;FJuT0sRa//0iDHz87nyzYrCN6KnztWMF41ECgrh0uuZKwe/P19s7CB+QNTaOScGNPBT589MMM+2u&#10;vKN+HyoRS9hnqMCE0GZS+tKQRT9yLXHUTq6zGCLsKqk7vMZy28hJkqTSYs1xwWBLn4bK8/5iFfS4&#10;vSVHs9h8fNfrcrJdHFY68ur1ZZhPQQQawsP8n15qBWmajuH+Jj4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7c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KXEcQA&#10;AADdAAAADwAAAGRycy9kb3ducmV2LnhtbESPQUvDQBSE74L/YXmCN7tpDkFit6UUKh5t9ODxmX3N&#10;ps2+F3bXJvXXu4LgcZiZb5jVZvaDulCIvbCB5aIARdyK7bkz8P62f3gEFROyxUGYDFwpwmZ9e7PC&#10;2srEB7o0qVMZwrFGAy6lsdY6to48xoWMxNk7SvCYsgydtgGnDPeDLoui0h57zgsOR9o5as/Nlzcw&#10;Pbefp/L4Yd13GGXfvMqpHMSY+7t5+wQq0Zz+w3/tF2ugqqoSft/kJ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ylx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V0LcYA&#10;AADdAAAADwAAAGRycy9kb3ducmV2LnhtbESP3WoCMRSE74W+QzgF7zRbha2sRvEXRCpFa+9PN6e7&#10;2yYnyybq+vZGKPRymJlvmMmstUZcqPGVYwUv/QQEce50xYWC08emNwLhA7JG45gU3MjDbPrUmWCm&#10;3ZUPdDmGQkQI+wwVlCHUmZQ+L8mi77uaOHrfrrEYomwKqRu8Rrg1cpAkqbRYcVwosaZlSfnv8WwV&#10;bN5X5mewP8w/ZViuX7/MaLdYvSnVfW7nYxCB2vAf/mtvtYI0TYf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V0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h4McA&#10;AADdAAAADwAAAGRycy9kb3ducmV2LnhtbESP3WrCQBSE7wu+w3IEb4putDVIzCoiiBZaqD/g7Un2&#10;mASzZ0N2G9O37xYKvRxm5hsmXfemFh21rrKsYDqJQBDnVldcKLicd+MFCOeRNdaWScE3OVivBk8p&#10;Jto++EjdyRciQNglqKD0vkmkdHlJBt3ENsTBu9nWoA+yLaRu8RHgppazKIqlwYrDQokNbUvK76cv&#10;o6D7fM+KQ+eat/vi2c1fsv3+Q1+VGg37zRKEp97/h//aB60gjuNX+H0Tn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bIe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b4sscA&#10;AADdAAAADwAAAGRycy9kb3ducmV2LnhtbESPT2sCMRTE74V+h/AK3mq2oouuRtFCoRfBPz3U23Pz&#10;uru4eVmTVFc/vREEj8PM/IaZzFpTixM5X1lW8NFNQBDnVldcKPjZfr0PQfiArLG2TAou5GE2fX2Z&#10;YKbtmdd02oRCRAj7DBWUITSZlD4vyaDv2oY4en/WGQxRukJqh+cIN7XsJUkqDVYcF0ps6LOk/LD5&#10;NwoWo+HiuOrz8rre72j3uz8Mei5RqvPWzscgArXhGX60v7WCNE0H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2+LLHAAAA3QAAAA8AAAAAAAAAAAAAAAAAmAIAAGRy&#10;cy9kb3ducmV2LnhtbFBLBQYAAAAABAAEAPUAAACMAwAAAAA=&#10;" fillcolor="black" stroked="f"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2ly8QA&#10;AADdAAAADwAAAGRycy9kb3ducmV2LnhtbERPTWvCQBS8C/0Pyyt4000Fg6SuoWkVBO1B20OPr9nX&#10;ZEn2bciuGv31bqHQuQ3zxSzzwbbiTL03jhU8TRMQxKXThisFnx+byQKED8gaW8ek4Eoe8tXDaImZ&#10;dhc+0PkYKhFL2GeooA6hy6T0ZU0W/dR1xFH7cb3FEGlfSd3jJZbbVs6SJJUWDceFGjt6ralsjier&#10;4GuXmsXB0Ox7fyvWej9vive3Rqnx4/DyDCLQEP7Nf+mtVpBGwO+b+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Npc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+5cYA&#10;AADdAAAADwAAAGRycy9kb3ducmV2LnhtbESPwW7CMBBE70j8g7WVemuc9pCiFINQEWovHKAgrqt4&#10;G6eJ18E2EPj6ulIljqOZeaOZzgfbiTP50DhW8JzlIIgrpxuuFey+Vk8TECEia+wck4IrBZjPxqMp&#10;ltpdeEPnbaxFgnAoUYGJsS+lDJUhiyFzPXHyvp23GJP0tdQeLwluO/mS54W02HBaMNjTu6Gq3Z6s&#10;Ar84LNsbn/Ztfltfw8fPcJygUerxYVi8gYg0xHv4v/2pFRRF8Qp/b9IT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Q+5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PJcMA&#10;AADdAAAADwAAAGRycy9kb3ducmV2LnhtbERPzWrCQBC+F3yHZQQvpW70kLbRTSiFQkEpaH2AMTtN&#10;QndnQ3bU6NO7h0KPH9//uhq9U2caYhfYwGKegSKug+24MXD4/nh6ARUF2aILTAauFKEqJw9rLGy4&#10;8I7Oe2lUCuFYoIFWpC+0jnVLHuM89MSJ+wmDR0lwaLQd8JLCvdPLLMu1x45TQ4s9vbdU/+5P3oBb&#10;Ht3r5jlu5XrQ2+zmZff4ZY2ZTce3FSihUf7Ff+5PayDP8zQ3vUlPQ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PJ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+l+sUA&#10;AADdAAAADwAAAGRycy9kb3ducmV2LnhtbESPQWsCMRSE70L/Q3iF3jRbD4vdGsVWhL304Fbx+ty8&#10;bhaTl2WT6ra/3giCx2FmvmHmy8FZcaY+tJ4VvE4yEMS11y03Cnbfm/EMRIjIGq1nUvBHAZaLp9Ec&#10;C+0vvKVzFRuRIBwKVGBi7AopQ23IYZj4jjh5P753GJPsG6l7vCS4s3KaZbl02HJaMNjRp6H6VP06&#10;Beuqs9NdaT7CYf91PNryf0OHtVIvz8PqHUSkIT7C93apFeR5/ga3N+k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L6X6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vVC8EA&#10;AADdAAAADwAAAGRycy9kb3ducmV2LnhtbERPPWvDMBDdA/0P4grdEqkd7OJECaHUYOjU1B6yHdLV&#10;dmOdjKXG7r+vhkDGx/veHRY3iCtNofes4XmjQBAbb3tuNdRf5foVRIjIFgfPpOGPAhz2D6sdFtbP&#10;/EnXU2xFCuFQoIYuxrGQMpiOHIaNH4kT9+0nhzHBqZV2wjmFu0G+KJVJhz2nhg5HeuvIXE6/TsNP&#10;KT+8UWiaupkrm5/fMxqU1k+Py3ELItIS7+Kbu7IasixP+9Ob9ATk/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b1Qv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7SvsYA&#10;AADdAAAADwAAAGRycy9kb3ducmV2LnhtbESPQWvCQBSE70L/w/KE3nSjhTSkboItFEqLh6pIj8/s&#10;MwnJvg27q6b/3i0UPA4z8w2zKkfTiws531pWsJgnIIgrq1uuFex377MMhA/IGnvLpOCXPJTFw2SF&#10;ubZX/qbLNtQiQtjnqKAJYcil9FVDBv3cDsTRO1lnMETpaqkdXiPc9HKZJKk02HJcaHCgt4aqbns2&#10;Cn7OX3zaPH2u3Ws42HHnu+Ux65R6nI7rFxCBxnAP/7c/tII0fV7A35v4BG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7Sv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2G8gA&#10;AADdAAAADwAAAGRycy9kb3ducmV2LnhtbESPT2vCQBTE74V+h+UJvdWNoaaaukoVCl4K9c9Bb8/s&#10;axLMvo27W0399K5Q6HGYmd8wk1lnGnEm52vLCgb9BARxYXXNpYLt5uN5BMIHZI2NZVLwSx5m08eH&#10;CebaXnhF53UoRYSwz1FBFUKbS+mLigz6vm2Jo/dtncEQpSuldniJcNPINEkyabDmuFBhS4uKiuP6&#10;xyiYj0fz09cLf15Xhz3td4fjMHWJUk+97v0NRKAu/If/2kutIMteU7i/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RvYbyAAAAN0AAAAPAAAAAAAAAAAAAAAAAJgCAABk&#10;cnMvZG93bnJldi54bWxQSwUGAAAAAAQABAD1AAAAjQMAAAAA&#10;" fillcolor="black" stroked="f"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pgcUA&#10;AADdAAAADwAAAGRycy9kb3ducmV2LnhtbESPQUsDMRSE74X+h/AEb21WC6usTctSKIqnbVW8vm5e&#10;N0s3L0sS0/XfG0HwOMzMN8x6O9lBJPKhd6zgblmAIG6d7rlT8P62XzyCCBFZ4+CYFHxTgO1mPltj&#10;pd2VD5SOsRMZwqFCBSbGsZIytIYshqUbibN3dt5izNJ3Unu8Zrgd5H1RlNJiz3nB4Eg7Q+3l+GUV&#10;pNOuqVfpM5nDq68775rnj1Oj1O3N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dqm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jRB8YA&#10;AADdAAAADwAAAGRycy9kb3ducmV2LnhtbESPQWvCQBSE70L/w/IK3nRjkdimrlJEi3ppmxba4yP7&#10;mg3Nvg3ZbYz+elcQPA4z8w0zX/a2Fh21vnKsYDJOQBAXTldcKvj63IweQfiArLF2TAqO5GG5uBvM&#10;MdPuwB/U5aEUEcI+QwUmhCaT0heGLPqxa4ij9+taiyHKtpS6xUOE21o+JEkqLVYcFww2tDJU/OX/&#10;VoGfrNbfe3t66n5eDb/lO5O+l0ap4X3/8gwiUB9u4Wt7qxWk6Ww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jRB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30B25" w:rsidRDefault="00230B25" w:rsidP="00230B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0B25" w:rsidRDefault="00230B25" w:rsidP="00230B2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30B25" w:rsidRDefault="00230B25" w:rsidP="00230B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30B25" w:rsidRDefault="00230B25" w:rsidP="00230B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30B25" w:rsidRDefault="00230B25" w:rsidP="00230B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230B25" w:rsidRPr="007D2B97" w:rsidRDefault="00230B25" w:rsidP="00230B2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30B25" w:rsidRPr="003937A2" w:rsidRDefault="00230B25" w:rsidP="00230B2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Прусу Д.Ю.</w:t>
      </w:r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Пруса Д.Ю.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230B25" w:rsidRPr="007B576C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230B25" w:rsidRPr="003937A2" w:rsidRDefault="00230B25" w:rsidP="00230B2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Прусу Денису </w:t>
      </w:r>
      <w:proofErr w:type="spellStart"/>
      <w:r>
        <w:rPr>
          <w:rFonts w:ascii="Times New Roman" w:eastAsia="Calibri" w:hAnsi="Times New Roman" w:cs="Times New Roman"/>
          <w:sz w:val="24"/>
        </w:rPr>
        <w:t>Юрійовичу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74E55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0,9725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6823982100:03:005:0035,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Головлі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30B25" w:rsidRPr="003937A2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Прусу Д.Ю.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230B25" w:rsidRPr="003937A2" w:rsidRDefault="00230B25" w:rsidP="00230B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30B25" w:rsidRPr="007B576C" w:rsidRDefault="00230B25" w:rsidP="00230B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30B25" w:rsidRPr="00230B25" w:rsidRDefault="00230B25" w:rsidP="00230B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4474F" w:rsidRPr="00230B25" w:rsidRDefault="00230B25" w:rsidP="00230B2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4474F" w:rsidRPr="00230B25" w:rsidSect="00230B25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25"/>
    <w:rsid w:val="00230B25"/>
    <w:rsid w:val="0044474F"/>
    <w:rsid w:val="00D7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2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30B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30B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30B2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2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30B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30B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30B2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279</Words>
  <Characters>1593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2021-09-13T07:44:00Z</dcterms:created>
  <dcterms:modified xsi:type="dcterms:W3CDTF">2021-09-13T13:07:00Z</dcterms:modified>
</cp:coreProperties>
</file>