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D6" w:rsidRDefault="006D0FD6" w:rsidP="006D0FD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0FD6" w:rsidRDefault="006D0FD6" w:rsidP="006D0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0FD6" w:rsidRDefault="006D0FD6" w:rsidP="006D0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D0FD6" w:rsidRDefault="006D0FD6" w:rsidP="006D0FD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0FD6" w:rsidRDefault="006D0FD6" w:rsidP="006D0F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D0FD6" w:rsidRDefault="006D0FD6" w:rsidP="006D0F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0FD6" w:rsidRDefault="006D0FD6" w:rsidP="006D0F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№58</w:t>
      </w: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технічної </w:t>
      </w: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документації із землеустрою щодо встановлення </w:t>
      </w: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(відновлення) меж земельної ділянки в натурі </w:t>
      </w: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(на місцевості)  6823982100:03:008:0004, яка </w:t>
      </w: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розташована Хмельницька область, </w:t>
      </w: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Славутський (Шепетівський) район,</w:t>
      </w: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Головлівська сільська рада</w:t>
      </w: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(Крупецька сільська рада)</w:t>
      </w:r>
    </w:p>
    <w:p w:rsidR="006D0FD6" w:rsidRDefault="006D0FD6" w:rsidP="006D0FD6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6D0FD6" w:rsidRDefault="006D0FD6" w:rsidP="006D0FD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врахувавши пропозицію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Calibri" w:hAnsi="Times New Roman" w:cs="Times New Roman"/>
          <w:sz w:val="24"/>
        </w:rPr>
        <w:t xml:space="preserve"> , сільська рада</w:t>
      </w:r>
    </w:p>
    <w:p w:rsidR="006D0FD6" w:rsidRDefault="006D0FD6" w:rsidP="006D0FD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6D0FD6" w:rsidRDefault="006D0FD6" w:rsidP="006D0FD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Крупецькій сільській раді, дозвіл на розробку технічної документації із землеустрою щодо встановлення (відновлення) меж земельної ділянки в натурі (на місцевості), площею 1,1698 га, кадастровий номер 6823982100:03:008:0004, яка розташована Хмельницька область, Славутський (Шепетівський) район,Головлівська сільська рада (Крупецька сільська рада). </w:t>
      </w:r>
    </w:p>
    <w:p w:rsidR="006D0FD6" w:rsidRDefault="006D0FD6" w:rsidP="006D0FD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Крупецькій сільській раді,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D0FD6" w:rsidRDefault="006D0FD6" w:rsidP="006D0FD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D0FD6" w:rsidRDefault="006D0FD6" w:rsidP="006D0F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D0FD6" w:rsidRDefault="006D0FD6" w:rsidP="006D0F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D0FD6" w:rsidRDefault="006D0FD6" w:rsidP="006D0F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D0FD6" w:rsidRDefault="006D0FD6" w:rsidP="006D0FD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Валерій  МИХАЛЮК</w:t>
      </w:r>
    </w:p>
    <w:p w:rsidR="00D22D22" w:rsidRDefault="00D22D22">
      <w:bookmarkStart w:id="0" w:name="_GoBack"/>
      <w:bookmarkEnd w:id="0"/>
    </w:p>
    <w:sectPr w:rsidR="00D22D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D6"/>
    <w:rsid w:val="00171A2E"/>
    <w:rsid w:val="00304C90"/>
    <w:rsid w:val="00505B6D"/>
    <w:rsid w:val="006D0FD6"/>
    <w:rsid w:val="006D3977"/>
    <w:rsid w:val="007D6C18"/>
    <w:rsid w:val="00D1641A"/>
    <w:rsid w:val="00D2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5:docId w15:val="{78DE50DF-1596-47C6-8879-1C3B3846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FD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D0FD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D0FD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D0FD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302</Words>
  <Characters>1724</Characters>
  <Application>Microsoft Office Word</Application>
  <DocSecurity>0</DocSecurity>
  <Lines>14</Lines>
  <Paragraphs>4</Paragraphs>
  <ScaleCrop>false</ScaleCrop>
  <Company>Microsoft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2021-04-28T11:47:00Z</dcterms:created>
  <dcterms:modified xsi:type="dcterms:W3CDTF">2021-04-28T11:47:00Z</dcterms:modified>
</cp:coreProperties>
</file>