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EE" w:rsidRPr="00154EFF" w:rsidRDefault="00D31BEE" w:rsidP="00D31BEE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1BEE" w:rsidRDefault="00D31BEE" w:rsidP="00D3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1BEE" w:rsidRDefault="00D31BEE" w:rsidP="00D3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31BEE" w:rsidRDefault="00D31BEE" w:rsidP="00D31BE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1BEE" w:rsidRDefault="00D31BEE" w:rsidP="00D31B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31BEE" w:rsidRDefault="00D31BEE" w:rsidP="00D31B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1BEE" w:rsidRDefault="00D31BEE" w:rsidP="00D31BE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№28</w:t>
      </w:r>
    </w:p>
    <w:p w:rsidR="00D31BEE" w:rsidRPr="008D6F85" w:rsidRDefault="00D31BEE" w:rsidP="00D31BE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1BEE" w:rsidRPr="008D6F85" w:rsidRDefault="00D31BEE" w:rsidP="00D31BE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31BEE" w:rsidRPr="008D6F85" w:rsidRDefault="00D31BEE" w:rsidP="00D31BE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31BEE" w:rsidRPr="008D6F85" w:rsidRDefault="00D31BEE" w:rsidP="00D31BE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D31BEE" w:rsidRPr="008D6F85" w:rsidRDefault="00D31BEE" w:rsidP="00D31B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В.І.</w:t>
      </w:r>
    </w:p>
    <w:p w:rsidR="00D31BEE" w:rsidRPr="008D6F85" w:rsidRDefault="00D31BEE" w:rsidP="00D31B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1BEE" w:rsidRPr="008D6F85" w:rsidRDefault="00D31BEE" w:rsidP="00D31B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Андрощука В.І., 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31BEE" w:rsidRPr="008D6F85" w:rsidRDefault="00D31BEE" w:rsidP="00D31B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31BEE" w:rsidRPr="008D6F85" w:rsidRDefault="00D31BEE" w:rsidP="00D31B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Андрощуку Володимиру Івановичу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0,2216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D31BEE" w:rsidRPr="008D6F85" w:rsidRDefault="00D31BEE" w:rsidP="00D31B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Андрощуку Володимиру Івановичу,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A786D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A786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0,2216 га, кадастровий номер: 6823986800:03:007:0089,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D31BEE" w:rsidRPr="008D6F85" w:rsidRDefault="00D31BEE" w:rsidP="00D31BE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Андрощуку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В.І.,</w:t>
      </w:r>
      <w:r w:rsidRPr="008D6F85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31BEE" w:rsidRPr="008D6F85" w:rsidRDefault="00D31BEE" w:rsidP="00D31BE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31BEE" w:rsidRPr="008D6F85" w:rsidRDefault="00D31BEE" w:rsidP="00D31B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438F" w:rsidRPr="00D31BEE" w:rsidRDefault="00D31BEE" w:rsidP="00D31BE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8438F" w:rsidRPr="00D31BEE" w:rsidSect="00D31BEE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EE"/>
    <w:rsid w:val="0028438F"/>
    <w:rsid w:val="006A786D"/>
    <w:rsid w:val="00D3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E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31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31BEE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E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31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31BEE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2022-02-08T06:36:00Z</dcterms:created>
  <dcterms:modified xsi:type="dcterms:W3CDTF">2022-02-08T11:07:00Z</dcterms:modified>
</cp:coreProperties>
</file>