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F94" w:rsidRDefault="00161F94" w:rsidP="00161F9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F94" w:rsidRDefault="00161F94" w:rsidP="00161F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1F94" w:rsidRDefault="00161F94" w:rsidP="00161F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F94" w:rsidRDefault="00161F94" w:rsidP="00161F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1F94" w:rsidRDefault="00161F94" w:rsidP="00161F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F94" w:rsidRDefault="00161F94" w:rsidP="00161F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1F94" w:rsidRDefault="00161F94" w:rsidP="00161F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F94" w:rsidRDefault="00161F94" w:rsidP="00161F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1F94" w:rsidRDefault="00161F94" w:rsidP="00161F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F94" w:rsidRDefault="00161F94" w:rsidP="00161F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1F94" w:rsidRDefault="00161F94" w:rsidP="00161F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F94" w:rsidRDefault="00161F94" w:rsidP="00161F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1F94" w:rsidRDefault="00161F94" w:rsidP="00161F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F94" w:rsidRDefault="00161F94" w:rsidP="00161F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1F94" w:rsidRDefault="00161F94" w:rsidP="00161F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F94" w:rsidRDefault="00161F94" w:rsidP="00161F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1F94" w:rsidRDefault="00161F94" w:rsidP="00161F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F94" w:rsidRDefault="00161F94" w:rsidP="00161F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1F94" w:rsidRDefault="00161F94" w:rsidP="00161F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F94" w:rsidRDefault="00161F94" w:rsidP="00161F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1F94" w:rsidRDefault="00161F94" w:rsidP="00161F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F94" w:rsidRDefault="00161F94" w:rsidP="00161F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F94" w:rsidRDefault="00161F94" w:rsidP="00161F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F94" w:rsidRDefault="00161F94" w:rsidP="00161F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F94" w:rsidRDefault="00161F94" w:rsidP="00161F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F94" w:rsidRDefault="00161F94" w:rsidP="00161F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F94" w:rsidRDefault="00161F94" w:rsidP="00161F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F94" w:rsidRDefault="00161F94" w:rsidP="00161F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F94" w:rsidRDefault="00161F94" w:rsidP="00161F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F94" w:rsidRDefault="00161F94" w:rsidP="00161F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F94" w:rsidRDefault="00161F94" w:rsidP="00161F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61F94" w:rsidRDefault="00161F94" w:rsidP="00161F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61F94" w:rsidRDefault="00161F94" w:rsidP="00161F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61F94" w:rsidRDefault="00161F94" w:rsidP="00161F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61F94" w:rsidRDefault="00161F94" w:rsidP="00161F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61F94" w:rsidRDefault="00161F94" w:rsidP="00161F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61F94" w:rsidRDefault="00161F94" w:rsidP="00161F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61F94" w:rsidRDefault="00161F94" w:rsidP="00161F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61F94" w:rsidRDefault="00161F94" w:rsidP="00161F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61F94" w:rsidRDefault="00161F94" w:rsidP="00161F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61F94" w:rsidRDefault="00161F94" w:rsidP="00161F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61F94" w:rsidRDefault="00161F94" w:rsidP="00161F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61F94" w:rsidRDefault="00161F94" w:rsidP="00161F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61F94" w:rsidRDefault="00161F94" w:rsidP="00161F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61F94" w:rsidRDefault="00161F94" w:rsidP="00161F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61F94" w:rsidRDefault="00161F94" w:rsidP="00161F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61F94" w:rsidRDefault="00161F94" w:rsidP="00161F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61F94" w:rsidRDefault="00161F94" w:rsidP="00161F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61F94" w:rsidRDefault="00161F94" w:rsidP="00161F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61F94" w:rsidRDefault="00161F94" w:rsidP="00161F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61F94" w:rsidRDefault="00161F94" w:rsidP="00161F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161F94" w:rsidRDefault="00161F94" w:rsidP="00161F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61F94" w:rsidRDefault="00161F94" w:rsidP="00161F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61F94" w:rsidRDefault="00161F94" w:rsidP="00161F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61F94" w:rsidRDefault="00161F94" w:rsidP="00161F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61F94" w:rsidRDefault="00161F94" w:rsidP="00161F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61F94" w:rsidRDefault="00161F94" w:rsidP="00161F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61F94" w:rsidRDefault="00161F94" w:rsidP="00161F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161F94" w:rsidRDefault="00161F94" w:rsidP="00161F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61F94" w:rsidRDefault="00161F94" w:rsidP="00161F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61F94" w:rsidRDefault="00161F94" w:rsidP="00161F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61F94" w:rsidRDefault="00161F94" w:rsidP="00161F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1F94" w:rsidRDefault="00161F94" w:rsidP="00161F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1F94" w:rsidRDefault="00161F94" w:rsidP="00161F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1F94" w:rsidRDefault="00161F94" w:rsidP="00161F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1F94" w:rsidRDefault="00161F94" w:rsidP="00161F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61F94" w:rsidRDefault="00161F94" w:rsidP="00161F9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61F94" w:rsidRDefault="00161F94" w:rsidP="00161F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61F94" w:rsidRDefault="00161F94" w:rsidP="00161F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61F94" w:rsidRDefault="00161F94" w:rsidP="00161F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1F94" w:rsidRDefault="00161F94" w:rsidP="00161F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61F94" w:rsidRDefault="00161F94" w:rsidP="00161F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1F94" w:rsidRDefault="00161F94" w:rsidP="00161F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61F94" w:rsidRDefault="00161F94" w:rsidP="00161F9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61F94" w:rsidRDefault="00161F94" w:rsidP="00161F9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№11</w:t>
      </w:r>
    </w:p>
    <w:p w:rsidR="00161F94" w:rsidRDefault="00161F94" w:rsidP="00161F94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1F94" w:rsidRPr="008373DE" w:rsidRDefault="00161F94" w:rsidP="00161F94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розгляд заяви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Бондарчук Л.М.</w:t>
      </w:r>
    </w:p>
    <w:p w:rsidR="00161F94" w:rsidRPr="008373DE" w:rsidRDefault="00161F94" w:rsidP="00161F94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61F94" w:rsidRPr="008373DE" w:rsidRDefault="00161F94" w:rsidP="00161F94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 заяву   Бондарчук Л.М.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сільська   рада     </w:t>
      </w:r>
    </w:p>
    <w:p w:rsidR="00161F94" w:rsidRPr="008373DE" w:rsidRDefault="00161F94" w:rsidP="00161F94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161F94" w:rsidRPr="008373DE" w:rsidRDefault="00161F94" w:rsidP="00161F94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   1. У зв’язку з добровільною відмовою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Бондарчук Людмили Михайлівни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яка зареєстрована за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C96781">
        <w:rPr>
          <w:rFonts w:ascii="Times New Roman" w:eastAsia="Arial Unicode MS" w:hAnsi="Times New Roman"/>
          <w:color w:val="000000"/>
          <w:sz w:val="24"/>
          <w:szCs w:val="24"/>
        </w:rPr>
        <w:t>___________</w:t>
      </w:r>
      <w:bookmarkStart w:id="0" w:name="_GoBack"/>
      <w:bookmarkEnd w:id="0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припинити право користування на земельну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ділянку орієнтовною площею  0,1800 га, яка розташована в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Колом’є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по вул. Зелена,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та перевести в землі запасу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Крупецької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сільської ради. </w:t>
      </w:r>
    </w:p>
    <w:p w:rsidR="00161F94" w:rsidRPr="008373DE" w:rsidRDefault="00161F94" w:rsidP="00161F94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161F94" w:rsidRPr="008373DE" w:rsidRDefault="00161F94" w:rsidP="00161F94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61F94" w:rsidRPr="008373DE" w:rsidRDefault="00161F94" w:rsidP="00161F9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61F94" w:rsidRPr="008373DE" w:rsidRDefault="00161F94" w:rsidP="00161F9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61F94" w:rsidRPr="008373DE" w:rsidRDefault="00161F94" w:rsidP="00161F9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61F94" w:rsidRPr="008373DE" w:rsidRDefault="00161F94" w:rsidP="00161F94">
      <w:pPr>
        <w:rPr>
          <w:rFonts w:ascii="Times New Roman" w:hAnsi="Times New Roman"/>
          <w:sz w:val="24"/>
          <w:szCs w:val="24"/>
        </w:rPr>
      </w:pPr>
    </w:p>
    <w:p w:rsidR="00403083" w:rsidRPr="00161F94" w:rsidRDefault="00161F94">
      <w:pPr>
        <w:rPr>
          <w:rFonts w:ascii="Times New Roman" w:hAnsi="Times New Roman"/>
          <w:sz w:val="24"/>
          <w:szCs w:val="24"/>
        </w:rPr>
      </w:pPr>
      <w:r w:rsidRPr="008373DE">
        <w:rPr>
          <w:rFonts w:ascii="Times New Roman" w:hAnsi="Times New Roman"/>
          <w:sz w:val="24"/>
          <w:szCs w:val="24"/>
        </w:rPr>
        <w:t xml:space="preserve">  Сільський голова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8373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sectPr w:rsidR="00403083" w:rsidRPr="00161F9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F94"/>
    <w:rsid w:val="00161F94"/>
    <w:rsid w:val="00171A2E"/>
    <w:rsid w:val="00304C90"/>
    <w:rsid w:val="00403083"/>
    <w:rsid w:val="00505B6D"/>
    <w:rsid w:val="006D3977"/>
    <w:rsid w:val="007D6C18"/>
    <w:rsid w:val="00C9678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5018F"/>
  <w15:docId w15:val="{1CDF6753-EC27-47FD-A4C0-FE7ABB6CE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F94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161F9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61F9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161F94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182</Words>
  <Characters>1040</Characters>
  <Application>Microsoft Office Word</Application>
  <DocSecurity>0</DocSecurity>
  <Lines>8</Lines>
  <Paragraphs>2</Paragraphs>
  <ScaleCrop>false</ScaleCrop>
  <Company>Microsoft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2021-04-28T12:12:00Z</dcterms:created>
  <dcterms:modified xsi:type="dcterms:W3CDTF">2021-04-28T12:56:00Z</dcterms:modified>
</cp:coreProperties>
</file>