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54" w:rsidRDefault="00956154" w:rsidP="009561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6154" w:rsidRDefault="00956154" w:rsidP="009561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6154" w:rsidRDefault="00956154" w:rsidP="009561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6154" w:rsidRDefault="00956154" w:rsidP="009561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56154" w:rsidRDefault="00956154" w:rsidP="009561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6154" w:rsidRDefault="00956154" w:rsidP="009561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№101</w:t>
      </w:r>
    </w:p>
    <w:p w:rsidR="00956154" w:rsidRPr="00694EED" w:rsidRDefault="00956154" w:rsidP="0095615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56154" w:rsidRPr="00694EED" w:rsidRDefault="00956154" w:rsidP="009561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56154" w:rsidRPr="00694EED" w:rsidRDefault="00956154" w:rsidP="0095615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56154" w:rsidRPr="00694EED" w:rsidRDefault="00956154" w:rsidP="0095615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56154" w:rsidRPr="00694EED" w:rsidRDefault="00956154" w:rsidP="009561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Л.М</w:t>
      </w: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34B31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334B31">
        <w:rPr>
          <w:rFonts w:ascii="Times New Roman" w:eastAsia="Calibri" w:hAnsi="Times New Roman" w:cs="Times New Roman"/>
          <w:sz w:val="24"/>
          <w:lang w:val="ru-RU" w:eastAsia="en-US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6823984700:05:003:0024,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956154" w:rsidRPr="00694EED" w:rsidRDefault="00956154" w:rsidP="009561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56154" w:rsidRPr="00694EED" w:rsidRDefault="00956154" w:rsidP="009561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154" w:rsidRPr="00694EED" w:rsidRDefault="00956154" w:rsidP="0095615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134BE" w:rsidRPr="00956154" w:rsidRDefault="00956154" w:rsidP="0095615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134BE" w:rsidRPr="00956154" w:rsidSect="00956154">
      <w:pgSz w:w="12240" w:h="15840"/>
      <w:pgMar w:top="1440" w:right="1440" w:bottom="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247" w:rsidRDefault="00914247" w:rsidP="00956154">
      <w:pPr>
        <w:spacing w:after="0" w:line="240" w:lineRule="auto"/>
      </w:pPr>
      <w:r>
        <w:separator/>
      </w:r>
    </w:p>
  </w:endnote>
  <w:endnote w:type="continuationSeparator" w:id="0">
    <w:p w:rsidR="00914247" w:rsidRDefault="00914247" w:rsidP="00956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247" w:rsidRDefault="00914247" w:rsidP="00956154">
      <w:pPr>
        <w:spacing w:after="0" w:line="240" w:lineRule="auto"/>
      </w:pPr>
      <w:r>
        <w:separator/>
      </w:r>
    </w:p>
  </w:footnote>
  <w:footnote w:type="continuationSeparator" w:id="0">
    <w:p w:rsidR="00914247" w:rsidRDefault="00914247" w:rsidP="009561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54"/>
    <w:rsid w:val="00334B31"/>
    <w:rsid w:val="005134BE"/>
    <w:rsid w:val="005E30AD"/>
    <w:rsid w:val="00914247"/>
    <w:rsid w:val="00956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5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561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615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56154"/>
    <w:rPr>
      <w:rFonts w:ascii="Consolas" w:hAnsi="Consolas"/>
      <w:sz w:val="20"/>
      <w:szCs w:val="20"/>
      <w:lang w:val="uk-UA" w:eastAsia="uk-UA"/>
    </w:rPr>
  </w:style>
  <w:style w:type="paragraph" w:styleId="af3">
    <w:name w:val="header"/>
    <w:basedOn w:val="a"/>
    <w:link w:val="af4"/>
    <w:uiPriority w:val="99"/>
    <w:unhideWhenUsed/>
    <w:rsid w:val="0095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56154"/>
    <w:rPr>
      <w:lang w:val="uk-UA" w:eastAsia="uk-UA"/>
    </w:rPr>
  </w:style>
  <w:style w:type="paragraph" w:styleId="af5">
    <w:name w:val="footer"/>
    <w:basedOn w:val="a"/>
    <w:link w:val="af6"/>
    <w:uiPriority w:val="99"/>
    <w:unhideWhenUsed/>
    <w:rsid w:val="0095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56154"/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5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561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5615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56154"/>
    <w:rPr>
      <w:rFonts w:ascii="Consolas" w:hAnsi="Consolas"/>
      <w:sz w:val="20"/>
      <w:szCs w:val="20"/>
      <w:lang w:val="uk-UA" w:eastAsia="uk-UA"/>
    </w:rPr>
  </w:style>
  <w:style w:type="paragraph" w:styleId="af3">
    <w:name w:val="header"/>
    <w:basedOn w:val="a"/>
    <w:link w:val="af4"/>
    <w:uiPriority w:val="99"/>
    <w:unhideWhenUsed/>
    <w:rsid w:val="0095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56154"/>
    <w:rPr>
      <w:lang w:val="uk-UA" w:eastAsia="uk-UA"/>
    </w:rPr>
  </w:style>
  <w:style w:type="paragraph" w:styleId="af5">
    <w:name w:val="footer"/>
    <w:basedOn w:val="a"/>
    <w:link w:val="af6"/>
    <w:uiPriority w:val="99"/>
    <w:unhideWhenUsed/>
    <w:rsid w:val="00956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956154"/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268</Words>
  <Characters>1532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2021-07-07T07:02:00Z</dcterms:created>
  <dcterms:modified xsi:type="dcterms:W3CDTF">2021-07-07T08:44:00Z</dcterms:modified>
</cp:coreProperties>
</file>