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-161925</wp:posOffset>
                </wp:positionV>
                <wp:extent cx="444500" cy="610870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15pt;margin-top:-12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E3C6F" w:rsidRPr="008C295D" w:rsidRDefault="007E3C6F" w:rsidP="007E3C6F">
      <w:pPr>
        <w:tabs>
          <w:tab w:val="left" w:pos="252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У К Р А Ї Н А</w:t>
      </w:r>
    </w:p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19.07.2021                                                 Крупець                                                           №63</w:t>
      </w:r>
    </w:p>
    <w:p w:rsidR="007E3C6F" w:rsidRPr="008C295D" w:rsidRDefault="007E3C6F" w:rsidP="007E3C6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E3C6F" w:rsidRPr="008C295D" w:rsidRDefault="007E3C6F" w:rsidP="007E3C6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295D">
        <w:rPr>
          <w:rFonts w:ascii="Times New Roman" w:hAnsi="Times New Roman" w:cs="Times New Roman"/>
          <w:b/>
          <w:sz w:val="24"/>
          <w:szCs w:val="24"/>
        </w:rPr>
        <w:t>Про присвоєння поштової адреси</w:t>
      </w:r>
    </w:p>
    <w:p w:rsidR="007E3C6F" w:rsidRPr="008C295D" w:rsidRDefault="007E3C6F" w:rsidP="007E3C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3C6F" w:rsidRPr="008C295D" w:rsidRDefault="007E3C6F" w:rsidP="007E3C6F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C295D">
        <w:rPr>
          <w:rFonts w:ascii="Times New Roman" w:hAnsi="Times New Roman" w:cs="Times New Roman"/>
          <w:noProof/>
          <w:sz w:val="24"/>
          <w:szCs w:val="24"/>
        </w:rPr>
        <w:t xml:space="preserve">          Керуючись Законом України “Про місцеве самоврядування в Україні”, «Тимчасовим порядком реалізації експериментального проекту з присвоєння адрес об’єктам будівництва та об’єктам нерухомого майна», затвердженого постановою Кабінету Міністрів  України від 27.03.2019р. №367, з метою впорядкування  адресного господарства об’єктів містобудування на території Крупецької сільської ради, розглянувши заяву  Рудик С.А.  виконавчий комітет сільської ради </w:t>
      </w:r>
    </w:p>
    <w:p w:rsidR="007E3C6F" w:rsidRPr="008C295D" w:rsidRDefault="007E3C6F" w:rsidP="007E3C6F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C295D">
        <w:rPr>
          <w:rFonts w:ascii="Times New Roman" w:hAnsi="Times New Roman" w:cs="Times New Roman"/>
          <w:noProof/>
          <w:sz w:val="24"/>
          <w:szCs w:val="24"/>
        </w:rPr>
        <w:t>ВИРІШИВ:</w:t>
      </w:r>
    </w:p>
    <w:p w:rsidR="007E3C6F" w:rsidRPr="008C295D" w:rsidRDefault="007E3C6F" w:rsidP="007E3C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 1.Присвоїти  об’єкту будівництва майновий комплекс,  власник Рудик Софія Андріївна адресу:</w:t>
      </w:r>
    </w:p>
    <w:p w:rsidR="007E3C6F" w:rsidRPr="008C295D" w:rsidRDefault="007E3C6F" w:rsidP="007E3C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- нежитлові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будівлі:зерносховище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 - 723,3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. м.,  авто гаражі - 315,3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. м., контора - 129,7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. м., кормосклад - 143,6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 xml:space="preserve">., вагова - 45,9 </w:t>
      </w:r>
      <w:proofErr w:type="spellStart"/>
      <w:r w:rsidRPr="008C295D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Pr="008C295D">
        <w:rPr>
          <w:rFonts w:ascii="Times New Roman" w:hAnsi="Times New Roman" w:cs="Times New Roman"/>
          <w:sz w:val="24"/>
          <w:szCs w:val="24"/>
        </w:rPr>
        <w:t>. м. - вулиця  Незалежності, 2/1, село Крупець, Шепетівський  район, Хмельницька область, Україна.</w:t>
      </w:r>
    </w:p>
    <w:p w:rsidR="007E3C6F" w:rsidRPr="008C295D" w:rsidRDefault="007E3C6F" w:rsidP="007E3C6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 xml:space="preserve">      2.</w:t>
      </w:r>
      <w:r w:rsidRPr="008C295D">
        <w:rPr>
          <w:rStyle w:val="rvts263"/>
          <w:rFonts w:ascii="Times New Roman" w:hAnsi="Times New Roman" w:cs="Times New Roman"/>
          <w:color w:val="000000"/>
          <w:spacing w:val="15"/>
          <w:sz w:val="24"/>
          <w:szCs w:val="24"/>
        </w:rPr>
        <w:t> </w:t>
      </w:r>
      <w:r w:rsidRPr="008C295D">
        <w:rPr>
          <w:rStyle w:val="rvts10"/>
          <w:rFonts w:ascii="Times New Roman" w:hAnsi="Times New Roman" w:cs="Times New Roman"/>
          <w:color w:val="000000"/>
          <w:sz w:val="24"/>
          <w:szCs w:val="24"/>
        </w:rPr>
        <w:t>Контроль за виконанням даного рішення покласти </w:t>
      </w:r>
      <w:r w:rsidRPr="008C295D">
        <w:rPr>
          <w:rStyle w:val="rvts264"/>
          <w:rFonts w:ascii="Times New Roman" w:hAnsi="Times New Roman" w:cs="Times New Roman"/>
          <w:color w:val="000000"/>
          <w:spacing w:val="15"/>
          <w:sz w:val="24"/>
          <w:szCs w:val="24"/>
        </w:rPr>
        <w:t>на сільського</w:t>
      </w:r>
      <w:r w:rsidRPr="008C295D">
        <w:rPr>
          <w:rStyle w:val="rvts267"/>
          <w:rFonts w:ascii="Times New Roman" w:hAnsi="Times New Roman" w:cs="Times New Roman"/>
          <w:color w:val="000000"/>
          <w:spacing w:val="15"/>
          <w:sz w:val="24"/>
          <w:szCs w:val="24"/>
        </w:rPr>
        <w:t xml:space="preserve"> голову  </w:t>
      </w:r>
      <w:r w:rsidRPr="008C295D">
        <w:rPr>
          <w:rStyle w:val="rvts10"/>
          <w:rFonts w:ascii="Times New Roman" w:hAnsi="Times New Roman" w:cs="Times New Roman"/>
          <w:color w:val="000000"/>
          <w:sz w:val="24"/>
          <w:szCs w:val="24"/>
        </w:rPr>
        <w:t>Валерія МИХАЛЮКА.</w:t>
      </w:r>
    </w:p>
    <w:p w:rsidR="007E3C6F" w:rsidRPr="008C295D" w:rsidRDefault="007E3C6F" w:rsidP="007E3C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3C6F" w:rsidRPr="008C295D" w:rsidRDefault="007E3C6F" w:rsidP="007E3C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3C6F" w:rsidRPr="008C295D" w:rsidRDefault="007E3C6F" w:rsidP="007E3C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3C6F" w:rsidRPr="008C295D" w:rsidRDefault="007E3C6F" w:rsidP="007E3C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3C6F" w:rsidRPr="008C295D" w:rsidRDefault="007E3C6F" w:rsidP="007E3C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3C6F" w:rsidRPr="008C295D" w:rsidRDefault="007E3C6F" w:rsidP="007E3C6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3C6F" w:rsidRPr="008C295D" w:rsidRDefault="007E3C6F" w:rsidP="007E3C6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295D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Валерій  МИХАЛЮК</w:t>
      </w:r>
    </w:p>
    <w:p w:rsidR="00BB65CE" w:rsidRDefault="00BB65CE">
      <w:bookmarkStart w:id="0" w:name="_GoBack"/>
      <w:bookmarkEnd w:id="0"/>
    </w:p>
    <w:sectPr w:rsidR="00BB65C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C6F"/>
    <w:rsid w:val="007E3C6F"/>
    <w:rsid w:val="00BB6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C6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rvts10">
    <w:name w:val="rvts10"/>
    <w:rsid w:val="007E3C6F"/>
  </w:style>
  <w:style w:type="character" w:customStyle="1" w:styleId="rvts263">
    <w:name w:val="rvts263"/>
    <w:rsid w:val="007E3C6F"/>
  </w:style>
  <w:style w:type="character" w:customStyle="1" w:styleId="rvts264">
    <w:name w:val="rvts264"/>
    <w:rsid w:val="007E3C6F"/>
  </w:style>
  <w:style w:type="character" w:customStyle="1" w:styleId="rvts267">
    <w:name w:val="rvts267"/>
    <w:rsid w:val="007E3C6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C6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rvts10">
    <w:name w:val="rvts10"/>
    <w:rsid w:val="007E3C6F"/>
  </w:style>
  <w:style w:type="character" w:customStyle="1" w:styleId="rvts263">
    <w:name w:val="rvts263"/>
    <w:rsid w:val="007E3C6F"/>
  </w:style>
  <w:style w:type="character" w:customStyle="1" w:styleId="rvts264">
    <w:name w:val="rvts264"/>
    <w:rsid w:val="007E3C6F"/>
  </w:style>
  <w:style w:type="character" w:customStyle="1" w:styleId="rvts267">
    <w:name w:val="rvts267"/>
    <w:rsid w:val="007E3C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194</Words>
  <Characters>1109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2021-08-10T05:06:00Z</dcterms:created>
  <dcterms:modified xsi:type="dcterms:W3CDTF">2021-08-10T05:06:00Z</dcterms:modified>
</cp:coreProperties>
</file>