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CD5" w:rsidRDefault="00766CD5" w:rsidP="00766CD5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D122246" wp14:editId="3BB9C2F4">
                <wp:simplePos x="0" y="0"/>
                <wp:positionH relativeFrom="margin">
                  <wp:posOffset>2733675</wp:posOffset>
                </wp:positionH>
                <wp:positionV relativeFrom="paragraph">
                  <wp:posOffset>121920</wp:posOffset>
                </wp:positionV>
                <wp:extent cx="431800" cy="612140"/>
                <wp:effectExtent l="0" t="0" r="0" b="0"/>
                <wp:wrapNone/>
                <wp:docPr id="5466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5467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6CD5" w:rsidRDefault="00766CD5" w:rsidP="00766C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68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6CD5" w:rsidRDefault="00766CD5" w:rsidP="00766C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69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6CD5" w:rsidRDefault="00766CD5" w:rsidP="00766C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70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6CD5" w:rsidRDefault="00766CD5" w:rsidP="00766C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71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6CD5" w:rsidRDefault="00766CD5" w:rsidP="00766C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72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6CD5" w:rsidRDefault="00766CD5" w:rsidP="00766C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73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6CD5" w:rsidRDefault="00766CD5" w:rsidP="00766C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74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6CD5" w:rsidRDefault="00766CD5" w:rsidP="00766C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75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6CD5" w:rsidRDefault="00766CD5" w:rsidP="00766C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76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6CD5" w:rsidRDefault="00766CD5" w:rsidP="00766C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77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6CD5" w:rsidRDefault="00766CD5" w:rsidP="00766C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78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6CD5" w:rsidRDefault="00766CD5" w:rsidP="00766C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79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6CD5" w:rsidRDefault="00766CD5" w:rsidP="00766C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80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6CD5" w:rsidRDefault="00766CD5" w:rsidP="00766C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81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6CD5" w:rsidRDefault="00766CD5" w:rsidP="00766C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82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6CD5" w:rsidRDefault="00766CD5" w:rsidP="00766C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83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6CD5" w:rsidRDefault="00766CD5" w:rsidP="00766C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84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6CD5" w:rsidRDefault="00766CD5" w:rsidP="00766C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85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6CD5" w:rsidRDefault="00766CD5" w:rsidP="00766C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86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6CD5" w:rsidRDefault="00766CD5" w:rsidP="00766C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87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6CD5" w:rsidRDefault="00766CD5" w:rsidP="00766C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88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6CD5" w:rsidRDefault="00766CD5" w:rsidP="00766C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89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6CD5" w:rsidRDefault="00766CD5" w:rsidP="00766C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90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6CD5" w:rsidRDefault="00766CD5" w:rsidP="00766C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91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6CD5" w:rsidRDefault="00766CD5" w:rsidP="00766C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92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6CD5" w:rsidRDefault="00766CD5" w:rsidP="00766C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93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6CD5" w:rsidRDefault="00766CD5" w:rsidP="00766C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94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6CD5" w:rsidRDefault="00766CD5" w:rsidP="00766C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95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6CD5" w:rsidRDefault="00766CD5" w:rsidP="00766C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96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6CD5" w:rsidRDefault="00766CD5" w:rsidP="00766C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25pt;margin-top:9.6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qAeqncAAEBZBAAOAAAAZHJzL2Uyb0RvYy54bWzsfW1uJsmR3n8DvsML/hTQw8r6roZaC2l6&#10;WjAwXgvQ6wOwSXaTMJtvm+RMt3axgAEfwRfZG/gKuzfyE5mRWZlkRUSpNWMIixwBU9QwGJUZkR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GEGcUA&#10;AADdAAAADwAAAGRycy9kb3ducmV2LnhtbESPQWvCQBSE74L/YXlCb7qptkZSVxGpxYMgxnp/ZJ9J&#10;aPZtyK5J/PeuUPA4zMw3zHLdm0q01LjSsoL3SQSCOLO65FzB73k3XoBwHlljZZkU3MnBejUcLDHR&#10;tuMTtanPRYCwS1BB4X2dSOmyggy6ia2Jg3e1jUEfZJNL3WAX4KaS0yiaS4Mlh4UCa9oWlP2lN6PA&#10;zn72h0s+Pc2+Ofa8OS6ul/6g1Nuo33yB8NT7V/i/vdcKPj/mMTzfhCcgV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oYQZ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66CD5" w:rsidRDefault="00766CD5" w:rsidP="00766C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jUZcYA&#10;AADdAAAADwAAAGRycy9kb3ducmV2LnhtbERPy0oDMRTdC/5DuIKb0maUOq1j0yKFsdZFoQ9we5lc&#10;J6OTmyGJ7bRf3ywEl4fzni1624oj+dA4VvAwykAQV043XCs47MvhFESIyBpbx6TgTAEW89ubGRba&#10;nXhLx12sRQrhUKACE2NXSBkqQxbDyHXEifty3mJM0NdSezylcNvKxyzLpcWGU4PBjpaGqp/dr1Xw&#10;XW7M53JyefOD5y1dBuXHql3nSt3f9a8vICL18V/8537XCp7GeZqb3qQnIO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yjUZc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66CD5" w:rsidRDefault="00766CD5" w:rsidP="00766C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wTgcMA&#10;AADdAAAADwAAAGRycy9kb3ducmV2LnhtbESP24rCMBRF34X5h3AG5kU0HW9oxygio4gv4uUDDs2x&#10;KdOclCZj698bQfBxsy+LPV+2thQ3qn3hWMF3PwFBnDldcK7gct70piB8QNZYOiYFd/KwXHx05phq&#10;1/CRbqeQizjCPkUFJoQqldJnhiz6vquIo3d1tcUQZZ1LXWMTx20pB0kykRYLjgSDFa0NZX+nfxsh&#10;hyEe9tfmvNm22ODv3nB3dVTq67Nd/YAI1IZ3+NXeaQXj0WQGzzfxCc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bwTg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66CD5" w:rsidRDefault="00766CD5" w:rsidP="00766C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T5YcMA&#10;AADdAAAADwAAAGRycy9kb3ducmV2LnhtbERPS0sDMRC+C/6HMEJvNmvpQ9amRfoAETy0FcTbsJnu&#10;Lm4mIZl2t//eHASPH997uR5cp64UU+vZwNO4AEVcedtybeDztH98BpUE2WLnmQzcKMF6dX+3xNL6&#10;ng90PUqtcginEg00IqHUOlUNOUxjH4gzd/bRoWQYa20j9jncdXpSFHPtsOXc0GCgTUPVz/HiDHz0&#10;u/C+mM/O4TtOJzptrXxtxJjRw/D6AkpokH/xn/vNGphNF3l/fpOfgF7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OT5Y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66CD5" w:rsidRDefault="00766CD5" w:rsidP="00766C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OJWsMA&#10;AADdAAAADwAAAGRycy9kb3ducmV2LnhtbESP3YrCMBCF74V9hzDC3sia6uoq1Sgiq4g34s8DDM3Y&#10;FJtJabK2+/ZGELw8nJ+PM1+2thR3qn3hWMGgn4AgzpwuOFdwOW++piB8QNZYOiYF/+RhufjozDHV&#10;ruEj3U8hF3GEfYoKTAhVKqXPDFn0fVcRR+/qaoshyjqXusYmjttSDpPkR1osOBIMVrQ2lN1OfzZC&#10;Dt942F+b82bbYoO/e8O91VGpz267moEI1IZ3+NXeaQXj0WQAzzfxCc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hOJWs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66CD5" w:rsidRDefault="00766CD5" w:rsidP="00766C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3rCjcYA&#10;AADdAAAADwAAAGRycy9kb3ducmV2LnhtbESPX0sDMRDE34V+h7CCbzbn0T9yNi2lKkjBB6sgvi2X&#10;7d3hZROStXd+e1MQ+jjMzG+Y1WZ0vTpRTJ1nA3fTAhRx7W3HjYGP9+fbe1BJkC32nsnALyXYrCdX&#10;K6ysH/iNTgdpVIZwqtBAKxIqrVPdksM09YE4e0cfHUqWsdE24pDhrtdlUSy0w47zQouBdi3V34cf&#10;Z+B1eAr75WJ+DF9xVur0aOVzJ8bcXI/bB1BCo1zC/+0Xa2A+W5ZwfpOfgF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3rCj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66CD5" w:rsidRDefault="00766CD5" w:rsidP="00766C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bHaMcA&#10;AADdAAAADwAAAGRycy9kb3ducmV2LnhtbESP3WoCMRSE7wXfIRyhN1Kz9aeV1ShaCBYslNpCbw+b&#10;4+7SzcmSpO727U1B6OUwM98w621vG3EhH2rHCh4mGQjiwpmaSwWfH/p+CSJEZIONY1LwSwG2m+Fg&#10;jblxHb/T5RRLkSAcclRQxdjmUoaiIoth4lri5J2dtxiT9KU0HrsEt42cZtmjtFhzWqiwpeeKiu/T&#10;j1Wwf+vKmR8X+94dz4evhdZGv2ql7kb9bgUiUh//w7f2i1GwmD/N4O9NegJycw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62x2j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66CD5" w:rsidRDefault="00766CD5" w:rsidP="00766C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cFWcQA&#10;AADdAAAADwAAAGRycy9kb3ducmV2LnhtbESPUWvCMBSF3wf+h3CFvc1UqVOqUcRRkLGXqT/g0lyb&#10;anNTkljrv18Ggz0ezjnf4ay3g21FTz40jhVMJxkI4srphmsF51P5tgQRIrLG1jEpeFKA7Wb0ssZC&#10;uwd/U3+MtUgQDgUqMDF2hZShMmQxTFxHnLyL8xZjkr6W2uMjwW0rZ1n2Li02nBYMdrQ3VN2Od6ug&#10;/Jx99be79qXbDbmlubkuP4xSr+NhtwIRaYj/4b/2QSuY54scft+kJy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nBVn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66CD5" w:rsidRDefault="00766CD5" w:rsidP="00766C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P6h8cA&#10;AADdAAAADwAAAGRycy9kb3ducmV2LnhtbESPUUvDMBSF3wX/Q7iCL+JS3aqjLhtuECY4GE5hr5fm&#10;ri02NyXJ1u7fL8LAx8M55zuc2WKwrTiRD41jBU+jDARx6UzDlYKfb/04BREissHWMSk4U4DF/PZm&#10;hoVxPX/RaRcrkSAcClRQx9gVUoayJoth5Dri5B2ctxiT9JU0HvsEt618zrIXabHhtFBjR6uayt/d&#10;0SpYbvtq7B/K5eA+D+t9rrXRG63U/d3w/gYi0hD/w9f2h1GQT15z+HuTnoCc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4T+of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66CD5" w:rsidRDefault="00766CD5" w:rsidP="00766C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3k+tcQA&#10;AADdAAAADwAAAGRycy9kb3ducmV2LnhtbESP3WoCMRSE74W+QzgF7zSr+MfWKKIsFOlN1Qc4bE43&#10;q5uTJYnr+vaNUOjlMDPfMOttbxvRkQ+1YwWTcQaCuHS65krB5VyMViBCRNbYOCYFTwqw3bwN1phr&#10;9+Bv6k6xEgnCIUcFJsY2lzKUhiyGsWuJk/fjvMWYpK+k9vhIcNvIaZYtpMWa04LBlvaGytvpbhUU&#10;x+lXd7trX7hdP7M0N9fVwSg1fO93HyAi9fE//Nf+1Arms+UCXm/SE5C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d5PrX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66CD5" w:rsidRDefault="00766CD5" w:rsidP="00766C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3CBCMIA&#10;AADdAAAADwAAAGRycy9kb3ducmV2LnhtbESP3YrCMBSE7wXfIRzBO039qUrXKCIo66XVBzg0Z9ti&#10;c1KbaOvbbwTBy2FmvmHW285U4kmNKy0rmIwjEMSZ1SXnCq6Xw2gFwnlkjZVlUvAiB9tNv7fGRNuW&#10;z/RMfS4ChF2CCgrv60RKlxVk0I1tTRy8P9sY9EE2udQNtgFuKjmNooU0WHJYKLCmfUHZLX0YBfNX&#10;e7yn8S06aEOT06w+sc9ipYaDbvcDwlPnv+FP+1criOfLJbzfhCcgN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cIEI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66CD5" w:rsidRDefault="00766CD5" w:rsidP="00766C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0MZsAA&#10;AADdAAAADwAAAGRycy9kb3ducmV2LnhtbERPy4rCMBTdC/5DuMLsNFV8VqOI4jC40vpYX5prW2xu&#10;ShO1/r1ZDLg8nPdi1ZhSPKl2hWUF/V4Egji1uuBMwfm0605BOI+ssbRMCt7kYLVstxYYa/viIz0T&#10;n4kQwi5GBbn3VSylS3My6Hq2Ig7czdYGfYB1JnWNrxBuSjmIorE0WHBoyLGiTU7pPXkYBY/xdXDm&#10;214fku37d7bdrZ28ZEr9dJr1HISnxn/F/+4/rWA0nIS54U14AnL5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30MZ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66CD5" w:rsidRDefault="00766CD5" w:rsidP="00766C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LW+sgA&#10;AADdAAAADwAAAGRycy9kb3ducmV2LnhtbESPzW7CMBCE70h9B2srcQOHlgZIMahFQqIcivjpobdt&#10;vCRp43WIDYS3r5GQOI5m5hvNeNqYUpyodoVlBb1uBII4tbrgTMFuO+8MQTiPrLG0TAou5GA6eWiN&#10;MdH2zGs6bXwmAoRdggpy76tESpfmZNB1bUUcvL2tDfog60zqGs8Bbkr5FEWxNFhwWMixollO6d/m&#10;aBR8rYbxaPX+0f9dfv7gs9GHb13ESrUfm7dXEJ4afw/f2gut4KU/GMH1TXgCcvIP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Yktb6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66CD5" w:rsidRDefault="00766CD5" w:rsidP="00766C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XNs8MA&#10;AADdAAAADwAAAGRycy9kb3ducmV2LnhtbERPy2rCQBTdF/yH4Qru6qRqQ4iO4oOm0pW1gttL5pqE&#10;Zu6EzNQk/XpnUejycN6rTW9qcafWVZYVvEwjEMS51RUXCi5fb88JCOeRNdaWScFADjbr0dMKU207&#10;/qT72RcihLBLUUHpfZNK6fKSDLqpbYgDd7OtQR9gW0jdYhfCTS1nURRLgxWHhhIb2peUf59/jILf&#10;+Ion9z7bHeba07BIMvtxypSajPvtEoSn3v+L/9xHreB1kYT94U14AnL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QXNs8MAAADd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66CD5" w:rsidRDefault="00766CD5" w:rsidP="00766C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E7kMQA&#10;AADdAAAADwAAAGRycy9kb3ducmV2LnhtbESP0YrCMBRE34X9h3CFfdNUqaLVKMvigm+u1Q+4NNe0&#10;2NzUJqvVrzfCgo/DzJxhluvO1uJKra8cKxgNExDEhdMVGwXHw89gBsIHZI21Y1JwJw/r1UdviZl2&#10;N97TNQ9GRAj7DBWUITSZlL4oyaIfuoY4eifXWgxRtkbqFm8Rbms5TpKptFhxXCixoe+SinP+ZxVc&#10;3Hiiu3yDu/Nm/lsZk14e+1Spz373tQARqAvv8H97qxVM0tkIXm/iE5Cr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KRO5D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66CD5" w:rsidRDefault="00766CD5" w:rsidP="00766C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Ivj8YA&#10;AADdAAAADwAAAGRycy9kb3ducmV2LnhtbESPzW7CMBCE70h9B2sr9QZOKT9pGgcBEhJXaA89LvaS&#10;pI3XaWwg5elxJaQeRzPzjSZf9LYRZ+p87VjB8ygBQaydqblU8PG+GaYgfEA22DgmBb/kYVE8DHLM&#10;jLvwjs77UIoIYZ+hgiqENpPS64os+pFriaN3dJ3FEGVXStPhJcJtI8dJMpMWa44LFba0rkh/709W&#10;wbY+0HSmj682Xend5/UnvMy/jFJPj/3yDUSgPvyH7+2tUTCdpGP4exOfgCx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2Ivj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66CD5" w:rsidRDefault="00766CD5" w:rsidP="00766C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d54MIA&#10;AADdAAAADwAAAGRycy9kb3ducmV2LnhtbERPW2vCMBR+H/gfwhH2NlMvE9cZRYWB4iboxL0emmNT&#10;bE5KE2v992Yw2ON355vOW1uKhmpfOFbQ7yUgiDOnC84VHL8/XiYgfEDWWDomBXfyMJ91nqaYanfj&#10;PTWHkItYwj5FBSaEKpXSZ4Ys+p6riKN2drXFEGGdS13jLZbbUg6SZCwtFhwXDFa0MpRdDleroMHd&#10;Pfkxy6+3TfGZDXbL01ZHXj1328U7iEBt+Df/pddawetoMoTfN/EJ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J3ng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66CD5" w:rsidRDefault="00766CD5" w:rsidP="00766C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Vf9MUA&#10;AADdAAAADwAAAGRycy9kb3ducmV2LnhtbESPQUvDQBSE70L/w/IK3uzGUKXEbosIFY8ae+jxNfua&#10;Tc2+F3bXJvrrXUHwOMzMN8x6O/leXSjETtjA7aIARdyI7bg1sH/f3axAxYRssRcmA18UYbuZXa2x&#10;sjLyG13q1KoM4VihAZfSUGkdG0ce40IG4uydJHhMWYZW24Bjhvtel0Vxrz12nBccDvTkqPmoP72B&#10;8bk5nsvTwbrvMMiufpVz2Ysx1/Pp8QFUoin9h//aL9bA3XK1hN83+Qno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9V/0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66CD5" w:rsidRDefault="00766CD5" w:rsidP="00766C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K8yMcA&#10;AADdAAAADwAAAGRycy9kb3ducmV2LnhtbESP3WoCMRSE7wt9h3AK3tWsUnXZGsX6A0WUotX7081x&#10;d9vkZNmkun37RhC8HGbmG2Y8ba0RZ2p85VhBr5uAIM6drrhQcPhcPacgfEDWaByTgj/yMJ08Powx&#10;0+7COzrvQyEihH2GCsoQ6kxKn5dk0XddTRy9k2sshiibQuoGLxFujewnyVBarDgulFjTvKT8Z/9r&#10;Faw+Fua7v93NjjLMl6Mvk67fFhulOk/t7BVEoDbcw7f2u1YweEkHcH0Tn4Cc/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bSvMj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66CD5" w:rsidRDefault="00766CD5" w:rsidP="00766C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fvBsYA&#10;AADdAAAADwAAAGRycy9kb3ducmV2LnhtbESP3WrCQBSE7wXfYTkFb6Ru/CWkriKCqFChVaG3x+xp&#10;EsyeDdk1xrd3C0Ivh5n5hpkvW1OKhmpXWFYwHEQgiFOrC84UnE+b9xiE88gaS8uk4EEOlotuZ46J&#10;tnf+puboMxEg7BJUkHtfJVK6NCeDbmAr4uD92tqgD7LOpK7xHuCmlKMomkmDBYeFHCta55Rejzej&#10;oPn6vGS7xlX7a9x30/Fluz3oH6V6b+3qA4Sn1v+HX+2dVjCdxDP4exOegFw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6fvBs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66CD5" w:rsidRDefault="00766CD5" w:rsidP="00766C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o2VMcA&#10;AADdAAAADwAAAGRycy9kb3ducmV2LnhtbESPQWvCQBSE7wX/w/KE3pqNom2MrlILhV4EtT3U2zP7&#10;TILZt+nuVlN/vSsUPA4z8w0zW3SmESdyvrasYJCkIIgLq2suFXx9vj9lIHxA1thYJgV/5GEx7z3M&#10;MNf2zBs6bUMpIoR9jgqqENpcSl9UZNAntiWO3sE6gyFKV0rt8BzhppHDNH2WBmuOCxW29FZRcdz+&#10;GgXLSbb8WY94ddnsd7T73h/HQ5cq9djvXqcgAnXhHv5vf2gF41H2A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BKNlTHAAAA3QAAAA8AAAAAAAAAAAAAAAAAmAIAAGRy&#10;cy9kb3ducmV2LnhtbFBLBQYAAAAABAAEAPUAAACMAwAAAAA=&#10;" fillcolor="black" stroked="f">
                  <v:textbox>
                    <w:txbxContent>
                      <w:p w:rsidR="00766CD5" w:rsidRDefault="00766CD5" w:rsidP="00766C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xhKMQA&#10;AADdAAAADwAAAGRycy9kb3ducmV2LnhtbERPy4rCMBTdD8w/hCu4G1NFpVSj6DxgQF34WLi8Ntc2&#10;tLkpTUY7fv1kMeDycN7zZWdrcaPWG8cKhoMEBHHutOFCwen49ZaC8AFZY+2YFPySh+Xi9WWOmXZ3&#10;3tPtEAoRQ9hnqKAMocmk9HlJFv3ANcSRu7rWYoiwLaRu8R7DbS1HSTKVFg3HhhIbei8prw4/VsF5&#10;MzXp3tDosn2sP/V2Uq13H5VS/V63moEI1IWn+N/9rRVMxmmcG9/EJ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H8YSjEAAAA3QAAAA8AAAAAAAAAAAAAAAAAmAIAAGRycy9k&#10;b3ducmV2LnhtbFBLBQYAAAAABAAEAPUAAACJ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66CD5" w:rsidRDefault="00766CD5" w:rsidP="00766C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X6BsYA&#10;AADdAAAADwAAAGRycy9kb3ducmV2LnhtbESPQWsCMRSE7wX/Q3hCbzVract2axSxFL30ULX0+tg8&#10;N+tuXrZJ1NVfb4RCj8PMfMNMZr1txZF8qB0rGI8yEMSl0zVXCrabj4ccRIjIGlvHpOBMAWbTwd0E&#10;C+1O/EXHdaxEgnAoUIGJsSukDKUhi2HkOuLk7Zy3GJP0ldQeTwluW/mYZS/SYs1pwWBHC0Nlsz5Y&#10;BX7+895c+PDdZJfPc1ju+98cjVL3w37+BiJSH//Df+2VVvD8lL/C7U16AnJ6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lX6B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66CD5" w:rsidRDefault="00766CD5" w:rsidP="00766C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Jg9MMA&#10;AADdAAAADwAAAGRycy9kb3ducmV2LnhtbERP22oCMRB9L/gPYQRfimaVXnQ1ighCoVLQ+gHjZtxd&#10;TCbLZtS1X988FPp4OPfFqvNO3aiNdWAD41EGirgItubSwPF7O5yCioJs0QUmAw+KsFr2nhaY23Dn&#10;Pd0OUqoUwjFHA5VIk2sdi4o8xlFoiBN3Dq1HSbAttW3xnsK905Mse9Mea04NFTa0qai4HK7egJuc&#10;3OzzPe7kcdS77MfL/vnLGjPod+s5KKFO/sV/7g9r4PVllvanN+kJ6O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+Jg9MMAAADdAAAADwAAAAAAAAAAAAAAAACYAgAAZHJzL2Rv&#10;d25yZXYueG1sUEsFBgAAAAAEAAQA9QAAAIg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66CD5" w:rsidRDefault="00766CD5" w:rsidP="00766C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LKK8YA&#10;AADdAAAADwAAAGRycy9kb3ducmV2LnhtbESPQWsCMRSE74X+h/AK3mpWsaVdjVIVYS8eurV4fW6e&#10;m6XJy7KJuvbXm0LB4zAz3zCzRe+sOFMXGs8KRsMMBHHldcO1gt3X5vkNRIjIGq1nUnClAIv548MM&#10;c+0v/EnnMtYiQTjkqMDE2OZShsqQwzD0LXHyjr5zGJPsaqk7vCS4s3KcZa/SYcNpwWBLK0PVT3ly&#10;CtZla8e7wizD/nt7ONjid0P7tVKDp/5jCiJSH+/h/3ahFbxM3kfw9yY9ATm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iLKK8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66CD5" w:rsidRDefault="00766CD5" w:rsidP="00766C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cb7cUA&#10;AADdAAAADwAAAGRycy9kb3ducmV2LnhtbESPQWsCMRSE70L/Q3iF3tyk0tq6bpQiFQRPWj14eyTP&#10;3W03L8smutt/3whCj8PMfMMUy8E14kpdqD1reM4UCGLjbc2lhsPXevwOIkRki41n0vBLAZaLh1GB&#10;ufU97+i6j6VIEA45aqhibHMpg6nIYch8S5y8s+8cxiS7UtoO+wR3jZwoNZUOa04LFba0qsj87C9O&#10;w/dabr1RaI6HY7+xb6fPKTVK66fH4WMOItIQ/8P39sZqeH2ZTeD2Jj0Buf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Zxvt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66CD5" w:rsidRDefault="00766CD5" w:rsidP="00766C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IcWMcA&#10;AADdAAAADwAAAGRycy9kb3ducmV2LnhtbESPT2vCQBTE74V+h+UVvNVN/VNs6hpSQZCKh2opPb5m&#10;n0lI9m3YXTV++64geBxm5jfMPOtNK07kfG1ZwcswAUFcWF1zqeB7v3qegfABWWNrmRRcyEO2eHyY&#10;Y6rtmb/otAuliBD2KSqoQuhSKX1RkUE/tB1x9A7WGQxRulJqh+cIN60cJcmrNFhzXKiwo2VFRbM7&#10;GgW/xw0ftuPP3H2EH9vvfTP6mzVKDZ76/B1EoD7cw7f2WiuYTt7GcH0Tn4Bc/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wyHFjHAAAA3Q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66CD5" w:rsidRDefault="00766CD5" w:rsidP="00766C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E+/scA&#10;AADdAAAADwAAAGRycy9kb3ducmV2LnhtbESPQWsCMRSE7wX/Q3hCbzWrrKKrUbRQ6KWgtge9PTfP&#10;3cXNy5qkuu2vN4LgcZiZb5jZojW1uJDzlWUF/V4Cgji3uuJCwc/3x9sYhA/IGmvLpOCPPCzmnZcZ&#10;ZtpeeUOXbShEhLDPUEEZQpNJ6fOSDPqebYijd7TOYIjSFVI7vEa4qeUgSUbSYMVxocSG3kvKT9tf&#10;o2A1Ga/O65S//jeHPe13h9Nw4BKlXrvtcgoiUBue4Uf7UysYppMU7m/iE5Dz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VBPv7HAAAA3QAAAA8AAAAAAAAAAAAAAAAAmAIAAGRy&#10;cy9kb3ducmV2LnhtbFBLBQYAAAAABAAEAPUAAACMAwAAAAA=&#10;" fillcolor="black" stroked="f">
                  <v:textbox>
                    <w:txbxContent>
                      <w:p w:rsidR="00766CD5" w:rsidRDefault="00766CD5" w:rsidP="00766C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FhZMUA&#10;AADdAAAADwAAAGRycy9kb3ducmV2LnhtbESPQUsDMRSE70L/Q3iCN5u12qJr07IURPG0bS29vm6e&#10;m8XNy5LEdP33RhB6HGbmG2a5Hm0vEvnQOVZwNy1AEDdOd9wq+Ni/3D6CCBFZY++YFPxQgPVqcrXE&#10;UrszbyntYisyhEOJCkyMQyllaAxZDFM3EGfv03mLMUvfSu3xnOG2l7OiWEiLHecFgwNtDDVfu2+r&#10;IJ02dXWfjsls333Vele/Hk61UjfXY/UMItIYL+H/9ptWMH94msPfm/wE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cWFk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66CD5" w:rsidRDefault="00766CD5" w:rsidP="00766C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CQf4ccA&#10;AADdAAAADwAAAGRycy9kb3ducmV2LnhtbESPQWvCQBSE7wX/w/IKvenGUkONrlKkLdqLbSro8ZF9&#10;zQazb0N2G6O/3i0IPQ4z8w0zX/a2Fh21vnKsYDxKQBAXTldcKth9vw2fQfiArLF2TArO5GG5GNzN&#10;MdPuxF/U5aEUEcI+QwUmhCaT0heGLPqRa4ij9+NaiyHKtpS6xVOE21o+JkkqLVYcFww2tDJUHPNf&#10;q8CPV6/7D3uZdod3w9t8Y9LP0ij1cN+/zEAE6sN/+NZeawWTp2kKf2/iE5CL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gkH+H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66CD5" w:rsidRDefault="00766CD5" w:rsidP="00766C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66CD5" w:rsidRDefault="00766CD5" w:rsidP="00766CD5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766CD5" w:rsidRDefault="00766CD5" w:rsidP="00766CD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66CD5" w:rsidRDefault="00766CD5" w:rsidP="00766CD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66CD5" w:rsidRDefault="00766CD5" w:rsidP="00766CD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766CD5" w:rsidRDefault="00766CD5" w:rsidP="00766CD5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766CD5" w:rsidRDefault="00766CD5" w:rsidP="00766CD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766CD5" w:rsidRDefault="00766CD5" w:rsidP="00766CD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766CD5" w:rsidRDefault="00766CD5" w:rsidP="00766CD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66CD5" w:rsidRDefault="00766CD5" w:rsidP="00766CD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766CD5" w:rsidRDefault="00766CD5" w:rsidP="00766CD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66CD5" w:rsidRDefault="00766CD5" w:rsidP="00766CD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766CD5" w:rsidRDefault="00766CD5" w:rsidP="00766CD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66CD5" w:rsidRDefault="00766CD5" w:rsidP="00766CD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07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9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№64</w:t>
      </w:r>
    </w:p>
    <w:p w:rsidR="00766CD5" w:rsidRPr="00091508" w:rsidRDefault="00766CD5" w:rsidP="00766CD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66CD5" w:rsidRPr="00091508" w:rsidRDefault="00766CD5" w:rsidP="00766CD5">
      <w:pPr>
        <w:spacing w:after="0"/>
        <w:rPr>
          <w:rFonts w:ascii="Times New Roman" w:eastAsia="Calibri" w:hAnsi="Times New Roman" w:cs="Times New Roman"/>
          <w:b/>
          <w:sz w:val="24"/>
        </w:rPr>
      </w:pPr>
      <w:r w:rsidRPr="00091508"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 w:rsidRPr="00091508">
        <w:rPr>
          <w:rFonts w:ascii="Times New Roman" w:eastAsia="Calibri" w:hAnsi="Times New Roman" w:cs="Times New Roman"/>
          <w:b/>
          <w:sz w:val="24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b/>
          <w:sz w:val="24"/>
        </w:rPr>
        <w:t>дозволу</w:t>
      </w:r>
      <w:proofErr w:type="spellEnd"/>
      <w:r w:rsidRPr="00091508">
        <w:rPr>
          <w:rFonts w:ascii="Times New Roman" w:eastAsia="Calibri" w:hAnsi="Times New Roman" w:cs="Times New Roman"/>
          <w:b/>
          <w:sz w:val="24"/>
        </w:rPr>
        <w:t xml:space="preserve"> на </w:t>
      </w:r>
      <w:proofErr w:type="spellStart"/>
      <w:r w:rsidRPr="00091508">
        <w:rPr>
          <w:rFonts w:ascii="Times New Roman" w:eastAsia="Calibri" w:hAnsi="Times New Roman" w:cs="Times New Roman"/>
          <w:b/>
          <w:sz w:val="24"/>
        </w:rPr>
        <w:t>розробку</w:t>
      </w:r>
      <w:proofErr w:type="spellEnd"/>
    </w:p>
    <w:p w:rsidR="00766CD5" w:rsidRPr="00091508" w:rsidRDefault="00766CD5" w:rsidP="00766CD5">
      <w:pPr>
        <w:spacing w:after="0"/>
        <w:rPr>
          <w:rFonts w:ascii="Times New Roman" w:eastAsia="Calibri" w:hAnsi="Times New Roman" w:cs="Times New Roman"/>
          <w:b/>
          <w:sz w:val="24"/>
        </w:rPr>
      </w:pPr>
      <w:proofErr w:type="spellStart"/>
      <w:proofErr w:type="gramStart"/>
      <w:r>
        <w:rPr>
          <w:rFonts w:ascii="Times New Roman" w:eastAsia="Calibri" w:hAnsi="Times New Roman" w:cs="Times New Roman"/>
          <w:b/>
          <w:sz w:val="24"/>
        </w:rPr>
        <w:t>т</w:t>
      </w:r>
      <w:r w:rsidRPr="00091508">
        <w:rPr>
          <w:rFonts w:ascii="Times New Roman" w:eastAsia="Calibri" w:hAnsi="Times New Roman" w:cs="Times New Roman"/>
          <w:b/>
          <w:sz w:val="24"/>
        </w:rPr>
        <w:t>ехн</w:t>
      </w:r>
      <w:proofErr w:type="gramEnd"/>
      <w:r w:rsidRPr="00091508">
        <w:rPr>
          <w:rFonts w:ascii="Times New Roman" w:eastAsia="Calibri" w:hAnsi="Times New Roman" w:cs="Times New Roman"/>
          <w:b/>
          <w:sz w:val="24"/>
        </w:rPr>
        <w:t>ічної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b/>
          <w:sz w:val="24"/>
        </w:rPr>
        <w:t>документації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b/>
          <w:sz w:val="24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b/>
          <w:sz w:val="24"/>
        </w:rPr>
        <w:t>землеустрою</w:t>
      </w:r>
      <w:proofErr w:type="spellEnd"/>
    </w:p>
    <w:p w:rsidR="00766CD5" w:rsidRPr="00091508" w:rsidRDefault="00766CD5" w:rsidP="00766CD5">
      <w:pPr>
        <w:spacing w:after="0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091508">
        <w:rPr>
          <w:rFonts w:ascii="Times New Roman" w:eastAsia="Calibri" w:hAnsi="Times New Roman" w:cs="Times New Roman"/>
          <w:b/>
          <w:sz w:val="24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b/>
          <w:sz w:val="24"/>
        </w:rPr>
        <w:t>встановлення</w:t>
      </w:r>
      <w:proofErr w:type="spellEnd"/>
      <w:r w:rsidRPr="00091508">
        <w:rPr>
          <w:rFonts w:ascii="Times New Roman" w:eastAsia="Calibri" w:hAnsi="Times New Roman" w:cs="Times New Roman"/>
          <w:b/>
          <w:sz w:val="24"/>
        </w:rPr>
        <w:t xml:space="preserve"> (</w:t>
      </w:r>
      <w:proofErr w:type="spellStart"/>
      <w:r w:rsidRPr="00091508">
        <w:rPr>
          <w:rFonts w:ascii="Times New Roman" w:eastAsia="Calibri" w:hAnsi="Times New Roman" w:cs="Times New Roman"/>
          <w:b/>
          <w:sz w:val="24"/>
        </w:rPr>
        <w:t>відновлення</w:t>
      </w:r>
      <w:proofErr w:type="spellEnd"/>
      <w:r w:rsidRPr="00091508">
        <w:rPr>
          <w:rFonts w:ascii="Times New Roman" w:eastAsia="Calibri" w:hAnsi="Times New Roman" w:cs="Times New Roman"/>
          <w:b/>
          <w:sz w:val="24"/>
        </w:rPr>
        <w:t xml:space="preserve">) меж </w:t>
      </w:r>
    </w:p>
    <w:p w:rsidR="00766CD5" w:rsidRPr="00091508" w:rsidRDefault="00766CD5" w:rsidP="00766CD5">
      <w:pPr>
        <w:spacing w:after="0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091508">
        <w:rPr>
          <w:rFonts w:ascii="Times New Roman" w:eastAsia="Calibri" w:hAnsi="Times New Roman" w:cs="Times New Roman"/>
          <w:b/>
          <w:sz w:val="24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b/>
          <w:sz w:val="24"/>
        </w:rPr>
        <w:t>ділянки</w:t>
      </w:r>
      <w:proofErr w:type="spellEnd"/>
      <w:r w:rsidRPr="00091508">
        <w:rPr>
          <w:rFonts w:ascii="Times New Roman" w:eastAsia="Calibri" w:hAnsi="Times New Roman" w:cs="Times New Roman"/>
          <w:b/>
          <w:sz w:val="24"/>
        </w:rPr>
        <w:t xml:space="preserve"> в </w:t>
      </w:r>
      <w:proofErr w:type="spellStart"/>
      <w:r w:rsidRPr="00091508">
        <w:rPr>
          <w:rFonts w:ascii="Times New Roman" w:eastAsia="Calibri" w:hAnsi="Times New Roman" w:cs="Times New Roman"/>
          <w:b/>
          <w:sz w:val="24"/>
        </w:rPr>
        <w:t>натурі</w:t>
      </w:r>
      <w:proofErr w:type="spellEnd"/>
      <w:r w:rsidRPr="00091508">
        <w:rPr>
          <w:rFonts w:ascii="Times New Roman" w:eastAsia="Calibri" w:hAnsi="Times New Roman" w:cs="Times New Roman"/>
          <w:b/>
          <w:sz w:val="24"/>
        </w:rPr>
        <w:t xml:space="preserve"> (на </w:t>
      </w:r>
      <w:proofErr w:type="spellStart"/>
      <w:proofErr w:type="gramStart"/>
      <w:r w:rsidRPr="00091508">
        <w:rPr>
          <w:rFonts w:ascii="Times New Roman" w:eastAsia="Calibri" w:hAnsi="Times New Roman" w:cs="Times New Roman"/>
          <w:b/>
          <w:sz w:val="24"/>
        </w:rPr>
        <w:t>м</w:t>
      </w:r>
      <w:proofErr w:type="gramEnd"/>
      <w:r w:rsidRPr="00091508">
        <w:rPr>
          <w:rFonts w:ascii="Times New Roman" w:eastAsia="Calibri" w:hAnsi="Times New Roman" w:cs="Times New Roman"/>
          <w:b/>
          <w:sz w:val="24"/>
        </w:rPr>
        <w:t>ісцевості</w:t>
      </w:r>
      <w:proofErr w:type="spellEnd"/>
      <w:r w:rsidRPr="00091508">
        <w:rPr>
          <w:rFonts w:ascii="Times New Roman" w:eastAsia="Calibri" w:hAnsi="Times New Roman" w:cs="Times New Roman"/>
          <w:b/>
          <w:sz w:val="24"/>
        </w:rPr>
        <w:t>)</w:t>
      </w:r>
    </w:p>
    <w:p w:rsidR="00766CD5" w:rsidRPr="00091508" w:rsidRDefault="00766CD5" w:rsidP="00766CD5">
      <w:pPr>
        <w:spacing w:after="0"/>
        <w:rPr>
          <w:rFonts w:ascii="Times New Roman" w:eastAsia="Calibri" w:hAnsi="Times New Roman" w:cs="Times New Roman"/>
          <w:b/>
          <w:sz w:val="24"/>
        </w:rPr>
      </w:pPr>
      <w:r w:rsidRPr="00091508">
        <w:rPr>
          <w:rFonts w:ascii="Times New Roman" w:eastAsia="Calibri" w:hAnsi="Times New Roman" w:cs="Times New Roman"/>
          <w:b/>
          <w:sz w:val="24"/>
        </w:rPr>
        <w:t>Ткачук С.І.</w:t>
      </w:r>
    </w:p>
    <w:p w:rsidR="00766CD5" w:rsidRPr="00091508" w:rsidRDefault="00766CD5" w:rsidP="00766CD5">
      <w:pPr>
        <w:spacing w:after="0"/>
        <w:rPr>
          <w:rFonts w:ascii="Times New Roman" w:eastAsia="Calibri" w:hAnsi="Times New Roman" w:cs="Times New Roman"/>
          <w:b/>
          <w:sz w:val="24"/>
        </w:rPr>
      </w:pPr>
    </w:p>
    <w:p w:rsidR="00766CD5" w:rsidRPr="00091508" w:rsidRDefault="00766CD5" w:rsidP="00766CD5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091508">
        <w:rPr>
          <w:rFonts w:ascii="Times New Roman" w:eastAsia="Calibri" w:hAnsi="Times New Roman" w:cs="Times New Roman"/>
          <w:sz w:val="24"/>
        </w:rPr>
        <w:t>до</w:t>
      </w:r>
      <w:proofErr w:type="gram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091508">
        <w:rPr>
          <w:rFonts w:ascii="Times New Roman" w:eastAsia="Calibri" w:hAnsi="Times New Roman" w:cs="Times New Roman"/>
          <w:sz w:val="24"/>
        </w:rPr>
        <w:t>пункту</w:t>
      </w:r>
      <w:proofErr w:type="gramEnd"/>
      <w:r w:rsidRPr="00091508">
        <w:rPr>
          <w:rFonts w:ascii="Times New Roman" w:eastAsia="Calibri" w:hAnsi="Times New Roman" w:cs="Times New Roman"/>
          <w:sz w:val="24"/>
        </w:rPr>
        <w:t xml:space="preserve"> 34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частини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1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26, 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42 Закону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самоврядування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Україні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», </w:t>
      </w:r>
      <w:r>
        <w:rPr>
          <w:rFonts w:ascii="Times New Roman" w:eastAsia="Calibri" w:hAnsi="Times New Roman" w:cs="Times New Roman"/>
          <w:sz w:val="24"/>
        </w:rPr>
        <w:t>ст.12,122,186</w:t>
      </w:r>
      <w:r w:rsidRPr="00091508">
        <w:rPr>
          <w:rFonts w:ascii="Times New Roman" w:eastAsia="Calibri" w:hAnsi="Times New Roman" w:cs="Times New Roman"/>
          <w:sz w:val="24"/>
        </w:rPr>
        <w:t xml:space="preserve"> Земельного кодексу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, Закону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землеустрій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»,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r w:rsidRPr="00091508">
        <w:rPr>
          <w:rFonts w:ascii="Times New Roman" w:eastAsia="Calibri" w:hAnsi="Times New Roman" w:cs="Times New Roman"/>
          <w:sz w:val="24"/>
        </w:rPr>
        <w:t>Ткачук С.І.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сільська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рада</w:t>
      </w:r>
    </w:p>
    <w:p w:rsidR="00766CD5" w:rsidRPr="00091508" w:rsidRDefault="00766CD5" w:rsidP="00766CD5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91508">
        <w:rPr>
          <w:rFonts w:ascii="Times New Roman" w:eastAsia="Calibri" w:hAnsi="Times New Roman" w:cs="Times New Roman"/>
          <w:sz w:val="24"/>
        </w:rPr>
        <w:t>ВИРІШИЛА:</w:t>
      </w:r>
    </w:p>
    <w:p w:rsidR="00766CD5" w:rsidRPr="00091508" w:rsidRDefault="00766CD5" w:rsidP="00766CD5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91508">
        <w:rPr>
          <w:rFonts w:ascii="Times New Roman" w:eastAsia="Calibri" w:hAnsi="Times New Roman" w:cs="Times New Roman"/>
          <w:sz w:val="24"/>
        </w:rPr>
        <w:t xml:space="preserve">        1.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Надати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r w:rsidRPr="00091508">
        <w:rPr>
          <w:rFonts w:ascii="Times New Roman" w:eastAsia="Calibri" w:hAnsi="Times New Roman" w:cs="Times New Roman"/>
          <w:sz w:val="24"/>
        </w:rPr>
        <w:t xml:space="preserve">Ткачук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Сніжані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Іванівні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, яка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зареєстрована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: </w:t>
      </w:r>
      <w:r w:rsidR="0031310A">
        <w:rPr>
          <w:rFonts w:ascii="Times New Roman" w:eastAsia="Calibri" w:hAnsi="Times New Roman" w:cs="Times New Roman"/>
          <w:sz w:val="24"/>
          <w:lang w:val="uk-UA"/>
        </w:rPr>
        <w:t>___________</w:t>
      </w:r>
      <w:bookmarkStart w:id="0" w:name="_GoBack"/>
      <w:bookmarkEnd w:id="0"/>
      <w:r w:rsidRPr="00091508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дозвіл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розробку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proofErr w:type="gramStart"/>
      <w:r w:rsidRPr="00091508">
        <w:rPr>
          <w:rFonts w:ascii="Times New Roman" w:eastAsia="Calibri" w:hAnsi="Times New Roman" w:cs="Times New Roman"/>
          <w:sz w:val="24"/>
        </w:rPr>
        <w:t>техн</w:t>
      </w:r>
      <w:proofErr w:type="gramEnd"/>
      <w:r w:rsidRPr="00091508">
        <w:rPr>
          <w:rFonts w:ascii="Times New Roman" w:eastAsia="Calibri" w:hAnsi="Times New Roman" w:cs="Times New Roman"/>
          <w:sz w:val="24"/>
        </w:rPr>
        <w:t>ічної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документації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із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встановлення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(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відновлення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) меж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натурі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(на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місцевості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),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орієнтовною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площею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0,2500 га,  для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будівництва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та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обслуговування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житлового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будинку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господарських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будівель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і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споруд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(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присадибна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ділянка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),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земельна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ділянка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розташована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в с.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Колом’є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, по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вул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>.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091508">
        <w:rPr>
          <w:rFonts w:ascii="Times New Roman" w:eastAsia="Calibri" w:hAnsi="Times New Roman" w:cs="Times New Roman"/>
          <w:sz w:val="24"/>
        </w:rPr>
        <w:t>Миру, 20.</w:t>
      </w:r>
    </w:p>
    <w:p w:rsidR="00766CD5" w:rsidRPr="00091508" w:rsidRDefault="00766CD5" w:rsidP="00766CD5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91508">
        <w:rPr>
          <w:rFonts w:ascii="Times New Roman" w:eastAsia="Calibri" w:hAnsi="Times New Roman" w:cs="Times New Roman"/>
          <w:sz w:val="24"/>
        </w:rPr>
        <w:t xml:space="preserve">        2. Ткачук С.І.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розробити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proofErr w:type="gramStart"/>
      <w:r w:rsidRPr="00091508">
        <w:rPr>
          <w:rFonts w:ascii="Times New Roman" w:eastAsia="Calibri" w:hAnsi="Times New Roman" w:cs="Times New Roman"/>
          <w:sz w:val="24"/>
        </w:rPr>
        <w:t>техн</w:t>
      </w:r>
      <w:proofErr w:type="gramEnd"/>
      <w:r w:rsidRPr="00091508">
        <w:rPr>
          <w:rFonts w:ascii="Times New Roman" w:eastAsia="Calibri" w:hAnsi="Times New Roman" w:cs="Times New Roman"/>
          <w:sz w:val="24"/>
        </w:rPr>
        <w:t>ічну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документацію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із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встановлення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(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відновлення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) меж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натурі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(на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місцевості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) та подати на 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розгляд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сесії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ради.</w:t>
      </w:r>
    </w:p>
    <w:p w:rsidR="00766CD5" w:rsidRPr="00091508" w:rsidRDefault="00766CD5" w:rsidP="00766CD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150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</w:t>
      </w:r>
      <w:proofErr w:type="spellStart"/>
      <w:r w:rsidRPr="00091508">
        <w:rPr>
          <w:rFonts w:ascii="Times New Roman" w:eastAsia="Calibri" w:hAnsi="Times New Roman" w:cs="Times New Roman"/>
          <w:color w:val="000000"/>
          <w:sz w:val="24"/>
          <w:szCs w:val="24"/>
        </w:rPr>
        <w:t>дозвіл</w:t>
      </w:r>
      <w:proofErr w:type="spellEnd"/>
      <w:r w:rsidRPr="0009150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color w:val="000000"/>
          <w:sz w:val="24"/>
          <w:szCs w:val="24"/>
        </w:rPr>
        <w:t>дійсний</w:t>
      </w:r>
      <w:proofErr w:type="spellEnd"/>
      <w:r w:rsidRPr="0009150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091508">
        <w:rPr>
          <w:rFonts w:ascii="Times New Roman" w:eastAsia="Calibri" w:hAnsi="Times New Roman" w:cs="Times New Roman"/>
          <w:color w:val="000000"/>
          <w:sz w:val="24"/>
          <w:szCs w:val="24"/>
        </w:rPr>
        <w:t>протязі</w:t>
      </w:r>
      <w:proofErr w:type="spellEnd"/>
      <w:r w:rsidRPr="0009150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року з дня </w:t>
      </w:r>
      <w:proofErr w:type="spellStart"/>
      <w:r w:rsidRPr="00091508">
        <w:rPr>
          <w:rFonts w:ascii="Times New Roman" w:eastAsia="Calibri" w:hAnsi="Times New Roman" w:cs="Times New Roman"/>
          <w:color w:val="000000"/>
          <w:sz w:val="24"/>
          <w:szCs w:val="24"/>
        </w:rPr>
        <w:t>прийняття</w:t>
      </w:r>
      <w:proofErr w:type="spellEnd"/>
      <w:r w:rsidRPr="0009150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color w:val="000000"/>
          <w:sz w:val="24"/>
          <w:szCs w:val="24"/>
        </w:rPr>
        <w:t>даного</w:t>
      </w:r>
      <w:proofErr w:type="spellEnd"/>
      <w:r w:rsidRPr="0009150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091508">
        <w:rPr>
          <w:rFonts w:ascii="Times New Roman" w:eastAsia="Calibri" w:hAnsi="Times New Roman" w:cs="Times New Roman"/>
          <w:color w:val="000000"/>
          <w:sz w:val="24"/>
          <w:szCs w:val="24"/>
        </w:rPr>
        <w:t>р</w:t>
      </w:r>
      <w:proofErr w:type="gramEnd"/>
      <w:r w:rsidRPr="00091508">
        <w:rPr>
          <w:rFonts w:ascii="Times New Roman" w:eastAsia="Calibri" w:hAnsi="Times New Roman" w:cs="Times New Roman"/>
          <w:color w:val="000000"/>
          <w:sz w:val="24"/>
          <w:szCs w:val="24"/>
        </w:rPr>
        <w:t>ішення</w:t>
      </w:r>
      <w:proofErr w:type="spellEnd"/>
      <w:r w:rsidRPr="00091508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766CD5" w:rsidRPr="00091508" w:rsidRDefault="00766CD5" w:rsidP="00766CD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</w:t>
      </w:r>
      <w:proofErr w:type="spellStart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766CD5" w:rsidRPr="00091508" w:rsidRDefault="00766CD5" w:rsidP="00766CD5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766CD5" w:rsidRPr="00091508" w:rsidRDefault="00766CD5" w:rsidP="00766CD5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1C6714" w:rsidRPr="00766CD5" w:rsidRDefault="00766CD5" w:rsidP="00766CD5">
      <w:pPr>
        <w:spacing w:after="0"/>
        <w:jc w:val="both"/>
        <w:rPr>
          <w:rFonts w:ascii="Times New Roman" w:eastAsia="Calibri" w:hAnsi="Times New Roman" w:cs="Times New Roman"/>
          <w:sz w:val="24"/>
          <w:lang w:val="uk-UA"/>
        </w:rPr>
      </w:pPr>
      <w:proofErr w:type="spellStart"/>
      <w:r w:rsidRPr="00091508">
        <w:rPr>
          <w:rFonts w:ascii="Times New Roman" w:eastAsia="Calibri" w:hAnsi="Times New Roman" w:cs="Times New Roman"/>
          <w:sz w:val="24"/>
        </w:rPr>
        <w:t>Сільський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 голова                                                                       </w:t>
      </w:r>
      <w:proofErr w:type="spellStart"/>
      <w:r>
        <w:rPr>
          <w:rFonts w:ascii="Times New Roman" w:eastAsia="Calibri" w:hAnsi="Times New Roman" w:cs="Times New Roman"/>
          <w:sz w:val="24"/>
        </w:rPr>
        <w:t>Валерій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МИХАЛЮК</w:t>
      </w:r>
    </w:p>
    <w:sectPr w:rsidR="001C6714" w:rsidRPr="00766CD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CD5"/>
    <w:rsid w:val="001C6714"/>
    <w:rsid w:val="0031310A"/>
    <w:rsid w:val="00766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CD5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766CD5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766CD5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766CD5"/>
    <w:rPr>
      <w:rFonts w:ascii="Consolas" w:hAnsi="Consolas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CD5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766CD5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766CD5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766CD5"/>
    <w:rPr>
      <w:rFonts w:ascii="Consolas" w:hAnsi="Consolas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3</TotalTime>
  <Pages>1</Pages>
  <Words>259</Words>
  <Characters>1479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2021-09-13T10:35:00Z</dcterms:created>
  <dcterms:modified xsi:type="dcterms:W3CDTF">2021-09-14T12:28:00Z</dcterms:modified>
</cp:coreProperties>
</file>