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51E2" w:rsidRPr="003B50D1" w:rsidRDefault="008851E2" w:rsidP="008851E2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8851E2" w:rsidRPr="003B50D1" w:rsidRDefault="008851E2" w:rsidP="008851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234E38" wp14:editId="3A7CA6EA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000" name="Группа 220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00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0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1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9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851E2" w:rsidRDefault="008851E2" w:rsidP="008851E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0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CHDsAA&#10;AADeAAAADwAAAGRycy9kb3ducmV2LnhtbESPzQrCMBCE74LvEFbwpqkVVKpRRFQ8COLffWnWtths&#10;ShO1vr0RBI/DzHzDzBaNKcWTaldYVjDoRyCIU6sLzhRczpveBITzyBpLy6TgTQ4W83Zrhom2Lz7S&#10;8+QzESDsElSQe18lUro0J4Oubyvi4N1sbdAHWWdS1/gKcFPKOIpG0mDBYSHHilY5pffTwyiww+1u&#10;f83i43DNY8/Lw+R2bfZKdTvNcgrCU+P/4V97pxXEATmA751wBeT8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FCHDsAAAADeAAAADwAAAAAAAAAAAAAAAACYAgAAZHJzL2Rvd25y&#10;ZXYueG1sUEsFBgAAAAAEAAQA9QAAAIU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kar2sgA&#10;AADeAAAADwAAAGRycy9kb3ducmV2LnhtbESPQUvDQBSE74L/YXmCl9JumkPV2E2QQtrqodBa8PrI&#10;PrPR7Nuwu7axv94VBI/DzHzDLKvR9uJEPnSOFcxnGQjixumOWwXH13p6DyJEZI29Y1LwTQGq8vpq&#10;iYV2Z97T6RBbkSAcClRgYhwKKUNjyGKYuYE4ee/OW4xJ+lZqj+cEt73Ms2whLXacFgwOtDLUfB6+&#10;rIKPemfeVneXtZ887OkyqV82/fNCqdub8ekRRKQx/of/2lutIE/IHH7vpCsgy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eRqvayAAAAN4AAAAPAAAAAAAAAAAAAAAAAJgCAABk&#10;cnMvZG93bnJldi54bWxQSwUGAAAAAAQABAD1AAAAjQ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mqQMQA&#10;AADeAAAADwAAAGRycy9kb3ducmV2LnhtbESP3WrCQBSE7wt9h+UI3pS6qQGR1FVCaURyI/48wCF7&#10;zAazZ0N2NfHt3ULBy2FmvmFWm9G24k69bxwr+JolIIgrpxuuFZxPxecShA/IGlvHpOBBHjbr97cV&#10;ZtoNfKD7MdQiQthnqMCE0GVS+sqQRT9zHXH0Lq63GKLsa6l7HCLctnKeJAtpseG4YLCjH0PV9Xiz&#10;cWSf4r68DKdiO+KAv6Xhj/yg1HQy5t8gAo3hFf5v77SCeUSm8HcnXgG5f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8ZqkD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QnDsYA&#10;AADeAAAADwAAAGRycy9kb3ducmV2LnhtbESPQUsDMRSE70L/Q3iCN5t1qa2sTUupCiJ4aCuU3h6b&#10;193FzUtInt313xtB8DjMzDfMcj26Xl0ops6zgbtpAYq49rbjxsDH4eX2AVQSZIu9ZzLwTQnWq8nV&#10;EivrB97RZS+NyhBOFRpoRUKldapbcpimPhBn7+yjQ8kyNtpGHDLc9bosirl22HFeaDHQtqX6c//l&#10;DLwPz+FtMb8/h1OclTo9WTluxZib63HzCEpolP/wX/vVGigzcga/d/IV0K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XQnDs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yXr8MA&#10;AADeAAAADwAAAGRycy9kb3ducmV2LnhtbESP0YrCMBRE3xf8h3AFXxZNVVykNorIKuKLqPsBl+a2&#10;KTY3pcna+vdmYcHHYWbOMNmmt7V4UOsrxwqmkwQEce50xaWCn9t+vAThA7LG2jEpeJKHzXrwkWGq&#10;XccXelxDKSKEfYoKTAhNKqXPDVn0E9cQR69wrcUQZVtK3WIX4baWsyT5khYrjgsGG9oZyu/XXxtH&#10;znM8n4rutj/02OH3yfDn9qLUaNhvVyAC9eEd/m8ftYJZRC7g7068AnL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7yXr8MAAADe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oc4sUA&#10;AADeAAAADwAAAGRycy9kb3ducmV2LnhtbESPQUsDMRSE74L/ITzBm8261FbWpkVqBRE8tBVKb4/N&#10;6+7i5iUkz+76701B8DjMzDfMYjW6Xp0pps6zgftJAYq49rbjxsDn/vXuEVQSZIu9ZzLwQwlWy+ur&#10;BVbWD7yl804alSGcKjTQioRK61S35DBNfCDO3slHh5JlbLSNOGS463VZFDPtsOO80GKgdUv11+7b&#10;GfgYNuF9Pns4hWOcljq9WDmsxZjbm/H5CZTQKP/hv/abNVBekHC5k6+AXv4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6hzi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KOkkMYA&#10;AADeAAAADwAAAGRycy9kb3ducmV2LnhtbESPQWsCMRSE7wX/Q3gFL6LZWrRlaxQthAoKUi30+tg8&#10;d5duXpYkutt/3whCj8PMfMMsVr1txJV8qB0reJpkIIgLZ2ouFXyd9PgVRIjIBhvHpOCXAqyWg4cF&#10;5sZ1/EnXYyxFgnDIUUEVY5tLGYqKLIaJa4mTd3beYkzSl9J47BLcNnKaZXNpsea0UGFL7xUVP8eL&#10;VbA5dOWzHxWb3u3OH98zrY3ea6WGj/36DUSkPv6H7+2tUTBNyBe43UlX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KOkk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Qx6HcQA&#10;AADeAAAADwAAAGRycy9kb3ducmV2LnhtbESPwWrDMAyG74O9g9Fgt9Vp2EZJ65ayERhll7V9ABGr&#10;cdpYDrabZm9fHQY7il//J32rzeR7NVJMXWAD81kBirgJtuPWwPFQvyxApYxssQ9MBn4pwWb9+LDC&#10;yoYb/9C4z60SCKcKDbich0rr1DjymGZhIJbsFKLHLGNstY14E7jvdVkU79pjx3LB4UAfjprL/uoN&#10;1Lvye7xcbazDdnr19ObOi09nzPPTtF2CyjTl/+W/9pc1UApS/hUdUQG9v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kMeh3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CVecYA&#10;AADeAAAADwAAAGRycy9kb3ducmV2LnhtbESPQWsCMRSE7wX/Q3gFL6LZWpR2axQthAoKUi30+tg8&#10;d5duXpYkutt/3whCj8PMfMMsVr1txJV8qB0reJpkIIgLZ2ouFXyd9PgFRIjIBhvHpOCXAqyWg4cF&#10;5sZ1/EnXYyxFgnDIUUEVY5tLGYqKLIaJa4mTd3beYkzSl9J47BLcNnKaZXNpsea0UGFL7xUVP8eL&#10;VbA5dOWzHxWb3u3OH98zrY3ea6WGj/36DUSkPv6H7+2tUTBNyFe43UlXQC7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CVec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PgxsIA&#10;AADeAAAADwAAAGRycy9kb3ducmV2LnhtbESPzYrCMBSF98K8Q7gD7jS16CDVKDJDQcTNqA9waa5N&#10;tbkpSaz17c1iYJaH88e33g62FT350DhWMJtmIIgrpxuuFVzO5WQJIkRkja1jUvCiANvNx2iNhXZP&#10;/qX+FGuRRjgUqMDE2BVShsqQxTB1HXHyrs5bjEn6WmqPzzRuW5ln2Ze02HB6MNjRt6HqfnpYBeUh&#10;P/b3h/al2w1zSwtzW/4Ypcafw24FItIQ/8N/7b1WkOfZLAEknIQCcvM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So+DG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HbtcMA&#10;AADeAAAADwAAAGRycy9kb3ducmV2LnhtbESP0YrCMBRE3wX/IVzBN03aVZFqlGXBRR+3+gGX5toW&#10;m5tuk7X1740g7OMwM2eY7X6wjbhT52vHGpK5AkFcOFNzqeFyPszWIHxANtg4Jg0P8rDfjUdbzIzr&#10;+YfueShFhLDPUEMVQptJ6YuKLPq5a4mjd3WdxRBlV0rTYR/htpGpUitpsea4UGFLXxUVt/zPalg8&#10;+u/ffHlTB2MpOX20Jw7FUuvpZPjcgAg0hP/wu300GtJUJQm87sQrIH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Hbt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FTbcUA&#10;AADeAAAADwAAAGRycy9kb3ducmV2LnhtbESPT2vCQBTE7wW/w/KE3urGPYQ2uopUFOnJptbzI/tM&#10;QrNvQ3bNn2/vFgo9DjPzG2a9HW0jeup87VjDcpGAIC6cqbnUcPk6vLyC8AHZYOOYNEzkYbuZPa0x&#10;M27gT+rzUIoIYZ+hhiqENpPSFxVZ9AvXEkfv5jqLIcqulKbDIcJtI1WSpNJizXGhwpbeKyp+8rvV&#10;cE+v6sK3D3PO99PxbX/Yefldav08H3crEIHG8B/+a5+MBqWSpYLfO/EKyM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8VNt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JG68gA&#10;AADeAAAADwAAAGRycy9kb3ducmV2LnhtbESPT2vCQBTE74V+h+UVeqsbowSNrqJCoXpQ6p+Dt9fs&#10;axLNvo3ZrcZv3xUKPQ4z8xtmPG1NJa7UuNKygm4nAkGcWV1yrmC/e38bgHAeWWNlmRTcycF08vw0&#10;xlTbG3/SdetzESDsUlRQeF+nUrqsIIOuY2vi4H3bxqAPssmlbvAW4KaScRQl0mDJYaHAmhYFZeft&#10;j1Fw2AyS4Wa+7J9W6y/sGX056jJR6vWlnY1AeGr9f/iv/aEVxHHU7cHjTrgCcvIL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N0kbr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sJJC8UA&#10;AADeAAAADwAAAGRycy9kb3ducmV2LnhtbESPT4vCMBTE78J+h/AWvGlqV6RUo6zK6uLJf+D10Tzb&#10;ss1LaaJWP71ZEDwOM/MbZjJrTSWu1LjSsoJBPwJBnFldcq7gePjpJSCcR9ZYWSYFd3Iwm350Jphq&#10;e+MdXfc+FwHCLkUFhfd1KqXLCjLo+rYmDt7ZNgZ9kE0udYO3ADeVjKNoJA2WHBYKrGlRUPa3vxgF&#10;j9EJt24dz5df2tN9mKzsZrtSqvvZfo9BeGr9O/xq/2oFcRwNhvB/J1wBOX0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+wkkLxQAAAN4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7eFPsQA&#10;AADeAAAADwAAAGRycy9kb3ducmV2LnhtbESP0YrCMBRE34X9h3CFfdPUorJWoyziwr6pdT/g0lzT&#10;YnNTm6hdv94Igo/DzJxhFqvO1uJKra8cKxgNExDEhdMVGwV/h5/BFwgfkDXWjknBP3lYLT96C8y0&#10;u/GernkwIkLYZ6igDKHJpPRFSRb90DXE0Tu61mKIsjVSt3iLcFvLNEmm0mLFcaHEhtYlFaf8YhWc&#10;XTrRXb7B7Wkz21XGjM/3/Vipz373PQcRqAvv8Kv9qxWkaTKawPNOvAJ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3hT7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sbNMIA&#10;AADeAAAADwAAAGRycy9kb3ducmV2LnhtbERPPW/CMBDdkfgP1iGxFYdUhDTFIFoJiRXagfFqH0lK&#10;fA6xC4Ffj4dKjE/ve7HqbSMu1PnasYLpJAFBrJ2puVTw/bV5yUH4gGywcUwKbuRhtRwOFlgYd+Ud&#10;XfahFDGEfYEKqhDaQkqvK7LoJ64ljtzRdRZDhF0pTYfXGG4bmSZJJi3WHBsqbOmzIn3a/1kF2/qH&#10;Zpk+vtn8Q+8O93N4nf8apcajfv0OIlAfnuJ/99YoSNMsj3vjnXgF5P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Sxs0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ZHeMIA&#10;AADeAAAADwAAAGRycy9kb3ducmV2LnhtbERPXWvCMBR9F/Yfwh3sTdP1QbQaZQqCY1OwyvZ6ae6a&#10;suamNLHWf28EwcfzzZkve1uLjlpfOVbwPkpAEBdOV1wqOB03wwkIH5A11o5JwZU8LBcvgzlm2l34&#10;QF0eShFL2GeowITQZFL6wpBFP3INcdT+XGsxRNiWUrd4ieW2lmmSjKXFiuOCwYbWhor//GwVdLi/&#10;Jr9mtZt+Vt9Ful/9fOnIq7fX/mMGIlAfnuZHeqsVpOl4MoX7nXgF5OI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Jkd4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inosMA&#10;AADeAAAADwAAAGRycy9kb3ducmV2LnhtbESPPU/DMBCGd6T+B+sqsVGnHioIdSuE1IoRAgPjEV/j&#10;lPgusk0T+PV4QGJ89X7p2e7nMKgLxdQLW1ivKlDErbieOwtvr4ebW1ApIzschMnCNyXY7xZXW6yd&#10;TPxClyZ3qoxwqtGCz3mstU6tp4BpJSNx8U4SA+YiY6ddxKmMh0GbqtrogD2XB48jPXpqP5uvYGE6&#10;th9nc3p3/ieOcmie5WwGsfZ6OT/cg8o05//wX/vJWTBmc1cACk5BAb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ino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3wSLsgA&#10;AADeAAAADwAAAGRycy9kb3ducmV2LnhtbESPS2/CMBCE75X6H6yt1FtxyIFHwCAKRUKoFeJ1X+Il&#10;SWuvo9iF8O8xUqUeRzPzjWY8ba0RF2p85VhBt5OAIM6drrhQcNgv3wYgfEDWaByTght5mE6en8aY&#10;aXflLV12oRARwj5DBWUIdSalz0uy6DuuJo7e2TUWQ5RNIXWD1wi3RqZJ0pMWK44LJdY0Lyn/2f1a&#10;BcvNwnynX9vZUYb5R/9kBuv3xadSry/tbAQiUBv+w3/tlVaQpr1hFx534hW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7fBIu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FhRzccA&#10;AADeAAAADwAAAGRycy9kb3ducmV2LnhtbESPQWvCQBSE7wX/w/IEL6VuTKnYmFVEEC1UsCr0+pJ9&#10;JsHs25BdY/rvu4WCx2FmvmHSZW9q0VHrKssKJuMIBHFudcWFgvNp8zID4TyyxtoyKfghB8vF4CnF&#10;RNs7f1F39IUIEHYJKii9bxIpXV6SQTe2DXHwLrY16INsC6lbvAe4qWUcRVNpsOKwUGJD65Ly6/Fm&#10;FHSHz6zYda75uM6e3dtrtt3u9bdSo2G/moPw1PtH+L+90wriePoew9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YUc3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iKS8gA&#10;AADeAAAADwAAAGRycy9kb3ducmV2LnhtbESPT2sCMRTE7wW/Q3iCt5p1bUVXo2ih0Euh/jno7bl5&#10;7i5uXrZJqls/vSkUPA4z8xtmtmhNLS7kfGVZwaCfgCDOra64ULDbvj+PQfiArLG2TAp+ycNi3nma&#10;Yabtldd02YRCRAj7DBWUITSZlD4vyaDv24Y4eifrDIYoXSG1w2uEm1qmSTKSBiuOCyU29FZSft78&#10;GAWryXj1/fXCn7f18UCH/fH8mrpEqV63XU5BBGrDI/zf/tAK0nQ0GcLfnXgF5P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CeIpLyAAAAN4AAAAPAAAAAAAAAAAAAAAAAJgCAABk&#10;cnMvZG93bnJldi54bWxQSwUGAAAAAAQABAD1AAAAjQMAAAAA&#10;" fillcolor="black" stroked="f"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IcP8gA&#10;AADe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Gn29ADXO/EK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kUhw/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zUlscA&#10;AADeAAAADwAAAGRycy9kb3ducmV2LnhtbESPQWsCMRSE74X+h/AKvWnWBcWuRpGWYi8eqi29PjbP&#10;zbqbl20SdfXXm4LQ4zAz3zDzZW9bcSIfascKRsMMBHHpdM2Vgq/d+2AKIkRkja1jUnChAMvF48Mc&#10;C+3O/EmnbaxEgnAoUIGJsSukDKUhi2HoOuLk7Z23GJP0ldQezwluW5ln2URarDktGOzo1VDZbI9W&#10;gV/9vDVXPn432XVzCetD/ztFo9TzU7+agYjUx//wvf2hFeT55GUMf3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1M1Jb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/8qscA&#10;AADeAAAADwAAAGRycy9kb3ducmV2LnhtbESP3WrCQBSE74W+w3IKvZG6MRepRlcpQqGgFPx5gNPs&#10;MQndPRuypxp9+m6h0MthZr5hluvBO3WhPraBDUwnGSjiKtiWawOn49vzDFQUZIsuMBm4UYT16mG0&#10;xNKGK+/pcpBaJQjHEg00Il2pdawa8hgnoSNO3jn0HiXJvta2x2uCe6fzLCu0x5bTQoMdbRqqvg7f&#10;3oDLP918+xJ3cjvpXXb3sh9/WGOeHofXBSihQf7Df+13ayDPi3kBv3fSF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7v/Kr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MYa8cA&#10;AADeAAAADwAAAGRycy9kb3ducmV2LnhtbESPzW7CMBCE75X6DtZW4lYccqAlxSB+hJRLDw1UXJd4&#10;G0e111FsIPD0daVKPY5m5hvNfDk4Ky7Uh9azgsk4A0Fce91yo+Cw3z2/gggRWaP1TApuFGC5eHyY&#10;Y6H9lT/oUsVGJAiHAhWYGLtCylAbchjGviNO3pfvHcYk+0bqHq8J7qzMs2wqHbacFgx2tDFUf1dn&#10;p2BbdTY/lGYdjp/vp5Mt7zs6bpUaPQ2rNxCRhvgf/muXWkGeT2cv8HsnX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ZzGGv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uk+L8IA&#10;AADeAAAADwAAAGRycy9kb3ducmV2LnhtbERPPW/CMBDdK/EfrENiKzYZ0hIwCKEiITGVwsB2so8k&#10;EJ+j2CXh3+OhUsen971cD64RD+pC7VnDbKpAEBtvay41nH52758gQkS22HgmDU8KsF6N3pZYWN/z&#10;Nz2OsRQphEOBGqoY20LKYCpyGKa+JU7c1XcOY4JdKW2HfQp3jcyUyqXDmlNDhS1tKzL346/TcNvJ&#10;gzcKzfl07vf24/KVU6O0noyHzQJEpCH+i//ce6shy/J52pvupCs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6T4v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1o08YA&#10;AADeAAAADwAAAGRycy9kb3ducmV2LnhtbESPT4vCMBTE78J+h/AW9qapXRDtGkUFQVb24B9kj8/m&#10;2ZY2LyWJ2v32ZkHwOMzMb5jpvDONuJHzlWUFw0ECgji3uuJCwfGw7o9B+ICssbFMCv7Iw3z21pti&#10;pu2dd3Tbh0JECPsMFZQhtJmUPi/JoB/Yljh6F+sMhihdIbXDe4SbRqZJMpIGK44LJba0Kimv91ej&#10;4Pe65cvP5/fCLcPJdgdfp+dxrdTHe7f4AhGoC6/ws73RCtJ0NJnA/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E1o08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EGOJscA&#10;AADeAAAADwAAAGRycy9kb3ducmV2LnhtbESPy2oCMRSG94W+QzhCdzVxaL1MjVILhW4K3ha6O05O&#10;ZwYnJ9Mk1alPbxaCy5//xjedd7YRJ/Khdqxh0FcgiAtnai41bDefz2MQISIbbByThn8KMJ89Pkwx&#10;N+7MKzqtYynSCIccNVQxtrmUoajIYui7ljh5P85bjEn6UhqP5zRuG5kpNZQWa04PFbb0UVFxXP9Z&#10;DYvJePG7fOHvy+qwp/3ucHzNvNL6qde9v4GI1MV7+Nb+MhqybKQSQMJJKCB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BjibHAAAA3gAAAA8AAAAAAAAAAAAAAAAAmAIAAGRy&#10;cy9kb3ducmV2LnhtbFBLBQYAAAAABAAEAPUAAACMAwAAAAA=&#10;" fillcolor="black" stroked="f"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LsgF8YA&#10;AADeAAAADwAAAGRycy9kb3ducmV2LnhtbESPQUsDMRSE70L/Q3gFbzbbFVTWpmUplIqnbVW8vm5e&#10;N0s3L0sS0/XfG0HwOMzMN8xqM9lBJPKhd6xguShAELdO99wpeH/b3T2BCBFZ4+CYFHxTgM16drPC&#10;SrsrHygdYycyhEOFCkyMYyVlaA1ZDAs3Emfv7LzFmKXvpPZ4zXA7yLIoHqTFnvOCwZG2htrL8csq&#10;SKdtU9+nz2QOr77uvGv2H6dGqdv5VD+DiDTF//Bf+0UrKMvHYgm/d/IVkOs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LsgF8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MX6accA&#10;AADeAAAADwAAAGRycy9kb3ducmV2LnhtbESPQWvCQBSE70L/w/IKvenGHGwbXaVIFfVimwp6fGRf&#10;s6HZtyG7jam/3i0IHoeZ+YaZLXpbi45aXzlWMB4lIIgLpysuFRy+VsMXED4ga6wdk4I/8rCYPwxm&#10;mGl35k/q8lCKCGGfoQITQpNJ6QtDFv3INcTR+3atxRBlW0rd4jnCbS3TJJlIixXHBYMNLQ0VP/mv&#10;VeDHy/fjzl5eu9Pa8D7fmslHaZR6euzfpiAC9eEevrU3WkGaPicp/N+JV0DOr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zF+mn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851E2" w:rsidRDefault="008851E2" w:rsidP="008851E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51E2" w:rsidRPr="003B50D1" w:rsidRDefault="008851E2" w:rsidP="008851E2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8851E2" w:rsidRPr="003B50D1" w:rsidRDefault="008851E2" w:rsidP="008851E2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851E2" w:rsidRPr="003B50D1" w:rsidRDefault="008851E2" w:rsidP="008851E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8851E2" w:rsidRPr="003B50D1" w:rsidRDefault="008851E2" w:rsidP="008851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851E2" w:rsidRPr="003B50D1" w:rsidRDefault="008851E2" w:rsidP="008851E2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8851E2" w:rsidRPr="003B50D1" w:rsidRDefault="008851E2" w:rsidP="008851E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Шмат Л. В.</w:t>
      </w: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Шмат Л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851E2" w:rsidRPr="003B50D1" w:rsidRDefault="008851E2" w:rsidP="008851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Шмат Любові Володимирівні,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F7E8C" w:rsidRPr="003F7E8C">
        <w:rPr>
          <w:rFonts w:ascii="Times New Roman" w:eastAsia="Calibri" w:hAnsi="Times New Roman" w:cs="Times New Roman"/>
          <w:sz w:val="24"/>
        </w:rPr>
        <w:t>_</w:t>
      </w:r>
      <w:r w:rsidR="003F7E8C">
        <w:rPr>
          <w:rFonts w:ascii="Times New Roman" w:eastAsia="Calibri" w:hAnsi="Times New Roman" w:cs="Times New Roman"/>
          <w:sz w:val="24"/>
          <w:lang w:val="ru-RU"/>
        </w:rPr>
        <w:t>________________________________________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0,06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>
        <w:rPr>
          <w:rFonts w:ascii="Times New Roman" w:eastAsia="Calibri" w:hAnsi="Times New Roman" w:cs="Times New Roman"/>
          <w:sz w:val="24"/>
        </w:rPr>
        <w:t xml:space="preserve">будівництва та обслуговування житлового будинку, господарських будівель і споруд,  яка розташована Хмельницька область Шепетівський район, с. Крупець, вул. </w:t>
      </w:r>
      <w:proofErr w:type="spellStart"/>
      <w:r>
        <w:rPr>
          <w:rFonts w:ascii="Times New Roman" w:eastAsia="Calibri" w:hAnsi="Times New Roman" w:cs="Times New Roman"/>
          <w:sz w:val="24"/>
        </w:rPr>
        <w:t>О.Гуменюка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.</w:t>
      </w: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Шмат Л.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851E2" w:rsidRPr="003B50D1" w:rsidRDefault="008851E2" w:rsidP="008851E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851E2" w:rsidRPr="003B50D1" w:rsidRDefault="008851E2" w:rsidP="008851E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851E2" w:rsidRPr="003B50D1" w:rsidRDefault="008851E2" w:rsidP="008851E2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8851E2" w:rsidRDefault="008851E2" w:rsidP="008851E2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8851E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1E2"/>
    <w:rsid w:val="003F7E8C"/>
    <w:rsid w:val="008851E2"/>
    <w:rsid w:val="00980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E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1E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2022-02-11T13:41:00Z</dcterms:created>
  <dcterms:modified xsi:type="dcterms:W3CDTF">2022-02-14T07:44:00Z</dcterms:modified>
</cp:coreProperties>
</file>