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3A" w:rsidRPr="00DE6ED3" w:rsidRDefault="00F4253A" w:rsidP="00F4253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4253A" w:rsidRPr="00DE6ED3" w:rsidRDefault="00F4253A" w:rsidP="00F42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4253A" w:rsidRPr="00DE6ED3" w:rsidRDefault="00F4253A" w:rsidP="00F42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53A" w:rsidRDefault="00F4253A" w:rsidP="00F425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253A" w:rsidRDefault="00F4253A" w:rsidP="00F425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F4253A" w:rsidRPr="00DE6ED3" w:rsidRDefault="00F4253A" w:rsidP="00F425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F4253A" w:rsidRPr="00DE6ED3" w:rsidRDefault="00F4253A" w:rsidP="00F425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F4253A" w:rsidRPr="00DE6ED3" w:rsidRDefault="00F4253A" w:rsidP="00F4253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F4253A" w:rsidRPr="00DE6ED3" w:rsidRDefault="00F4253A" w:rsidP="00F4253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F4253A" w:rsidRPr="00DE6ED3" w:rsidRDefault="00F4253A" w:rsidP="00F425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F4253A" w:rsidRPr="00DE6ED3" w:rsidRDefault="00F4253A" w:rsidP="00F425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F4253A" w:rsidRPr="00DE6ED3" w:rsidRDefault="00F4253A" w:rsidP="00F425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С.А.</w:t>
      </w: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253A" w:rsidRPr="00DE6ED3" w:rsidRDefault="00F4253A" w:rsidP="00F4253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Андріївні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0,0343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4253A" w:rsidRPr="00DE6ED3" w:rsidRDefault="00F4253A" w:rsidP="00F425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Андріївні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AB0B61" w:rsidRPr="00AB0B61">
        <w:rPr>
          <w:rFonts w:ascii="Times New Roman" w:eastAsia="Calibri" w:hAnsi="Times New Roman" w:cs="Times New Roman"/>
          <w:sz w:val="24"/>
        </w:rPr>
        <w:t>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AB0B61" w:rsidRPr="00AB0B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0,0343 га, кадастровий номер: 6823984000:01:015:0032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4253A" w:rsidRPr="00DE6ED3" w:rsidRDefault="00F4253A" w:rsidP="00F425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4253A" w:rsidRPr="00DE6ED3" w:rsidRDefault="00F4253A" w:rsidP="00F425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4253A" w:rsidRPr="00DE6ED3" w:rsidRDefault="00F4253A" w:rsidP="00F425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253A" w:rsidRPr="00F4253A" w:rsidRDefault="00F4253A" w:rsidP="00F4253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822BD" w:rsidRPr="00F4253A" w:rsidRDefault="00F4253A" w:rsidP="00F425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8822BD" w:rsidRPr="00F425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3A"/>
    <w:rsid w:val="00171A2E"/>
    <w:rsid w:val="00304C90"/>
    <w:rsid w:val="00505B6D"/>
    <w:rsid w:val="006D3977"/>
    <w:rsid w:val="007D6C18"/>
    <w:rsid w:val="008822BD"/>
    <w:rsid w:val="00AB0B61"/>
    <w:rsid w:val="00D1641A"/>
    <w:rsid w:val="00F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2021-03-17T09:26:00Z</dcterms:created>
  <dcterms:modified xsi:type="dcterms:W3CDTF">2021-03-17T09:32:00Z</dcterms:modified>
</cp:coreProperties>
</file>