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25" w:rsidRPr="004573CE" w:rsidRDefault="00F82225" w:rsidP="00F82225">
      <w:pPr>
        <w:tabs>
          <w:tab w:val="right" w:pos="9354"/>
        </w:tabs>
        <w:spacing w:after="0" w:line="240" w:lineRule="auto"/>
        <w:jc w:val="right"/>
        <w:rPr>
          <w:rFonts w:ascii="Times New Roman" w:hAnsi="Times New Roman"/>
          <w:color w:val="FF0000"/>
        </w:rPr>
      </w:pPr>
      <w:r w:rsidRPr="004573CE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45720</wp:posOffset>
                </wp:positionV>
                <wp:extent cx="384175" cy="628015"/>
                <wp:effectExtent l="0" t="0" r="0" b="635"/>
                <wp:wrapNone/>
                <wp:docPr id="928" name="Группа 30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175" cy="628015"/>
                          <a:chOff x="0" y="0"/>
                          <a:chExt cx="1142" cy="1718"/>
                        </a:xfrm>
                      </wpg:grpSpPr>
                      <wps:wsp>
                        <wps:cNvPr id="9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081" o:spid="_x0000_s1026" style="position:absolute;margin-left:226.15pt;margin-top:3.6pt;width:30.25pt;height:49.4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dECsUA&#10;AADcAAAADwAAAGRycy9kb3ducmV2LnhtbESPzWrDMBCE74W+g9hCb41cG1rHiRJCaUsOgWInvi/W&#10;+odaK2OpjvP2USGQ4zAz3zDr7Wx6MdHoOssKXhcRCOLK6o4bBafj10sKwnlkjb1lUnAhB9vN48Ma&#10;M23PnNNU+EYECLsMFbTeD5mUrmrJoFvYgTh4tR0N+iDHRuoRzwFuehlH0Zs02HFYaHGgj5aq3+LP&#10;KLDJ9/5QNnGefPK7591PWpfzQannp3m3AuFp9vfwrb3XCpbxEv7PhCMgN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0QK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TlVcQA&#10;AADcAAAADwAAAGRycy9kb3ducmV2LnhtbERPTWsCMRC9C/6HMEIvUrOtoHVrFBG2rR4EbaHXYTPd&#10;bN1MliTV1V/fHASPj/c9X3a2ESfyoXas4GmUgSAuna65UvD1WTy+gAgRWWPjmBRcKMBy0e/NMdfu&#10;zHs6HWIlUgiHHBWYGNtcylAashhGriVO3I/zFmOCvpLa4zmF20Y+Z9lEWqw5NRhsaW2oPB7+rILf&#10;Yme+19Prmx/O9nQdFtv3ZjNR6mHQrV5BROriXXxzf2gFs3Gan86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U5VX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KVxsMA&#10;AADcAAAADwAAAGRycy9kb3ducmV2LnhtbESP3WrCQBCF7wu+wzKCN0U3MVA0ukqQWkpuxJ8HGLJj&#10;NpidDdmtSd++Wyj08nB+Ps52P9pWPKn3jWMF6SIBQVw53XCt4HY9zlcgfEDW2DomBd/kYb+bvGwx&#10;127gMz0voRZxhH2OCkwIXS6lrwxZ9AvXEUfv7nqLIcq+lrrHIY7bVi6T5E1abDgSDHZ0MFQ9Ll82&#10;Qk4Znsr7cD1+jDjge2n4tTgrNZuOxQZEoDH8h//an1rBOkv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KVx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lSbsUA&#10;AADc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ri/LuH3TD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aVJu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uKsIA&#10;AADcAAAADwAAAGRycy9kb3ducmV2LnhtbESP3YrCMBCF74V9hzALeyNrulsQtxpFFhXxRqo+wNCM&#10;TbGZlCba+vZGELw8nJ+PM1v0thY3an3lWMHPKAFBXDhdcangdFx/T0D4gKyxdkwK7uRhMf8YzDDT&#10;ruOcbodQijjCPkMFJoQmk9IXhiz6kWuIo3d2rcUQZVtK3WIXx20tf5NkLC1WHAkGG/o3VFwOVxsh&#10;+xT3u3N3XG967HC1Mzxc5kp9ffbLKYhAfXiHX+2tVvCXpv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PK4q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vgcYA&#10;AADcAAAADwAAAGRycy9kb3ducmV2LnhtbESPQUsDMRSE70L/Q3gFbzZrrVXXpqVUBSl4sC2It8fm&#10;dXfp5iUkz+76740geBxm5htmsRpcp84UU+vZwPWkAEVcedtybeCwf7m6B5UE2WLnmQx8U4LVcnSx&#10;wNL6nt/pvJNaZQinEg00IqHUOlUNOUwTH4izd/TRoWQZa20j9hnuOj0tirl22HJeaDDQpqHqtPty&#10;Bt7657C9m98ew2ecTXV6svKxEWMux8P6EZTQIP/hv/arNfBwM4PfM/kI6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xvgcYAAADc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s2C8UA&#10;AADcAAAADwAAAGRycy9kb3ducmV2LnhtbESPQWsCMRSE7wX/Q3iCF6lZFUu7NYoKwUILpSr0+tg8&#10;d5duXpYkuuu/bwpCj8PMfMMs171txJV8qB0rmE4yEMSFMzWXCk5H/fgMIkRkg41jUnCjAOvV4GGJ&#10;uXEdf9H1EEuRIBxyVFDF2OZShqIii2HiWuLknZ23GJP0pTQeuwS3jZxl2ZO0WHNaqLClXUXFz+Fi&#10;FWw/u3Lux8W2d+/n/fdCa6M/tFKjYb95BRGpj//he/vNKHiZL+D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zYL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VM+cQA&#10;AADcAAAADwAAAGRycy9kb3ducmV2LnhtbESPUWvCMBSF34X9h3AHe9NUN8XVRhGlMIYvc/sBl+ba&#10;1DY3JYm1+/fLYLDHwznnO5xiN9pODORD41jBfJaBIK6cbrhW8PVZTtcgQkTW2DkmBd8UYLd9mBSY&#10;a3fnDxrOsRYJwiFHBSbGPpcyVIYshpnriZN3cd5iTNLXUnu8J7jt5CLLVtJiw2nBYE8HQ1V7vlkF&#10;5fviNLQ37Uu3H18sLc11fTRKPT2O+w2ISGP8D/+137SC1+cV/J5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FTPn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N58YA&#10;AADcAAAADwAAAGRycy9kb3ducmV2LnhtbESPQWsCMRSE7wX/Q3iCl6LZKrV1NUothAotSLXg9bF5&#10;7i5uXpYkdbf/3hQKPQ4z8w2z2vS2EVfyoXas4GGSgSAunKm5VPB11ONnECEiG2wck4IfCrBZD+5W&#10;mBvX8SddD7EUCcIhRwVVjG0uZSgqshgmriVO3tl5izFJX0rjsUtw28hpls2lxZrTQoUtvVZUXA7f&#10;VsF235Uzf19se/d+fjs9am30h1ZqNOxfliAi9fE//NfeGQWL2RP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KUN5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Z9EMAA&#10;AADcAAAADwAAAGRycy9kb3ducmV2LnhtbERP3WrCMBS+H+wdwhl4N9OpG1qNIpOCyG7W7QEOzbGp&#10;NiclibW+vbkQvPz4/lebwbaiJx8axwo+xhkI4srphmsF/3/F+xxEiMgaW8ek4EYBNuvXlxXm2l35&#10;l/oy1iKFcMhRgYmxy6UMlSGLYew64sQdnbcYE/S11B6vKdy2cpJlX9Jiw6nBYEffhqpzebEKisPk&#10;pz9ftC/cdphZ+jSn+c4oNXobtksQkYb4FD/ce61gMU1r05l0BO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Z9EM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GtSMEA&#10;AADcAAAADwAAAGRycy9kb3ducmV2LnhtbESP0YrCMBRE3wX/IVzBN5uq66LVKCIo66NdP+DSXNti&#10;c1ObaOvfG0HwcZiZM8xq05lKPKhxpWUF4ygGQZxZXXKu4Py/H81BOI+ssbJMCp7kYLPu91aYaNvy&#10;iR6pz0WAsEtQQeF9nUjpsoIMusjWxMG72MagD7LJpW6wDXBTyUkc/0qDJYeFAmvaFZRd07tR8PNs&#10;D7d0do332tD4OK2P7LOZUsNBt12C8NT5b/jT/tMKFtMFvM+EI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xrUj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aE3b0A&#10;AADcAAAADwAAAGRycy9kb3ducmV2LnhtbERPyw7BQBTdS/zD5ErsmBIRyhAhRKyox/qmc7WNzp2m&#10;M6i/NwuJ5cl5z5eNKcWLaldYVjDoRyCIU6sLzhRcztveBITzyBpLy6TgQw6Wi3ZrjrG2bz7RK/GZ&#10;CCHsYlSQe1/FUro0J4OubyviwN1tbdAHWGdS1/gO4aaUwygaS4MFh4YcK1rnlD6Sp1HwHN+GF74f&#10;9DHZfHbTzXbl5DVTqttpVjMQnhr/F//ce61gOgrzw5lwBOTiC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8aE3b0AAADc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NGVMYA&#10;AADcAAAADwAAAGRycy9kb3ducmV2LnhtbESPQWvCQBSE7wX/w/IEb3WjlaDRVVQoWA8VbXvo7Zl9&#10;JtHs25jdavrvXUHwOMzMN8xk1phSXKh2hWUFvW4Egji1uuBMwffX++sQhPPIGkvLpOCfHMymrZcJ&#10;JtpeeUuXnc9EgLBLUEHufZVI6dKcDLqurYiDd7C1QR9knUld4zXATSn7URRLgwWHhRwrWuaUnnZ/&#10;RsHPZhiPNouPwXH9ucc3o8+/uoiV6rSb+RiEp8Y/w4/2SisYDXpwPxOO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NGV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DRWM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vA8S+B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NFY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sJLcQA&#10;AADcAAAADwAAAGRycy9kb3ducmV2LnhtbESP0WrCQBRE3wv+w3IF35qNmopGV5FiwbfW6AdcstdN&#10;MHs3Zrea+vXdQsHHYWbOMKtNbxtxo87XjhWMkxQEcel0zUbB6fjxOgfhA7LGxjEp+CEPm/XgZYW5&#10;dnc+0K0IRkQI+xwVVCG0uZS+rMiiT1xLHL2z6yyGKDsjdYf3CLeNnKTpTFqsOS5U2NJ7ReWl+LYK&#10;rm7ypvtih5+X3eKrNia7Pg6ZUqNhv12CCNSHZ/i/vdcKFtkU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7CS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8DDsUA&#10;AADcAAAADwAAAGRycy9kb3ducmV2LnhtbESPS2/CMBCE75X4D9Yi9VYcKOWRxqC2UiWuPA4cF3vz&#10;KPE6xC6k/PoaCYnjaGa+0WTLztbiTK2vHCsYDhIQxNqZigsFu+33ywyED8gGa8ek4I88LBe9pwxT&#10;4y68pvMmFCJC2KeooAyhSaX0uiSLfuAa4ujlrrUYomwLaVq8RLit5ShJJtJixXGhxIa+StLHza9V&#10;sKoO9DbR+dzOPvV6fz2F1+mPUeq53328gwjUhUf43l4ZBfPxGG5n4hG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wMO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assEA&#10;AADcAAAADwAAAGRycy9kb3ducmV2LnhtbERPW2vCMBR+F/wP4Qh703SyDa1G0cHA4QXmRF8PzVlT&#10;bE5KE2v990YY+Pjd+abz1paiodoXjhW8DhIQxJnTBecKDr9f/REIH5A1lo5JwY08zGfdzhRT7a78&#10;Q80+5CKWsE9RgQmhSqX0mSGLfuAq4qj9udpiiLDOpa7xGsttKYdJ8iEtFhwXDFb0aSg77y9WQYO7&#10;W3Iyy+34u9hkw93yuNaRVy+9djEBEagNT/N/eqUVjN/e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TGrL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Uxy8QA&#10;AADcAAAADwAAAGRycy9kb3ducmV2LnhtbESPQUvDQBSE70L/w/IK3uymQYrGbkspVDxq9ODxmX3N&#10;pmbfC7vbJvrrXUHwOMzMN8x6O/leXSjETtjAclGAIm7EdtwaeHs93NyBignZYi9MBr4ownYzu1pj&#10;ZWXkF7rUqVUZwrFCAy6lodI6No48xoUMxNk7SvCYsgyttgHHDPe9LotipT12nBccDrR31HzWZ29g&#10;fGw+TuXx3brvMMihfpZT2Ysx1/Np9wAq0ZT+w3/tJ2vg/nY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VMc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ZccYA&#10;AADcAAAADwAAAGRycy9kb3ducmV2LnhtbESP3WoCMRSE7wu+QzgF72q2ImpXo1h/oIilaOv9cXPc&#10;XZucLJuo69ubgtDLYWa+YcbTxhpxodqXjhW8dhIQxJnTJecKfr5XL0MQPiBrNI5JwY08TCetpzGm&#10;2l15S5ddyEWEsE9RQRFClUrps4Is+o6riKN3dLXFEGWdS13jNcKtkd0k6UuLJceFAiuaF5T97s5W&#10;weprYU7dz+1sL8N8OTiY4fp9sVGq/dzMRiACNeE//Gh/aAVvvQH8nYlH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bZc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+qMQA&#10;AADcAAAADwAAAGRycy9kb3ducmV2LnhtbERPy2rCQBTdF/yH4QrdFJ3Yh8ToJEihaMGCRsHtNXNN&#10;gpk7ITON6d93FoUuD+e9ygbTiJ46V1tWMJtGIIgLq2suFZyOH5MYhPPIGhvLpOCHHGTp6GGFibZ3&#10;PlCf+1KEEHYJKqi8bxMpXVGRQTe1LXHgrrYz6APsSqk7vIdw08jnKJpLgzWHhgpbeq+ouOXfRkG/&#10;313Kbe/az1v85N5eLpvNlz4r9Tge1ksQngb/L/5zb7WCxWt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5Pqj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MaQ8YA&#10;AADcAAAADwAAAGRycy9kb3ducmV2LnhtbESPT2sCMRTE74LfIbxCb5qtaHFXo2ih4EXwTw/19tw8&#10;dxc3L9sk6rafvhEEj8PM/IaZzltTiys5X1lW8NZPQBDnVldcKPjaf/bGIHxA1lhbJgW/5GE+63am&#10;mGl74y1dd6EQEcI+QwVlCE0mpc9LMuj7tiGO3sk6gyFKV0jt8BbhppaDJHmXBiuOCyU29FFSft5d&#10;jIJlOl7+bIa8/tseD3T4Pp5HA5co9frSLiYgArXhGX60V1pBOkzhfiY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eMaQ8YAAADcAAAADwAAAAAAAAAAAAAAAACYAgAAZHJz&#10;L2Rvd25yZXYueG1sUEsFBgAAAAAEAAQA9QAAAIsDAAAAAA==&#10;" fillcolor="black" stroked="f"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KEG8MA&#10;AADcAAAADwAAAGRycy9kb3ducmV2LnhtbERPz2vCMBS+C/sfwhO8aaqguM5Y1m2CMD3odtjxrXlr&#10;Q5uX0kSt/vXLQfD48f1eZb1txJk6bxwrmE4SEMSF04ZLBd9fm/EShA/IGhvHpOBKHrL102CFqXYX&#10;PtD5GEoRQ9inqKAKoU2l9EVFFv3EtcSR+3OdxRBhV0rd4SWG20bOkmQhLRqODRW29FZRUR9PVsHP&#10;58IsD4Zmv7tb/qF38zrfv9dKjYb96wuIQH14iO/urVbwPI/z45l4BOT6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KEG8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MLbsUA&#10;AADcAAAADwAAAGRycy9kb3ducmV2LnhtbESPT2sCMRTE7wW/Q3hCb92shYrdGkUspb304J/S62Pz&#10;3Ky7eVmTqKuf3giFHoeZ+Q0znfe2FSfyoXasYJTlIIhLp2uuFGw3H08TECEia2wdk4ILBZjPBg9T&#10;LLQ784pO61iJBOFQoAITY1dIGUpDFkPmOuLk7Zy3GJP0ldQezwluW/mc52Npsea0YLCjpaGyWR+t&#10;Ar/4fW+ufPxp8uv3JXzu+8MEjVKPw37xBiJSH//Df+0vreD1ZQT3M+kI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wtu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zKAcUA&#10;AADcAAAADwAAAGRycy9kb3ducmV2LnhtbESP3WrCQBSE7wu+w3IEb0rdNNBWU1eRgiAoBX8e4DR7&#10;mgR3z4bsUaNP3y0UejnMzDfMbNF7py7UxSawgedxBoq4DLbhysDxsHqagIqCbNEFJgM3irCYDx5m&#10;WNhw5R1d9lKpBOFYoIFapC20jmVNHuM4tMTJ+w6dR0myq7Tt8Jrg3uk8y161x4bTQo0tfdRUnvZn&#10;b8DlX266eYtbuR31Nrt72T1+WmNGw375Dkqol//wX3ttDUxfcvg9k46An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vMoB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OkcYA&#10;AADcAAAADwAAAGRycy9kb3ducmV2LnhtbESPT2sCMRTE7wW/Q3gFbzVbi6XdGsU/CHvx0NXi9bl5&#10;3SxNXpZNqquf3hQKHoeZ+Q0znffOihN1ofGs4HmUgSCuvG64VrDfbZ7eQISIrNF6JgUXCjCfDR6m&#10;mGt/5k86lbEWCcIhRwUmxjaXMlSGHIaRb4mT9+07hzHJrpa6w3OCOyvHWfYqHTacFgy2tDJU/ZS/&#10;TsG6bO14X5hlOHxtj0dbXDd0WCs1fOwXHyAi9fEe/m8XWsH75AX+zq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3OkcYAAADc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ooocQA&#10;AADcAAAADwAAAGRycy9kb3ducmV2LnhtbESPQWsCMRSE7wX/Q3iCt5oorW1XsyJSQeipVg+9PZLX&#10;3dXNy7KJu+u/bwoFj8PMfMOs1oOrRUdtqDxrmE0VCGLjbcWFhuPX7vEVRIjIFmvPpOFGAdb56GGF&#10;mfU9f1J3iIVIEA4ZaihjbDIpgynJYZj6hjh5P751GJNsC2lb7BPc1XKu1EI6rDgtlNjQtiRzOVyd&#10;hvNOfnij0JyOp35vX77fF1QrrSfjYbMEEWmI9/B/e281vD0/wd+ZdARk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aKKH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yZLMUA&#10;AADcAAAADwAAAGRycy9kb3ducmV2LnhtbESPT4vCMBTE7wt+h/AEb2uqorjVKCoI4rIH/7Ds8W3z&#10;bEubl5JErd9+syB4HGbmN8x82Zpa3Mj50rKCQT8BQZxZXXKu4Hzavk9B+ICssbZMCh7kYbnovM0x&#10;1fbOB7odQy4ihH2KCooQmlRKnxVk0PdtQxy9i3UGQ5Qul9rhPcJNLYdJMpEGS44LBTa0KSirjlej&#10;4Of6yZev0X7l1uHbtidfDX+nlVK9bruagQjUhlf42d5pBR/jMfy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TJks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Y7MYA&#10;AADcAAAADwAAAGRycy9kb3ducmV2LnhtbESPQWvCQBSE7wX/w/IEb3WjqGiaVaog9CKo7aHeXrLP&#10;JJh9m+5uNfbXu4VCj8PMfMNkq8404krO15YVjIYJCOLC6ppLBR/v2+c5CB+QNTaWScGdPKyWvacM&#10;U21vfKDrMZQiQtinqKAKoU2l9EVFBv3QtsTRO1tnMETpSqkd3iLcNHKcJDNpsOa4UGFLm4qKy/Hb&#10;KFgv5uuv/YR3P4f8RKfP/DIdu0SpQb97fQERqAv/4b/2m1awmM7g90w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UY7MYAAADcAAAADwAAAAAAAAAAAAAAAACYAgAAZHJz&#10;L2Rvd25yZXYueG1sUEsFBgAAAAAEAAQA9QAAAIsDAAAAAA==&#10;" fillcolor="black" stroked="f"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LumcEA&#10;AADcAAAADwAAAGRycy9kb3ducmV2LnhtbERPyWrDMBC9F/oPYgq9NXJbCI0TJZhAaenJ2ch1Yk0s&#10;E2tkJFVx/z46BHp8vH2xGm0vEvnQOVbwOilAEDdOd9wq2O8+Xz5AhIissXdMCv4owGr5+LDAUrsr&#10;byhtYytyCIcSFZgYh1LK0BiyGCZuIM7c2XmLMUPfSu3xmsNtL9+KYiotdpwbDA60NtRctr9WQTqt&#10;6+o9HZPZ/Piq9a7+OpxqpZ6fxmoOItIY/8V397dWMJvmtflMPgJ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y7pnBAAAA3AAAAA8AAAAAAAAAAAAAAAAAmAIAAGRycy9kb3du&#10;cmV2LnhtbFBLBQYAAAAABAAEAPUAAACG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zMgMUA&#10;AADcAAAADwAAAGRycy9kb3ducmV2LnhtbESPQWvCQBSE7wX/w/IEb3VjD6GJriJii+2lNQp6fGSf&#10;2WD2bchuY9pf3y0UPA4z8w2zWA22ET11vnasYDZNQBCXTtdcKTgeXh6fQfiArLFxTAq+ycNqOXpY&#10;YK7djffUF6ESEcI+RwUmhDaX0peGLPqpa4mjd3GdxRBlV0nd4S3CbSOfkiSVFmuOCwZb2hgqr8WX&#10;VeBnm+3p3f5k/fnV8EfxZtLPyig1GQ/rOYhAQ7iH/9s7rSBLM/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fMyA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82225" w:rsidRPr="004573CE" w:rsidRDefault="00F82225" w:rsidP="00F8222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  <w:lang w:eastAsia="uk-UA"/>
        </w:rPr>
      </w:pP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F82225" w:rsidRPr="0059239A" w:rsidRDefault="00F82225" w:rsidP="00F8222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2225" w:rsidRDefault="00F82225" w:rsidP="00F822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8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2225" w:rsidRDefault="00F82225" w:rsidP="00F822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82225" w:rsidRPr="0059239A" w:rsidRDefault="00F82225" w:rsidP="00F82225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F82225" w:rsidRDefault="00F82225" w:rsidP="00F82225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ХХХХ</w:t>
      </w:r>
      <w:r>
        <w:rPr>
          <w:rFonts w:ascii="Times New Roman" w:hAnsi="Times New Roman"/>
          <w:lang w:val="en-US"/>
        </w:rPr>
        <w:t>I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F82225" w:rsidRPr="004573CE" w:rsidRDefault="00F82225" w:rsidP="00F82225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F82225" w:rsidRPr="004573CE" w:rsidRDefault="00F82225" w:rsidP="00F82225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23.09.2020р                                                                                                                            №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Цимбалюку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С.Ф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82225" w:rsidRPr="0059239A" w:rsidRDefault="00F82225" w:rsidP="00F82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82225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Цимбалюка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С.Ф.,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 </w:t>
      </w:r>
      <w:proofErr w:type="spellStart"/>
      <w:r>
        <w:rPr>
          <w:rFonts w:ascii="Times New Roman" w:hAnsi="Times New Roman"/>
          <w:sz w:val="24"/>
        </w:rPr>
        <w:t>Цимбалюку</w:t>
      </w:r>
      <w:proofErr w:type="spellEnd"/>
      <w:r>
        <w:rPr>
          <w:rFonts w:ascii="Times New Roman" w:hAnsi="Times New Roman"/>
          <w:sz w:val="24"/>
        </w:rPr>
        <w:t xml:space="preserve"> Сергію Федоровичу, який зареєстрований</w:t>
      </w:r>
      <w:r w:rsidRPr="0059239A">
        <w:rPr>
          <w:rFonts w:ascii="Times New Roman" w:hAnsi="Times New Roman"/>
          <w:sz w:val="24"/>
        </w:rPr>
        <w:t xml:space="preserve"> за адр</w:t>
      </w:r>
      <w:r>
        <w:rPr>
          <w:rFonts w:ascii="Times New Roman" w:hAnsi="Times New Roman"/>
          <w:sz w:val="24"/>
        </w:rPr>
        <w:t xml:space="preserve">есою: </w:t>
      </w:r>
      <w:r w:rsidR="00970BE9">
        <w:rPr>
          <w:rFonts w:ascii="Times New Roman" w:hAnsi="Times New Roman"/>
          <w:sz w:val="24"/>
        </w:rPr>
        <w:t>______________</w:t>
      </w:r>
      <w:r>
        <w:rPr>
          <w:rFonts w:ascii="Times New Roman" w:hAnsi="Times New Roman"/>
          <w:sz w:val="24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970BE9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0,4488га, кадастровий номер: 6823982100:01:013:0023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особистого селянського господарства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Цимбалюку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С.Ф.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2225" w:rsidRPr="0059239A" w:rsidRDefault="00F82225" w:rsidP="00F82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82225" w:rsidRDefault="00F82225" w:rsidP="00F8222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F82225" w:rsidRDefault="00F82225" w:rsidP="00F8222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F82225" w:rsidRDefault="00F82225" w:rsidP="00F8222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В.А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Михалюк</w:t>
      </w:r>
      <w:proofErr w:type="spellEnd"/>
    </w:p>
    <w:p w:rsidR="00F82225" w:rsidRDefault="00F82225" w:rsidP="00F8222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237072" w:rsidRDefault="00237072"/>
    <w:sectPr w:rsidR="002370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25"/>
    <w:rsid w:val="00171A2E"/>
    <w:rsid w:val="00237072"/>
    <w:rsid w:val="00304C90"/>
    <w:rsid w:val="00505B6D"/>
    <w:rsid w:val="006D3977"/>
    <w:rsid w:val="007D6C18"/>
    <w:rsid w:val="00970BE9"/>
    <w:rsid w:val="00D1641A"/>
    <w:rsid w:val="00F822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2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2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281</Words>
  <Characters>1605</Characters>
  <Application>Microsoft Office Word</Application>
  <DocSecurity>0</DocSecurity>
  <Lines>13</Lines>
  <Paragraphs>3</Paragraphs>
  <ScaleCrop>false</ScaleCrop>
  <Company>Microsoft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2020-09-17T15:27:00Z</dcterms:created>
  <dcterms:modified xsi:type="dcterms:W3CDTF">2020-09-17T15:53:00Z</dcterms:modified>
</cp:coreProperties>
</file>