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DF" w:rsidRDefault="00AD76DF" w:rsidP="00AD76D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DF" w:rsidRDefault="00AD76DF" w:rsidP="00AD7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76DF" w:rsidRDefault="00AD76DF" w:rsidP="00AD7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D76DF" w:rsidRDefault="00AD76DF" w:rsidP="00AD76D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6DF" w:rsidRDefault="00AD76DF" w:rsidP="00AD7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D76DF" w:rsidRDefault="00AD76DF" w:rsidP="00AD76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D76DF" w:rsidRPr="00EB4539" w:rsidRDefault="00AD76DF" w:rsidP="00AD76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76</w:t>
      </w:r>
    </w:p>
    <w:p w:rsidR="00AD76DF" w:rsidRPr="0024314B" w:rsidRDefault="00AD76DF" w:rsidP="00AD76D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AD76DF" w:rsidRPr="0024314B" w:rsidRDefault="00AD76DF" w:rsidP="00AD76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D76DF" w:rsidRPr="0024314B" w:rsidRDefault="00AD76DF" w:rsidP="00AD76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D76DF" w:rsidRPr="0024314B" w:rsidRDefault="00AD76DF" w:rsidP="00AD76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AD76DF" w:rsidRPr="0024314B" w:rsidRDefault="00AD76DF" w:rsidP="00AD76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D76DF" w:rsidRPr="0024314B" w:rsidRDefault="00AD76DF" w:rsidP="00AD76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Чикольва</w:t>
      </w:r>
      <w:proofErr w:type="spellEnd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Г.С.</w:t>
      </w:r>
    </w:p>
    <w:p w:rsidR="00AD76DF" w:rsidRPr="0024314B" w:rsidRDefault="00AD76DF" w:rsidP="00AD76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76DF" w:rsidRPr="0024314B" w:rsidRDefault="00AD76DF" w:rsidP="00AD76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Чикольва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Г.С.  сільська  рада </w:t>
      </w:r>
    </w:p>
    <w:p w:rsidR="00AD76DF" w:rsidRPr="0024314B" w:rsidRDefault="00AD76DF" w:rsidP="00AD76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D76DF" w:rsidRPr="0024314B" w:rsidRDefault="00AD76DF" w:rsidP="00AD76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Чикольва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Ганні Сергіївні, 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 зареєстрована за </w:t>
      </w:r>
      <w:proofErr w:type="spellStart"/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A49B2" w:rsidRPr="007A49B2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7A49B2" w:rsidRPr="007A49B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4,3435 га, кадастровий номер: 6823984000:03:003:0096, д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ля ведення товарного сільськогосподарського виробництва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</w:t>
      </w:r>
    </w:p>
    <w:p w:rsidR="00AD76DF" w:rsidRPr="0024314B" w:rsidRDefault="00AD76DF" w:rsidP="00AD76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Чикольва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AD76DF" w:rsidRPr="0024314B" w:rsidRDefault="00AD76DF" w:rsidP="00AD76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D76DF" w:rsidRPr="0024314B" w:rsidRDefault="00AD76DF" w:rsidP="00AD76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D76DF" w:rsidRPr="00AD76DF" w:rsidRDefault="00AD76DF" w:rsidP="00AD76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BD226B" w:rsidRPr="00AD76DF" w:rsidRDefault="00AD76DF" w:rsidP="00AD76D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BD226B" w:rsidRPr="00AD76D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6DF"/>
    <w:rsid w:val="007A49B2"/>
    <w:rsid w:val="00AD76DF"/>
    <w:rsid w:val="00BD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6D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D76D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D76D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D76D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6D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D76D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D76D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D76D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259</Words>
  <Characters>1477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2021-07-26T12:48:00Z</dcterms:created>
  <dcterms:modified xsi:type="dcterms:W3CDTF">2021-07-27T07:33:00Z</dcterms:modified>
</cp:coreProperties>
</file>