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64" w:rsidRDefault="00AF1A64" w:rsidP="00AF1A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A64" w:rsidRDefault="00AF1A64" w:rsidP="00AF1A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1A64" w:rsidRDefault="00AF1A64" w:rsidP="00AF1A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1A64" w:rsidRDefault="00AF1A64" w:rsidP="00AF1A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1A64" w:rsidRDefault="00AF1A64" w:rsidP="00AF1A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1A64" w:rsidRDefault="00AF1A64" w:rsidP="00AF1A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№119</w:t>
      </w:r>
    </w:p>
    <w:p w:rsidR="00AF1A64" w:rsidRPr="00611135" w:rsidRDefault="00AF1A64" w:rsidP="00AF1A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95701F" w:rsidRPr="0095701F">
        <w:rPr>
          <w:rFonts w:ascii="Times New Roman" w:eastAsia="Times New Roman" w:hAnsi="Times New Roman" w:cs="Times New Roman"/>
          <w:sz w:val="24"/>
        </w:rPr>
        <w:t>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5701F" w:rsidRPr="0095701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0,2805 га, кадастровий номер: 6823982100:01:007:0053,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1A64" w:rsidRPr="00611135" w:rsidRDefault="00AF1A64" w:rsidP="00AF1A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F1A64" w:rsidRPr="00611135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F1A64" w:rsidRDefault="00AF1A64" w:rsidP="00AF1A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E72ADA" w:rsidRDefault="00E72ADA"/>
    <w:sectPr w:rsidR="00E72A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64"/>
    <w:rsid w:val="0095701F"/>
    <w:rsid w:val="00AF1A64"/>
    <w:rsid w:val="00E7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1A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1A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1A6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6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F1A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1A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F1A6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2021-07-07T07:18:00Z</dcterms:created>
  <dcterms:modified xsi:type="dcterms:W3CDTF">2021-07-07T08:50:00Z</dcterms:modified>
</cp:coreProperties>
</file>