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9B7" w:rsidRPr="000D1FDD" w:rsidRDefault="002329B7" w:rsidP="002329B7">
      <w:pPr>
        <w:pStyle w:val="HTML0"/>
        <w:spacing w:line="276" w:lineRule="auto"/>
        <w:rPr>
          <w:rFonts w:ascii="Times New Roman" w:hAnsi="Times New Roman"/>
          <w:lang w:val="uk-UA"/>
        </w:rPr>
      </w:pPr>
      <w:r w:rsidRPr="00672375">
        <w:rPr>
          <w:rFonts w:ascii="Times New Roman" w:hAnsi="Times New Roman"/>
        </w:rPr>
        <w:t xml:space="preserve">                   </w:t>
      </w:r>
    </w:p>
    <w:p w:rsidR="002329B7" w:rsidRDefault="002329B7" w:rsidP="002329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329B7" w:rsidRDefault="002329B7" w:rsidP="002329B7"/>
    <w:p w:rsidR="002329B7" w:rsidRDefault="002329B7" w:rsidP="002329B7"/>
    <w:p w:rsidR="002329B7" w:rsidRDefault="002329B7" w:rsidP="00232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329B7" w:rsidRDefault="002329B7" w:rsidP="00232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329B7" w:rsidRDefault="002329B7" w:rsidP="00232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329B7" w:rsidRDefault="002329B7" w:rsidP="00232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329B7" w:rsidRDefault="002329B7" w:rsidP="00232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9B7" w:rsidRDefault="002329B7" w:rsidP="002329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329B7" w:rsidRDefault="002329B7" w:rsidP="002329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29B7" w:rsidRDefault="002329B7" w:rsidP="002329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329B7" w:rsidRPr="00730562" w:rsidRDefault="002329B7" w:rsidP="002329B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№40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329B7" w:rsidRPr="002606EF" w:rsidRDefault="002329B7" w:rsidP="00232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329B7" w:rsidRPr="002606EF" w:rsidRDefault="002329B7" w:rsidP="00232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329B7" w:rsidRPr="002606EF" w:rsidRDefault="002329B7" w:rsidP="00232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329B7" w:rsidRPr="002606EF" w:rsidRDefault="002329B7" w:rsidP="00232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2329B7" w:rsidRPr="002606EF" w:rsidRDefault="002329B7" w:rsidP="00232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>Данилюку В.А.</w:t>
      </w:r>
    </w:p>
    <w:p w:rsidR="002329B7" w:rsidRPr="002606EF" w:rsidRDefault="002329B7" w:rsidP="00232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329B7" w:rsidRPr="002606EF" w:rsidRDefault="002329B7" w:rsidP="00232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12,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7 ст. </w:t>
      </w: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118 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ст. </w:t>
      </w: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121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Земельного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Данилюка В.А.,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2329B7" w:rsidRPr="002606EF" w:rsidRDefault="002329B7" w:rsidP="00232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329B7" w:rsidRPr="002606EF" w:rsidRDefault="002329B7" w:rsidP="00232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Відмовити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Данилюку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Віталію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Андрійовичу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5570D">
        <w:rPr>
          <w:rFonts w:ascii="Times New Roman" w:eastAsia="Calibri" w:hAnsi="Times New Roman" w:cs="Times New Roman"/>
          <w:sz w:val="24"/>
          <w:szCs w:val="24"/>
          <w:lang w:val="en-US"/>
        </w:rPr>
        <w:t>___________________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наданні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0,4000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олом’є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зв</w:t>
      </w:r>
      <w:r>
        <w:rPr>
          <w:rFonts w:ascii="Times New Roman" w:eastAsia="Calibri" w:hAnsi="Times New Roman" w:cs="Times New Roman"/>
          <w:sz w:val="24"/>
          <w:szCs w:val="24"/>
        </w:rPr>
        <w:t>’язку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невідповідністю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вказа</w:t>
      </w:r>
      <w:r w:rsidRPr="002606EF"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заяві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згідно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генерального плану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відносяться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до земель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сіножатей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сінокосіння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луків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призначена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являється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громадським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пасовищем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нащо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оформлення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29B7" w:rsidRPr="002606EF" w:rsidRDefault="002329B7" w:rsidP="00232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2. Контроль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2329B7" w:rsidRPr="002329B7" w:rsidRDefault="002329B7" w:rsidP="00232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329B7" w:rsidRPr="002606EF" w:rsidRDefault="002329B7" w:rsidP="00232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0C5B" w:rsidRPr="002329B7" w:rsidRDefault="002329B7" w:rsidP="00232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E70C5B" w:rsidRPr="002329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B7"/>
    <w:rsid w:val="00171A2E"/>
    <w:rsid w:val="002329B7"/>
    <w:rsid w:val="0025570D"/>
    <w:rsid w:val="00304C90"/>
    <w:rsid w:val="00505B6D"/>
    <w:rsid w:val="006D3977"/>
    <w:rsid w:val="007D6C18"/>
    <w:rsid w:val="00D1641A"/>
    <w:rsid w:val="00E7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329B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32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329B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329B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32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329B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2020-05-27T16:51:00Z</dcterms:created>
  <dcterms:modified xsi:type="dcterms:W3CDTF">2020-05-27T17:25:00Z</dcterms:modified>
</cp:coreProperties>
</file>