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8F" w:rsidRPr="00B623A8" w:rsidRDefault="00E80F8F" w:rsidP="00E80F8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2FC0E4" wp14:editId="7D07A86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2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0F8F" w:rsidRDefault="00E80F8F" w:rsidP="00E80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U4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GakxpZG/hask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iB7QJ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UoM44/3sOkAzZsNHjMNSWPRIMDfCzWgHzcYGyX/6WKkpUVhQ1HRIHSuyF+MAkEBgkLIrHyn9&#10;hrBgHRJXuBK05Tct0Yo560M3LfyhwwCMeCBIw2kEpLDR+gA4DQqkxlcRdpStOCrMjGkh3ZJVMBqG&#10;jxpxMelkmHycQNmmmBV4OLVGrrNx7Yf3OS4Xy6RSG6kwVmoTpcp1mOLKwmlD/44OUzxDoLJSl+sw&#10;sXuGQv/6NhxibgqSl4wkL6ScsrZQ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pgPVOEV3AABAWQQADgAAAAAAAAAAAAAAAAAuAgAAZHJzL2Uy&#10;b0RvYy54bWxQSwECLQAUAAYACAAAACEAsh1Mm+AAAAAKAQAADwAAAAAAAAAAAAAAAACfeQAAZHJz&#10;L2Rvd25yZXYueG1sUEsFBgAAAAAEAAQA8wAAAK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80F8F" w:rsidRDefault="00E80F8F" w:rsidP="00E80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80F8F" w:rsidRDefault="00E80F8F" w:rsidP="00E80F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0F8F" w:rsidRDefault="00E80F8F" w:rsidP="00E80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80F8F" w:rsidRPr="004A7D10" w:rsidRDefault="00E80F8F" w:rsidP="00E80F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0F8F" w:rsidRDefault="00E80F8F" w:rsidP="00E80F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0F8F" w:rsidRPr="00540E13" w:rsidRDefault="00E80F8F" w:rsidP="00E80F8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№76</w:t>
      </w:r>
    </w:p>
    <w:p w:rsidR="00E80F8F" w:rsidRDefault="00E80F8F" w:rsidP="00E80F8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80F8F" w:rsidRPr="00795279" w:rsidRDefault="00E80F8F" w:rsidP="00E80F8F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795279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E80F8F" w:rsidRPr="00795279" w:rsidRDefault="00E80F8F" w:rsidP="00E80F8F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795279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795279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E80F8F" w:rsidRPr="00795279" w:rsidRDefault="00E80F8F" w:rsidP="00E80F8F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E80F8F" w:rsidRPr="00795279" w:rsidRDefault="00E80F8F" w:rsidP="00E80F8F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795279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795279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>)</w:t>
      </w:r>
    </w:p>
    <w:p w:rsidR="00E80F8F" w:rsidRPr="00795279" w:rsidRDefault="00E80F8F" w:rsidP="00E80F8F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Лихолат М.В.</w:t>
      </w:r>
    </w:p>
    <w:p w:rsidR="00E80F8F" w:rsidRPr="00795279" w:rsidRDefault="00E80F8F" w:rsidP="00E80F8F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80F8F" w:rsidRPr="00795279" w:rsidRDefault="00E80F8F" w:rsidP="00E80F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95279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95279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95279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Лихолат М.В.</w:t>
      </w:r>
      <w:r w:rsidRPr="00795279">
        <w:rPr>
          <w:rFonts w:ascii="Times New Roman" w:eastAsia="Calibri" w:hAnsi="Times New Roman" w:cs="Times New Roman"/>
          <w:sz w:val="24"/>
        </w:rPr>
        <w:t>,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рада</w:t>
      </w:r>
    </w:p>
    <w:p w:rsidR="00E80F8F" w:rsidRPr="00795279" w:rsidRDefault="00E80F8F" w:rsidP="00E80F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795279">
        <w:rPr>
          <w:rFonts w:ascii="Times New Roman" w:eastAsia="Calibri" w:hAnsi="Times New Roman" w:cs="Times New Roman"/>
          <w:sz w:val="24"/>
        </w:rPr>
        <w:t>ВИРІШИЛА:</w:t>
      </w:r>
    </w:p>
    <w:p w:rsidR="00E80F8F" w:rsidRPr="00795279" w:rsidRDefault="00E80F8F" w:rsidP="00E80F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795279">
        <w:rPr>
          <w:rFonts w:ascii="Times New Roman" w:eastAsia="Calibri" w:hAnsi="Times New Roman" w:cs="Times New Roman"/>
          <w:sz w:val="24"/>
        </w:rPr>
        <w:t xml:space="preserve">        1.Надати </w:t>
      </w:r>
      <w:r>
        <w:rPr>
          <w:rFonts w:ascii="Times New Roman" w:eastAsia="Calibri" w:hAnsi="Times New Roman" w:cs="Times New Roman"/>
          <w:sz w:val="24"/>
        </w:rPr>
        <w:t xml:space="preserve">Лихолат </w:t>
      </w:r>
      <w:proofErr w:type="spellStart"/>
      <w:r>
        <w:rPr>
          <w:rFonts w:ascii="Times New Roman" w:eastAsia="Calibri" w:hAnsi="Times New Roman" w:cs="Times New Roman"/>
          <w:sz w:val="24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: </w:t>
      </w:r>
      <w:r w:rsidR="00BB1E8B">
        <w:rPr>
          <w:rFonts w:ascii="Times New Roman" w:eastAsia="Calibri" w:hAnsi="Times New Roman" w:cs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795279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795279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5,22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умовних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кадастрових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гектарах,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сертифікат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на право на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</w:t>
      </w:r>
      <w:r>
        <w:rPr>
          <w:rFonts w:ascii="Times New Roman" w:eastAsia="Calibri" w:hAnsi="Times New Roman" w:cs="Times New Roman"/>
          <w:sz w:val="24"/>
        </w:rPr>
        <w:t>ельну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частку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(пай) </w:t>
      </w:r>
      <w:proofErr w:type="spellStart"/>
      <w:r>
        <w:rPr>
          <w:rFonts w:ascii="Times New Roman" w:eastAsia="Calibri" w:hAnsi="Times New Roman" w:cs="Times New Roman"/>
          <w:sz w:val="24"/>
        </w:rPr>
        <w:t>серія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ХМ №0336916</w:t>
      </w:r>
      <w:r w:rsidRPr="00795279">
        <w:rPr>
          <w:rFonts w:ascii="Times New Roman" w:eastAsia="Calibri" w:hAnsi="Times New Roman" w:cs="Times New Roman"/>
          <w:sz w:val="24"/>
        </w:rPr>
        <w:t xml:space="preserve">,  для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товарного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виробництва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район, за межами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>.</w:t>
      </w:r>
    </w:p>
    <w:p w:rsidR="00E80F8F" w:rsidRPr="00795279" w:rsidRDefault="00E80F8F" w:rsidP="00E80F8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2.Лихолат М.В.</w:t>
      </w:r>
      <w:r w:rsidRPr="00795279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795279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795279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ради.</w:t>
      </w:r>
    </w:p>
    <w:p w:rsidR="00E80F8F" w:rsidRPr="00E80F8F" w:rsidRDefault="00E80F8F" w:rsidP="00E80F8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80F8F" w:rsidRPr="00795279" w:rsidRDefault="00E80F8F" w:rsidP="00E80F8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B3FB7" w:rsidRPr="00E80F8F" w:rsidRDefault="00E80F8F" w:rsidP="00E80F8F">
      <w:pPr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952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952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952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952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B3FB7" w:rsidRPr="00E80F8F" w:rsidSect="00E80F8F">
      <w:pgSz w:w="12240" w:h="15840"/>
      <w:pgMar w:top="1440" w:right="1440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152" w:rsidRDefault="00DB0152">
      <w:pPr>
        <w:spacing w:after="0" w:line="240" w:lineRule="auto"/>
      </w:pPr>
      <w:r>
        <w:separator/>
      </w:r>
    </w:p>
  </w:endnote>
  <w:endnote w:type="continuationSeparator" w:id="0">
    <w:p w:rsidR="00DB0152" w:rsidRDefault="00DB0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152" w:rsidRDefault="00DB0152">
      <w:pPr>
        <w:spacing w:after="0" w:line="240" w:lineRule="auto"/>
      </w:pPr>
      <w:r>
        <w:separator/>
      </w:r>
    </w:p>
  </w:footnote>
  <w:footnote w:type="continuationSeparator" w:id="0">
    <w:p w:rsidR="00DB0152" w:rsidRDefault="00DB0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8F"/>
    <w:rsid w:val="003B3FB7"/>
    <w:rsid w:val="006C490D"/>
    <w:rsid w:val="00BB1E8B"/>
    <w:rsid w:val="00DB0152"/>
    <w:rsid w:val="00E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8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80F8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80F8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80F8F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8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80F8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80F8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80F8F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2020-12-24T18:12:00Z</dcterms:created>
  <dcterms:modified xsi:type="dcterms:W3CDTF">2020-12-24T19:11:00Z</dcterms:modified>
</cp:coreProperties>
</file>