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3A7" w:rsidRDefault="00DA63A7" w:rsidP="00DA63A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3A7" w:rsidRDefault="00DA63A7" w:rsidP="00DA63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63A7" w:rsidRDefault="00DA63A7" w:rsidP="00DA63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3A7" w:rsidRDefault="00DA63A7" w:rsidP="00DA63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63A7" w:rsidRDefault="00DA63A7" w:rsidP="00DA63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3A7" w:rsidRDefault="00DA63A7" w:rsidP="00DA63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63A7" w:rsidRDefault="00DA63A7" w:rsidP="00DA63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3A7" w:rsidRDefault="00DA63A7" w:rsidP="00DA63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63A7" w:rsidRDefault="00DA63A7" w:rsidP="00DA63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3A7" w:rsidRDefault="00DA63A7" w:rsidP="00DA63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63A7" w:rsidRDefault="00DA63A7" w:rsidP="00DA63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3A7" w:rsidRDefault="00DA63A7" w:rsidP="00DA63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63A7" w:rsidRDefault="00DA63A7" w:rsidP="00DA63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3A7" w:rsidRDefault="00DA63A7" w:rsidP="00DA63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63A7" w:rsidRDefault="00DA63A7" w:rsidP="00DA63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3A7" w:rsidRDefault="00DA63A7" w:rsidP="00DA63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63A7" w:rsidRDefault="00DA63A7" w:rsidP="00DA63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3A7" w:rsidRDefault="00DA63A7" w:rsidP="00DA63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63A7" w:rsidRDefault="00DA63A7" w:rsidP="00DA63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3A7" w:rsidRDefault="00DA63A7" w:rsidP="00DA63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63A7" w:rsidRDefault="00DA63A7" w:rsidP="00DA63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3A7" w:rsidRDefault="00DA63A7" w:rsidP="00DA63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3A7" w:rsidRDefault="00DA63A7" w:rsidP="00DA63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3A7" w:rsidRDefault="00DA63A7" w:rsidP="00DA63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3A7" w:rsidRDefault="00DA63A7" w:rsidP="00DA63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3A7" w:rsidRDefault="00DA63A7" w:rsidP="00DA63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3A7" w:rsidRDefault="00DA63A7" w:rsidP="00DA63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3A7" w:rsidRDefault="00DA63A7" w:rsidP="00DA63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3A7" w:rsidRDefault="00DA63A7" w:rsidP="00DA63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3A7" w:rsidRDefault="00DA63A7" w:rsidP="00DA63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3A7" w:rsidRDefault="00DA63A7" w:rsidP="00DA63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A63A7" w:rsidRDefault="00DA63A7" w:rsidP="00DA63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A63A7" w:rsidRDefault="00DA63A7" w:rsidP="00DA63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A63A7" w:rsidRDefault="00DA63A7" w:rsidP="00DA63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A63A7" w:rsidRDefault="00DA63A7" w:rsidP="00DA63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A63A7" w:rsidRDefault="00DA63A7" w:rsidP="00DA63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A63A7" w:rsidRDefault="00DA63A7" w:rsidP="00DA63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A63A7" w:rsidRDefault="00DA63A7" w:rsidP="00DA63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A63A7" w:rsidRDefault="00DA63A7" w:rsidP="00DA63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A63A7" w:rsidRDefault="00DA63A7" w:rsidP="00DA63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A63A7" w:rsidRDefault="00DA63A7" w:rsidP="00DA63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A63A7" w:rsidRDefault="00DA63A7" w:rsidP="00DA63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A63A7" w:rsidRDefault="00DA63A7" w:rsidP="00DA63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A63A7" w:rsidRDefault="00DA63A7" w:rsidP="00DA63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A63A7" w:rsidRDefault="00DA63A7" w:rsidP="00DA63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A63A7" w:rsidRDefault="00DA63A7" w:rsidP="00DA63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A63A7" w:rsidRDefault="00DA63A7" w:rsidP="00DA63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A63A7" w:rsidRDefault="00DA63A7" w:rsidP="00DA63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A63A7" w:rsidRDefault="00DA63A7" w:rsidP="00DA63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A63A7" w:rsidRDefault="00DA63A7" w:rsidP="00DA63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A63A7" w:rsidRDefault="00DA63A7" w:rsidP="00DA63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A63A7" w:rsidRDefault="00DA63A7" w:rsidP="00DA63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A63A7" w:rsidRDefault="00DA63A7" w:rsidP="00DA63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A63A7" w:rsidRDefault="00DA63A7" w:rsidP="00DA63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A63A7" w:rsidRDefault="00DA63A7" w:rsidP="00DA63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A63A7" w:rsidRDefault="00DA63A7" w:rsidP="00DA63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A63A7" w:rsidRDefault="00DA63A7" w:rsidP="00DA63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A63A7" w:rsidRDefault="00DA63A7" w:rsidP="00DA63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A63A7" w:rsidRDefault="00DA63A7" w:rsidP="00DA63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A63A7" w:rsidRDefault="00DA63A7" w:rsidP="00DA63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A63A7" w:rsidRDefault="00DA63A7" w:rsidP="00DA63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A63A7" w:rsidRDefault="00DA63A7" w:rsidP="00DA63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A63A7" w:rsidRDefault="00DA63A7" w:rsidP="00DA63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A63A7" w:rsidRDefault="00DA63A7" w:rsidP="00DA63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A63A7" w:rsidRDefault="00DA63A7" w:rsidP="00DA63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A63A7" w:rsidRDefault="00DA63A7" w:rsidP="00DA63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A63A7" w:rsidRDefault="00DA63A7" w:rsidP="00DA63A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A63A7" w:rsidRDefault="00DA63A7" w:rsidP="00DA63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A63A7" w:rsidRDefault="00DA63A7" w:rsidP="00DA63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A63A7" w:rsidRDefault="00DA63A7" w:rsidP="00DA63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A63A7" w:rsidRDefault="00DA63A7" w:rsidP="00DA63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A63A7" w:rsidRDefault="00DA63A7" w:rsidP="00DA63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A63A7" w:rsidRDefault="00DA63A7" w:rsidP="00DA63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A63A7" w:rsidRDefault="00DA63A7" w:rsidP="00DA63A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A63A7" w:rsidRDefault="00DA63A7" w:rsidP="00DA63A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№88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DA63A7" w:rsidRPr="003C3FA9" w:rsidRDefault="00DA63A7" w:rsidP="00DA63A7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A63A7" w:rsidRPr="003C3FA9" w:rsidRDefault="00DA63A7" w:rsidP="00DA63A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DA63A7" w:rsidRPr="003C3FA9" w:rsidRDefault="00DA63A7" w:rsidP="00DA63A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DA63A7" w:rsidRPr="003C3FA9" w:rsidRDefault="00DA63A7" w:rsidP="00DA63A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DA63A7" w:rsidRPr="003C3FA9" w:rsidRDefault="00DA63A7" w:rsidP="00DA63A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DA63A7" w:rsidRPr="003C3FA9" w:rsidRDefault="00DA63A7" w:rsidP="00DA63A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Вознюка М.М.</w:t>
      </w:r>
    </w:p>
    <w:p w:rsidR="00DA63A7" w:rsidRPr="003C3FA9" w:rsidRDefault="00DA63A7" w:rsidP="00DA63A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A63A7" w:rsidRPr="003C3FA9" w:rsidRDefault="00DA63A7" w:rsidP="00DA63A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22,116, 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118, 121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122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 заяву   Вознюка М.М.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сільська  рада </w:t>
      </w:r>
    </w:p>
    <w:p w:rsidR="00DA63A7" w:rsidRPr="003C3FA9" w:rsidRDefault="00DA63A7" w:rsidP="00DA63A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DA63A7" w:rsidRPr="003C3FA9" w:rsidRDefault="00DA63A7" w:rsidP="00DA63A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Вознюку Миколі Михайловичу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 який  зареєстрований за </w:t>
      </w:r>
      <w:proofErr w:type="spellStart"/>
      <w:r>
        <w:rPr>
          <w:rFonts w:ascii="Times New Roman" w:eastAsia="Times New Roman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lang w:eastAsia="en-US"/>
        </w:rPr>
        <w:t xml:space="preserve">: </w:t>
      </w:r>
      <w:r w:rsidR="00525E1C" w:rsidRPr="00525E1C">
        <w:rPr>
          <w:rFonts w:ascii="Times New Roman" w:eastAsia="Times New Roman" w:hAnsi="Times New Roman" w:cs="Times New Roman"/>
          <w:sz w:val="24"/>
          <w:lang w:eastAsia="en-US"/>
        </w:rPr>
        <w:t>____________</w:t>
      </w:r>
      <w:r w:rsidRPr="003C3FA9">
        <w:rPr>
          <w:rFonts w:ascii="Times New Roman" w:eastAsia="Times New Roman" w:hAnsi="Times New Roman" w:cs="Times New Roman"/>
          <w:sz w:val="24"/>
          <w:szCs w:val="24"/>
          <w:lang w:eastAsia="en-US"/>
        </w:rPr>
        <w:t>і,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ід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ентифікаційний номер  </w:t>
      </w:r>
      <w:r w:rsidR="00525E1C" w:rsidRPr="00525E1C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bookmarkStart w:id="0" w:name="_GoBack"/>
      <w:bookmarkEnd w:id="0"/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риватну власність, площею 0,0843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 номер: 6823982100:01:012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:0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025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3C3FA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ля ведення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 селянського  господарства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 Шепетівський (</w:t>
      </w:r>
      <w:proofErr w:type="spellStart"/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 район,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с.Головлі</w:t>
      </w:r>
      <w:proofErr w:type="spellEnd"/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DA63A7" w:rsidRPr="003C3FA9" w:rsidRDefault="00DA63A7" w:rsidP="00DA63A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Вознюку М.М.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DA63A7" w:rsidRPr="003C3FA9" w:rsidRDefault="00DA63A7" w:rsidP="00DA63A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A63A7" w:rsidRPr="003C3FA9" w:rsidRDefault="00DA63A7" w:rsidP="00DA63A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A63A7" w:rsidRPr="003C3FA9" w:rsidRDefault="00DA63A7" w:rsidP="00DA63A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DA63A7" w:rsidRPr="003C3FA9" w:rsidRDefault="00DA63A7" w:rsidP="00DA63A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481EF3" w:rsidRPr="00DA63A7" w:rsidRDefault="00DA63A7" w:rsidP="00DA63A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3C3FA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481EF3" w:rsidRPr="00DA63A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3A7"/>
    <w:rsid w:val="00481EF3"/>
    <w:rsid w:val="00525E1C"/>
    <w:rsid w:val="00DA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3A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DA63A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A63A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DA63A7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3A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DA63A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A63A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DA63A7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257</Words>
  <Characters>1465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2021-07-07T06:55:00Z</dcterms:created>
  <dcterms:modified xsi:type="dcterms:W3CDTF">2021-07-07T08:34:00Z</dcterms:modified>
</cp:coreProperties>
</file>