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FAA" w:rsidRDefault="00A06FAA" w:rsidP="00A06FAA">
      <w:pPr>
        <w:pStyle w:val="HTML0"/>
        <w:spacing w:line="276" w:lineRule="auto"/>
        <w:rPr>
          <w:rFonts w:ascii="Times New Roman" w:hAnsi="Times New Roman"/>
        </w:rPr>
      </w:pPr>
      <w:r w:rsidRPr="00672375">
        <w:rPr>
          <w:rFonts w:ascii="Times New Roman" w:hAnsi="Times New Roman"/>
        </w:rPr>
        <w:t xml:space="preserve">                   </w:t>
      </w:r>
    </w:p>
    <w:p w:rsidR="00A06FAA" w:rsidRPr="00042AF0" w:rsidRDefault="00A06FAA" w:rsidP="00A06FAA">
      <w:pPr>
        <w:pStyle w:val="HTML0"/>
        <w:spacing w:line="276" w:lineRule="auto"/>
        <w:rPr>
          <w:rFonts w:ascii="Times New Roman" w:hAnsi="Times New Roman"/>
          <w:lang w:val="uk-UA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06FAA" w:rsidRDefault="00A06FAA" w:rsidP="00A06FAA"/>
    <w:p w:rsidR="00A06FAA" w:rsidRDefault="00A06FAA" w:rsidP="00A06FAA"/>
    <w:p w:rsidR="00A06FAA" w:rsidRDefault="00A06FAA" w:rsidP="00A06F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06FAA" w:rsidRDefault="00A06FAA" w:rsidP="00A06F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06FAA" w:rsidRDefault="00A06FAA" w:rsidP="00A06F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06FAA" w:rsidRDefault="00A06FAA" w:rsidP="00A06F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06FAA" w:rsidRDefault="00A06FAA" w:rsidP="00A06F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6FAA" w:rsidRDefault="00A06FAA" w:rsidP="00A06F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06FAA" w:rsidRDefault="00A06FAA" w:rsidP="00A06F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06FAA" w:rsidRDefault="00A06FAA" w:rsidP="00A06FA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06FAA" w:rsidRPr="00685040" w:rsidRDefault="00A06FAA" w:rsidP="00A06FA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№81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A06FAA" w:rsidRPr="002606EF" w:rsidRDefault="00A06FAA" w:rsidP="00A06FA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06FAA" w:rsidRPr="00730562" w:rsidRDefault="00A06FAA" w:rsidP="00A06FA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606EF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заяви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Поліщук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О.М.</w:t>
      </w:r>
    </w:p>
    <w:p w:rsidR="00A06FAA" w:rsidRPr="002606EF" w:rsidRDefault="00A06FAA" w:rsidP="00A06FA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06FAA" w:rsidRPr="002606EF" w:rsidRDefault="00A06FAA" w:rsidP="00A06FA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ст.141 </w:t>
      </w:r>
      <w:r w:rsidRPr="002606EF">
        <w:rPr>
          <w:rFonts w:ascii="Times New Roman" w:hAnsi="Times New Roman" w:cs="Times New Roman"/>
          <w:sz w:val="24"/>
          <w:szCs w:val="24"/>
        </w:rPr>
        <w:t xml:space="preserve">Земельного кодексу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Поліщук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О.М.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 рада     </w:t>
      </w:r>
    </w:p>
    <w:p w:rsidR="00A06FAA" w:rsidRPr="002606EF" w:rsidRDefault="00A06FAA" w:rsidP="00A06FA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>ВИРІШИЛА:</w:t>
      </w:r>
    </w:p>
    <w:p w:rsidR="00A06FAA" w:rsidRPr="002606EF" w:rsidRDefault="00A06FAA" w:rsidP="00A06FA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1. 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добровільною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відмовою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Поліщук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Ольги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Михайлівни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: </w:t>
      </w:r>
      <w:r w:rsidR="00440B3F">
        <w:rPr>
          <w:rFonts w:ascii="Times New Roman" w:hAnsi="Times New Roman" w:cs="Times New Roman"/>
          <w:sz w:val="24"/>
          <w:szCs w:val="24"/>
          <w:lang w:val="en-US"/>
        </w:rPr>
        <w:t>____________________</w:t>
      </w:r>
      <w:bookmarkStart w:id="0" w:name="_GoBack"/>
      <w:bookmarkEnd w:id="0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припинити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0,08 га, яка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омарівка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 по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вул.Л.Українки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та перевести в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запасу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ради. </w:t>
      </w:r>
    </w:p>
    <w:p w:rsidR="00A06FAA" w:rsidRPr="002606EF" w:rsidRDefault="00A06FAA" w:rsidP="00A06FA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2.  Контроль за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606E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територій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06FAA" w:rsidRPr="002606EF" w:rsidRDefault="00A06FAA" w:rsidP="00A06FA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6FAA" w:rsidRPr="002606EF" w:rsidRDefault="00A06FAA" w:rsidP="00A06FA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6FAA" w:rsidRPr="002606EF" w:rsidRDefault="00A06FAA" w:rsidP="00A06FA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6FAA" w:rsidRPr="002606EF" w:rsidRDefault="00A06FAA" w:rsidP="00A06FA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6FAA" w:rsidRPr="002606EF" w:rsidRDefault="00A06FAA" w:rsidP="00A06FA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6FAA" w:rsidRPr="002606EF" w:rsidRDefault="00A06FAA" w:rsidP="00A06FA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6FAA" w:rsidRPr="002606EF" w:rsidRDefault="00A06FAA" w:rsidP="00A06FA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6FAA" w:rsidRPr="002606EF" w:rsidRDefault="00A06FAA" w:rsidP="00A06FA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В.А.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A06FAA" w:rsidRPr="002606EF" w:rsidRDefault="00A06FAA" w:rsidP="00A06FA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06FAA" w:rsidRPr="002606EF" w:rsidRDefault="00A06FAA" w:rsidP="00A06FA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32DFD" w:rsidRDefault="00432DFD"/>
    <w:sectPr w:rsidR="00432DF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FAA"/>
    <w:rsid w:val="00171A2E"/>
    <w:rsid w:val="00304C90"/>
    <w:rsid w:val="00432DFD"/>
    <w:rsid w:val="00440B3F"/>
    <w:rsid w:val="00505B6D"/>
    <w:rsid w:val="006D3977"/>
    <w:rsid w:val="007D6C18"/>
    <w:rsid w:val="00A06FA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06FA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06F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06FAA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06FA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06F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06FAA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191</Words>
  <Characters>1095</Characters>
  <Application>Microsoft Office Word</Application>
  <DocSecurity>0</DocSecurity>
  <Lines>9</Lines>
  <Paragraphs>2</Paragraphs>
  <ScaleCrop>false</ScaleCrop>
  <Company>Microsoft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2020-05-27T16:51:00Z</dcterms:created>
  <dcterms:modified xsi:type="dcterms:W3CDTF">2020-05-27T17:33:00Z</dcterms:modified>
</cp:coreProperties>
</file>