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925" w:rsidRDefault="00026925" w:rsidP="0002692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925" w:rsidRDefault="00026925" w:rsidP="0002692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6925" w:rsidRDefault="00026925" w:rsidP="0002692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6925" w:rsidRDefault="00026925" w:rsidP="000269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26925" w:rsidRDefault="00026925" w:rsidP="000269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6925" w:rsidRDefault="00026925" w:rsidP="000269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26925" w:rsidRDefault="00026925" w:rsidP="000269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26925" w:rsidRPr="00837C3F" w:rsidRDefault="00026925" w:rsidP="0002692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№42</w:t>
      </w:r>
    </w:p>
    <w:p w:rsidR="00026925" w:rsidRDefault="00026925" w:rsidP="0002692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6823982100:03:008:0002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яка розташована</w:t>
      </w:r>
    </w:p>
    <w:p w:rsidR="00026925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Хмельницька область, Славутський  </w:t>
      </w:r>
    </w:p>
    <w:p w:rsidR="00026925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(Шепетівський) район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Головлівська 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Сільська рада (Крупецька сільська рада)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6925" w:rsidRPr="001C55EE" w:rsidRDefault="00026925" w:rsidP="000269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026925" w:rsidRPr="001C55EE" w:rsidRDefault="00026925" w:rsidP="000269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55EE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026925" w:rsidRPr="001C55EE" w:rsidRDefault="00026925" w:rsidP="00026925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Крупецькій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земельної ділянки площею 0,607 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6823982100:03:008:0002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,  яка розташована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Хмельницька область,  Славутський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(Шепетівський) район, Головлівська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F30BA9">
        <w:rPr>
          <w:rFonts w:ascii="Times New Roman" w:eastAsia="Times New Roman" w:hAnsi="Times New Roman" w:cs="Times New Roman"/>
          <w:sz w:val="24"/>
          <w:szCs w:val="24"/>
          <w:lang w:eastAsia="ru-RU"/>
        </w:rPr>
        <w:t>ільська рада (Крупецька сільська рада)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16.00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26925" w:rsidRPr="001C55EE" w:rsidRDefault="00026925" w:rsidP="000269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r w:rsidRPr="001C55EE">
        <w:rPr>
          <w:rFonts w:ascii="Times New Roman" w:eastAsia="Calibri" w:hAnsi="Times New Roman" w:cs="Times New Roman"/>
          <w:sz w:val="24"/>
          <w:szCs w:val="24"/>
        </w:rPr>
        <w:t xml:space="preserve">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26925" w:rsidRDefault="00026925" w:rsidP="000269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26925" w:rsidRPr="00026925" w:rsidRDefault="00026925" w:rsidP="0002692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0225E8" w:rsidRPr="00026925" w:rsidRDefault="00026925" w:rsidP="0002692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0225E8" w:rsidRPr="000269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925"/>
    <w:rsid w:val="000225E8"/>
    <w:rsid w:val="00026925"/>
    <w:rsid w:val="00171A2E"/>
    <w:rsid w:val="00304C90"/>
    <w:rsid w:val="00505B6D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269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269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26925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2692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26925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26925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1149</Words>
  <Characters>656</Characters>
  <Application>Microsoft Office Word</Application>
  <DocSecurity>0</DocSecurity>
  <Lines>5</Lines>
  <Paragraphs>3</Paragraphs>
  <ScaleCrop>false</ScaleCrop>
  <Company>Microsoft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2021-03-30T13:09:00Z</dcterms:created>
  <dcterms:modified xsi:type="dcterms:W3CDTF">2021-03-30T13:09:00Z</dcterms:modified>
</cp:coreProperties>
</file>