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348" name="Группа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2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1B9" w:rsidRDefault="00DB61B9" w:rsidP="00DB61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48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aJS70A&#10;AADcAAAADwAAAGRycy9kb3ducmV2LnhtbERPSwrCMBDdC94hjOBOUyuoVKOIqLgQxN9+aMa22ExK&#10;E7Xe3giCu3m878wWjSnFk2pXWFYw6EcgiFOrC84UXM6b3gSE88gaS8uk4E0OFvN2a4aJti8+0vPk&#10;MxFC2CWoIPe+SqR0aU4GXd9WxIG72dqgD7DOpK7xFcJNKeMoGkmDBYeGHCta5ZTeTw+jwA63u/01&#10;i4/DNY89Lw+T27XZK9XtNMspCE+N/4t/7p0O8+MRfJ8JF8j5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SaJS7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qyz8QA&#10;AADcAAAADwAAAGRycy9kb3ducmV2LnhtbERPTWsCMRC9C/0PYQpeRLP1oHVrlCKsrR4KWsHrsJlu&#10;VjeTJUl1669vhEJv83ifM192thEX8qF2rOBplIEgLp2uuVJw+CyGzyBCRNbYOCYFPxRguXjozTHX&#10;7so7uuxjJVIIhxwVmBjbXMpQGrIYRq4lTtyX8xZjgr6S2uM1hdtGjrNsIi3WnBoMtrQyVJ7331bB&#10;qfgwx9X0tvaD2Y5ug2L71mwmSvUfu9cXEJG6+C/+c7/rNH88hfsz6QK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6ss/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/ztcIA&#10;AADcAAAADwAAAGRycy9kb3ducmV2LnhtbESPzYrCMBDH74LvEEbwIpquwrJUo4isi3gRdR9gaMam&#10;2ExKk7X17Z2DsLcZ5v/xm9Wm97V6UBurwAY+Zhko4iLYiksDv9f99AtUTMgW68Bk4EkRNuvhYIW5&#10;DR2f6XFJpZIQjjkacCk1udaxcOQxzkJDLLdbaD0mWdtS2xY7Cfe1nmfZp/ZYsTQ4bGjnqLhf/ryU&#10;nBZ4Ot666/6nxw6/j44n27Mx41G/XYJK1Kd/8dt9sII/F1p5Rib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X/O1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oP8cMA&#10;AADcAAAADwAAAGRycy9kb3ducmV2LnhtbERPTUsDMRC9C/6HMIXebLaLVl2bFqkKIvRgLRRvw2a6&#10;u7iZhGTaXf+9EQRv83ifs1yPrldniqnzbGA+K0AR19523BjYf7xc3YFKgmyx90wGvinBenV5scTK&#10;+oHf6byTRuUQThUaaEVCpXWqW3KYZj4QZ+7oo0PJMDbaRhxyuOt1WRQL7bDj3NBioE1L9dfu5Axs&#10;h+fwdru4OYbPeF3q9GTlsBFjppPx8QGU0Cj/4j/3q83zy3v4fSZ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oP8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pbsIA&#10;AADcAAAADwAAAGRycy9kb3ducmV2LnhtbESPzYrCMBDH74LvEEbwIpqugkg1isi6LF7EjwcYmrEp&#10;NpPSZG337XcOC95mmP/Hbza73tfqRW2sAhv4mGWgiItgKy4N3G/H6QpUTMgW68Bk4Jci7LbDwQZz&#10;Gzq+0OuaSiUhHHM04FJqcq1j4chjnIWGWG6P0HpMsralti12Eu5rPc+ypfZYsTQ4bOjgqHhef7yU&#10;nBd4Pj262/Grxw4/T44n+4sx41G/X4NK1Ke3+N/9bQV/IfjyjEy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8Glu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WVKsMA&#10;AADcAAAADwAAAGRycy9kb3ducmV2LnhtbERPTUsDMRC9C/0PYQq92WxbrbI2LVIriNBDqyDehs10&#10;d3EzCcm0u/57Iwje5vE+Z7UZXKcuFFPr2cBsWoAirrxtuTbw/vZ8fQ8qCbLFzjMZ+KYEm/XoaoWl&#10;9T0f6HKUWuUQTiUaaERCqXWqGnKYpj4QZ+7ko0PJMNbaRuxzuOv0vCiW2mHLuaHBQNuGqq/j2RnY&#10;97vwere8PYXPeDPX6cnKx1aMmYyHxwdQQoP8i//cLzbPX8zg95l8gV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WVK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z3TMIA&#10;AADcAAAADwAAAGRycy9kb3ducmV2LnhtbERP32vCMBB+H/g/hBN8GZpO2ZBqFB0EBxvIVPD1aM62&#10;2FxKEm3975fBYG/38f285bq3jbiTD7VjBS+TDARx4UzNpYLTUY/nIEJENtg4JgUPCrBeDZ6WmBvX&#10;8TfdD7EUKYRDjgqqGNtcylBUZDFMXEucuIvzFmOCvpTGY5fCbSOnWfYmLdacGips6b2i4nq4WQXb&#10;fVfO/HOx7d3nZXd+1droL63UaNhvFiAi9fFf/Of+MGn+bAq/z6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PdM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y2UsAA&#10;AADcAAAADwAAAGRycy9kb3ducmV2LnhtbERPzYrCMBC+L/gOYQRva6ruilSjiFKQZS+rPsDQjE21&#10;mZQk1vr2ZmFhb/Px/c5q09tGdORD7VjBZJyBIC6drrlScD4V7wsQISJrbByTgicF2KwHbyvMtXvw&#10;D3XHWIkUwiFHBSbGNpcylIYshrFriRN3cd5iTNBXUnt8pHDbyGmWzaXFmlODwZZ2hsrb8W4VFF/T&#10;7+52175w2/7D0qe5LvZGqdGw3y5BROrjv/jPfdBp/mwGv8+k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Cy2Us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Ko8MA&#10;AADcAAAADwAAAGRycy9kb3ducmV2LnhtbERP22oCMRB9L/gPYYS+FM22VpHVKFoILVQQL+DrsBl3&#10;FzeTJUnd7d83hULf5nCus1z3thF38qF2rOB5nIEgLpypuVRwPunRHESIyAYbx6TgmwKsV4OHJebG&#10;dXyg+zGWIoVwyFFBFWObSxmKiiyGsWuJE3d13mJM0JfSeOxSuG3kS5bNpMWaU0OFLb1VVNyOX1bB&#10;dt+VE/9UbHv3eX2/TLU2eqeVehz2mwWISH38F/+5P0yaP3m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Ko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LvcAA&#10;AADcAAAADwAAAGRycy9kb3ducmV2LnhtbERPzYrCMBC+L/gOYQRva6quItUoohRk2cuqDzA0Y1Nt&#10;JiWJtb79ZmFhb/Px/c5629tGdORD7VjBZJyBIC6drrlScDkX70sQISJrbByTghcF2G4Gb2vMtXvy&#10;N3WnWIkUwiFHBSbGNpcylIYshrFriRN3dd5iTNBXUnt8pnDbyGmWLaTFmlODwZb2hsr76WEVFJ/T&#10;r+7+0L5wu/7D0tzclgej1GjY71YgIvXxX/znPuo0fza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mLvc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BgCbwA&#10;AADcAAAADwAAAGRycy9kb3ducmV2LnhtbERPSwrCMBDdC94hjOBOU79INYoIii6tHmBoxrbYTGoT&#10;bb29EQR383jfWW1aU4oX1a6wrGA0jEAQp1YXnCm4XvaDBQjnkTWWlknBmxxs1t3OCmNtGz7TK/GZ&#10;CCHsYlSQe1/FUro0J4NuaCviwN1sbdAHWGdS19iEcFPKcRTNpcGCQ0OOFe1ySu/J0yiYvpvDI5nd&#10;o702NDpNqhP7dKZUv9dulyA8tf4v/rmPOsyfzOH7TLhArj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0sGAJ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c258IA&#10;AADcAAAADwAAAGRycy9kb3ducmV2LnhtbERPS2vCQBC+C/6HZYTe6qYKtk2ziigppSdNbc9DdvKg&#10;2dmQXfP4992C4G0+vucku9E0oqfO1ZYVPC0jEMS51TWXCi5f6eMLCOeRNTaWScFEDnbb+SzBWNuB&#10;z9RnvhQhhF2MCirv21hKl1dk0C1tSxy4wnYGfYBdKXWHQwg3jVxF0UYarDk0VNjSoaL8N7saBdfN&#10;z+rCxac+Zcfp/fWY7p38LpV6WIz7NxCeRn8X39wfOsxfP8P/M+EC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zbn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HFh8cA&#10;AADcAAAADwAAAGRycy9kb3ducmV2LnhtbESPQU/CQBCF7yb+h82QeJMtQhqsLARJTMQDRISDt6E7&#10;tJXubOmuUP89cyDxNpP35r1vJrPO1epMbag8Gxj0E1DEubcVFwa2X2+PY1AhIlusPZOBPwowm97f&#10;TTCz/sKfdN7EQkkIhwwNlDE2mdYhL8lh6PuGWLSDbx1GWdtC2xYvEu5q/ZQkqXZYsTSU2NCipPy4&#10;+XUGdutx+rx+XY5+PlZ7HDp7+rZVasxDr5u/gIrUxX/z7frdCv5QaOUZmUB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hxYf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pZ8MA&#10;AADcAAAADwAAAGRycy9kb3ducmV2LnhtbERPTWvCQBC9C/0PyxR6001NkTS6SqvUiqfUCl6H7JiE&#10;ZmdDdhuT/npXEHqbx/ucxao3teiodZVlBc+TCARxbnXFhYLj98c4AeE8ssbaMikYyMFq+TBaYKrt&#10;hb+oO/hChBB2KSoovW9SKV1ekkE3sQ1x4M62NegDbAupW7yEcFPLaRTNpMGKQ0OJDa1Lyn8Ov0bB&#10;3+yEmfucvm9i7Wl4SbZ2n22Venrs3+YgPPX+X3x373SYH7/C7ZlwgV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xpZ8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OacQA&#10;AADcAAAADwAAAGRycy9kb3ducmV2LnhtbESPQW/CMAyF70j8h8iTuNF0qJu2joAQAmm3jW4/wGq8&#10;tKJxShOg49fjw6TdbL3n9z4v16Pv1IWG2AY28JjloIjrYFt2Br6/9vMXUDEhW+wCk4FfirBeTSdL&#10;LG248oEuVXJKQjiWaKBJqS+1jnVDHmMWemLRfsLgMck6OG0HvEq47/Qiz5+1x5alocGetg3Vx+rs&#10;DZzC4smO1Q4/jrvXz9a54nQ7FMbMHsbNG6hEY/o3/12/W8EvBF+ekQn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3zmn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5pcIA&#10;AADcAAAADwAAAGRycy9kb3ducmV2LnhtbERPyW7CMBC9V+o/WFOJW+OkLVsag1okJK4sB46DPSRp&#10;43EaG0j79bgSErd5eusU89424kydrx0ryJIUBLF2puZSwW67fJ6A8AHZYOOYFPySh/ns8aHA3LgL&#10;r+m8CaWIIexzVFCF0OZSel2RRZ+4ljhyR9dZDBF2pTQdXmK4beRLmo6kxZpjQ4UtLSrS35uTVbCq&#10;DzQc6ePUTj71ev/3E17HX0apwVP/8Q4iUB/u4pt7ZeL8twz+n4kX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hvml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b9cMA&#10;AADcAAAADwAAAGRycy9kb3ducmV2LnhtbERP0WrCQBB8F/oPxxZ800uDFBs9RQuFSlWoin1dcttc&#10;MLcXcmeMf+8Jgm+zOzszO9N5ZyvRUuNLxwrehgkI4tzpkgsFh/3XYAzCB2SNlWNScCUP89lLb4qZ&#10;dhf+pXYXChFN2GeowIRQZ1L63JBFP3Q1ceT+XWMxxLEppG7wEs1tJdMkeZcWS44JBmv6NJSfdmer&#10;oMXtNfkzy83Hqlzn6XZ5/NFxr/qv3WICIlAXnscP9beO749SuJeJCO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Tb9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zLYMEA&#10;AADcAAAADwAAAGRycy9kb3ducmV2LnhtbERPTUvDQBC9C/0PyxS82U2jiMRuSylUPGrsweOYnWbT&#10;ZmfC7tpEf70rCN7m8T5ntZl8ry4UYidsYLkoQBE3YjtuDRze9jcPoGJCttgLk4EvirBZz65WWFkZ&#10;+ZUudWpVDuFYoQGX0lBpHRtHHuNCBuLMHSV4TBmGVtuAYw73vS6L4l577Dg3OBxo56g515/ewPjU&#10;fJzK47t132GQff0ip7IXY67n0/YRVKIp/Yv/3M82z7+7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8y2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eNcIA&#10;AADcAAAADwAAAGRycy9kb3ducmV2LnhtbERP22oCMRB9F/oPYQq+abYiKlujeAURpWjb9+lmurtt&#10;Mlk2Ude/N4Lg2xzOdcbTxhpxptqXjhW8dRMQxJnTJecKvj7XnREIH5A1Gsek4EoeppOX1hhT7S58&#10;oPMx5CKGsE9RQRFClUrps4Is+q6riCP362qLIcI6l7rGSwy3RvaSZCAtlhwbCqxoUVD2fzxZBeuP&#10;pfnr7Q+zbxkWq+GPGW3ny51S7ddm9g4iUBOe4od7o+P8fh/uz8QL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6h41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bIBcIA&#10;AADcAAAADwAAAGRycy9kb3ducmV2LnhtbERP24rCMBB9F/yHMAu+yJp6W6RrFBFEBYVdFfZ1bGbb&#10;YjMpTaz1740g+DaHc53pvDGFqKlyuWUF/V4EgjixOudUwem4+pyAcB5ZY2GZFNzJwXzWbk0x1vbG&#10;v1QffCpCCLsYFWTel7GULsnIoOvZkjhw/7Yy6AOsUqkrvIVwU8hBFH1JgzmHhgxLWmaUXA5Xo6D+&#10;2Z3TTe3K7WXSdePheb3e6z+lOh/N4huEp8a/xS/3Rof5o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sgF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B61B9" w:rsidRDefault="00DB61B9" w:rsidP="00DB61B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XAsQA&#10;AADcAAAADwAAAGRycy9kb3ducmV2LnhtbERPTWsCMRC9C/6HMII3N1tRsVujqCB4Eartod7GzXR3&#10;cTNZk6hrf31TEHqbx/uc2aI1tbiR85VlBS9JCoI4t7riQsHnx2YwBeEDssbaMil4kIfFvNuZYabt&#10;nfd0O4RCxBD2GSooQ2gyKX1ekkGf2IY4ct/WGQwRukJqh/cYbmo5TNOJNFhxbCixoXVJ+flwNQpW&#10;r9PV5X3Eu5/96UjHr9N5PHSpUv1eu3wDEagN/+Kne6vj/NEE/p6JF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i1wLEAAAA3AAAAA8AAAAAAAAAAAAAAAAAmAIAAGRycy9k&#10;b3ducmV2LnhtbFBLBQYAAAAABAAEAPUAAACJAwAAAAA=&#10;" fillcolor="black" stroked="f">
                  <v:textbox>
                    <w:txbxContent>
                      <w:p w:rsidR="00DB61B9" w:rsidRDefault="00DB61B9" w:rsidP="00DB61B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TgcQA&#10;AADcAAAADwAAAGRycy9kb3ducmV2LnhtbERPS2sCMRC+F/wPYQRvNatYla1RtA8QqgdtDz2Om3E3&#10;7GaybFJd/fVGKHibj+85s0VrK3GixhvHCgb9BARx5rThXMHP9+fzFIQPyBorx6TgQh4W887TDFPt&#10;zryj0z7kIoawT1FBEUKdSumzgiz6vquJI3d0jcUQYZNL3eA5httKDpNkLC0ajg0F1vRWUFbu/6yC&#10;36+xme4MDQ+b6+pDb17K1fa9VKrXbZevIAK14SH+d691nD+awP2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c04H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5tHcYA&#10;AADcAAAADwAAAGRycy9kb3ducmV2LnhtbESPT0/DMAzF70j7DpEncWPpEJqmsmyamBBcOOwP4mo1&#10;piltnJJkW7dPjw9Iu9l6z+/9vFgNvlMniqkJbGA6KUARV8E2XBs47F8f5qBSRrbYBSYDF0qwWo7u&#10;FljacOYtnXa5VhLCqUQDLue+1DpVjjymSeiJRfsO0WOWNdbaRjxLuO/0Y1HMtMeGpcFhTy+OqnZ3&#10;9Abi+mvTXvn42RbXj0t6+xl+5+iMuR8P62dQmYZ8M/9fv1vBfxJaeUYm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5tHcYAAADc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+XnsIA&#10;AADcAAAADwAAAGRycy9kb3ducmV2LnhtbERP22oCMRB9L/gPYQq+FM1WStXVKFIoCErByweMm3F3&#10;aTJZNlNd/fqmUPBtDuc682XnnbpQG+vABl6HGSjiItiaSwPHw+dgAioKskUXmAzcKMJy0XuaY27D&#10;lXd02UupUgjHHA1UIk2udSwq8hiHoSFO3Dm0HiXBttS2xWsK906Psuxde6w5NVTY0EdFxff+xxtw&#10;o5ObbsZxK7ej3mZ3L7uXL2tM/7lbzUAJdfIQ/7vXNs1/m8LfM+kCv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35ee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J1cUA&#10;AADcAAAADwAAAGRycy9kb3ducmV2LnhtbESPQWvDMAyF74P9B6PBbqvTwsZI65Z2pZDLDstaelVj&#10;NQ615RB7bbZfPx0Gu0m8p/c+LVZj8OpKQ+oiG5hOClDETbQdtwb2n7unV1ApI1v0kcnANyVYLe/v&#10;FljaeOMPuta5VRLCqUQDLue+1Do1jgKmSeyJRTvHIWCWdWi1HfAm4cHrWVG86IAdS4PDnt4cNZf6&#10;KxjY1r2f7Su3ScfD++nkq58dHbfGPD6M6zmoTGP+N/9dV1bwnwV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sQnV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PSCsAA&#10;AADcAAAADwAAAGRycy9kb3ducmV2LnhtbERPS4vCMBC+C/sfwizsTROFValGWRYFwZOvg7chGdtq&#10;MylN1nb/vREEb/PxPWe+7Fwl7tSE0rOG4UCBIDbelpxrOB7W/SmIEJEtVp5Jwz8FWC4+enPMrG95&#10;R/d9zEUK4ZChhiLGOpMymIIchoGviRN38Y3DmGCTS9tgm8JdJUdKjaXDklNDgTX9FmRu+z+n4bqW&#10;W28UmtPx1G7s5LwaU6W0/vrsfmYgInXxLX65NzbN/x7C85l0gV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3PSC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Ya8MA&#10;AADcAAAADwAAAGRycy9kb3ducmV2LnhtbERPTWvCQBC9C/0PyxR6001TKpK6CbYgiMWDWkqP0+yY&#10;hGRnw+6q8d+7guBtHu9z5sVgOnEi5xvLCl4nCQji0uqGKwU/++V4BsIHZI2dZVJwIQ9F/jSaY6bt&#10;mbd02oVKxBD2GSqoQ+gzKX1Zk0E/sT1x5A7WGQwRukpqh+cYbjqZJslUGmw4NtTY01dNZbs7GgV/&#10;x28+bN7WC/cZfu2w9236P2uVenkeFh8gAg3hIb67VzrOf0/h9ky8QO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tYa8MAAADc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B61B9" w:rsidRDefault="00DB61B9" w:rsidP="00DB61B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iR8QA&#10;AADcAAAADwAAAGRycy9kb3ducmV2LnhtbERPS2sCMRC+C/0PYQreNFutoluj1ILQi+DroLdxM91d&#10;3Ey2SdS1v74RBG/z8T1nMmtMJS7kfGlZwVs3AUGcWV1yrmC3XXRGIHxA1lhZJgU38jCbvrQmmGp7&#10;5TVdNiEXMYR9igqKEOpUSp8VZNB3bU0cuR/rDIYIXS61w2sMN5XsJclQGiw5NhRY01dB2WlzNgrm&#10;49H8d/XOy7/18UCH/fE06LlEqfZr8/kBIlATnuKH+1vH+YM+3J+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4kfEAAAA3AAAAA8AAAAAAAAAAAAAAAAAmAIAAGRycy9k&#10;b3ducmV2LnhtbFBLBQYAAAAABAAEAPUAAACJAwAAAAA=&#10;" fillcolor="black" stroked="f">
                  <v:textbox>
                    <w:txbxContent>
                      <w:p w:rsidR="00DB61B9" w:rsidRDefault="00DB61B9" w:rsidP="00DB61B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13EsIA&#10;AADcAAAADwAAAGRycy9kb3ducmV2LnhtbERPS2sCMRC+F/ofwhR6q1n7QlajLEJp6Wm1itdxM24W&#10;N5MlSeP23zeFgrf5+J6zWI22F4l86BwrmE4KEMSN0x23CnZfbw8zECEia+wdk4IfCrBa3t4ssNTu&#10;whtK29iKHMKhRAUmxqGUMjSGLIaJG4gzd3LeYszQt1J7vORw28vHoniVFjvODQYHWhtqzttvqyAd&#10;13X1lA7JbD591XpXv++PtVL3d2M1BxFpjFfxv/tD5/kvz/D3TL5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TXcS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B61B9" w:rsidRDefault="00DB61B9" w:rsidP="00DB61B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VC8MA&#10;AADcAAAADwAAAGRycy9kb3ducmV2LnhtbERPTWvCQBC9F/oflin0ZjYKShtdpUgt1Us1FfQ4ZMds&#10;MDsbstsY/fXdgtDbPN7nzBa9rUVHra8cKxgmKQjiwumKSwX779XgBYQPyBprx6TgSh4W88eHGWba&#10;XXhHXR5KEUPYZ6jAhNBkUvrCkEWfuIY4cifXWgwRtqXULV5iuK3lKE0n0mLFscFgQ0tDxTn/sQr8&#10;cPl+2Njba3f8MPyVr81kWxqlnp/6tymIQH34F9/dnzrOH4/h75l4gZ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NVC8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B61B9" w:rsidRDefault="00DB61B9" w:rsidP="00DB61B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B61B9" w:rsidRPr="001F78AF" w:rsidRDefault="00DB61B9" w:rsidP="00DB61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ХІІ сесії сільської ради 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B61B9" w:rsidRPr="00F85ABA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30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.06.2021 року                                            Крупець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№133</w:t>
      </w:r>
    </w:p>
    <w:p w:rsidR="00DB61B9" w:rsidRPr="001F78AF" w:rsidRDefault="00DB61B9" w:rsidP="00DB61B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F78AF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B61B9" w:rsidRPr="001F78AF" w:rsidRDefault="00DB61B9" w:rsidP="00DB61B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DB61B9" w:rsidRPr="001F78AF" w:rsidRDefault="00DB61B9" w:rsidP="00DB61B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>Зубову О.В.</w:t>
      </w:r>
    </w:p>
    <w:p w:rsidR="00DB61B9" w:rsidRPr="001F78AF" w:rsidRDefault="00DB61B9" w:rsidP="00DB61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61B9" w:rsidRPr="001F78AF" w:rsidRDefault="00DB61B9" w:rsidP="00DB61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 w:rsidRPr="001F78AF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Зубова О.В,  </w:t>
      </w:r>
      <w:r w:rsidRPr="001F78AF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DB61B9" w:rsidRPr="001F78AF" w:rsidRDefault="00DB61B9" w:rsidP="00DB61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B61B9" w:rsidRPr="001F78AF" w:rsidRDefault="00DB61B9" w:rsidP="00DB61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Зубову Олександру Васильовичу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,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</w:t>
      </w:r>
      <w:r w:rsidRPr="001F78AF">
        <w:rPr>
          <w:rFonts w:ascii="Times New Roman" w:eastAsia="Times New Roman" w:hAnsi="Times New Roman" w:cs="Times New Roman"/>
          <w:sz w:val="24"/>
          <w:szCs w:val="24"/>
        </w:rPr>
        <w:t xml:space="preserve">ля будівництва і обслуговування житлового будинку, господарських будівель і споруд (присадибна ділянка) 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площею  0.1000 га, яка розташована Хмельницька область,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Крупець, вул. </w:t>
      </w:r>
      <w:r w:rsidRPr="001F78AF">
        <w:rPr>
          <w:rFonts w:ascii="Times New Roman" w:eastAsia="Calibri" w:hAnsi="Times New Roman" w:cs="Times New Roman"/>
          <w:sz w:val="24"/>
          <w:szCs w:val="24"/>
        </w:rPr>
        <w:t>Б. Хмельницького.</w:t>
      </w:r>
    </w:p>
    <w:p w:rsidR="00DB61B9" w:rsidRPr="001F78AF" w:rsidRDefault="00DB61B9" w:rsidP="00DB61B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Зубову О. В, </w:t>
      </w:r>
      <w:r w:rsidRPr="001F78AF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1F78A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F78AF">
        <w:rPr>
          <w:rFonts w:ascii="Times New Roman" w:eastAsia="Calibri" w:hAnsi="Times New Roman" w:cs="Times New Roman"/>
          <w:sz w:val="24"/>
        </w:rPr>
        <w:t xml:space="preserve">: </w:t>
      </w:r>
      <w:r w:rsidR="00FA1618">
        <w:rPr>
          <w:rFonts w:ascii="Times New Roman" w:eastAsia="Calibri" w:hAnsi="Times New Roman" w:cs="Times New Roman"/>
          <w:sz w:val="24"/>
          <w:lang w:val="ru-RU"/>
        </w:rPr>
        <w:t>___________</w:t>
      </w:r>
      <w:r w:rsidRPr="001F78AF">
        <w:rPr>
          <w:rFonts w:ascii="Times New Roman" w:eastAsia="Calibri" w:hAnsi="Times New Roman" w:cs="Times New Roman"/>
          <w:sz w:val="24"/>
        </w:rPr>
        <w:t xml:space="preserve">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FA161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0.1000 га, кадастровий номер: 6823984000:01:011:0061,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1F78AF">
        <w:rPr>
          <w:rFonts w:ascii="Times New Roman" w:eastAsia="Times New Roman" w:hAnsi="Times New Roman" w:cs="Times New Roman"/>
          <w:sz w:val="24"/>
          <w:szCs w:val="24"/>
        </w:rPr>
        <w:t xml:space="preserve">ля будівництва і обслуговування житлового будинку, господарських будівель і споруд (присадибна ділянка)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(Шепетівський)  район, с. Крупець, вул.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Б.Хмельницького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Зубову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О.В,</w:t>
      </w:r>
      <w:r w:rsidRPr="001F78AF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B61B9" w:rsidRPr="001F78AF" w:rsidRDefault="00DB61B9" w:rsidP="00DB6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B61B9" w:rsidRPr="001F78AF" w:rsidRDefault="00DB61B9" w:rsidP="00DB61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61B9" w:rsidRPr="001F78AF" w:rsidRDefault="00DB61B9" w:rsidP="00DB61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61B9" w:rsidRPr="001F78AF" w:rsidRDefault="00DB61B9" w:rsidP="00DB61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61B9" w:rsidRPr="001F78AF" w:rsidRDefault="00DB61B9" w:rsidP="00DB61B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3154E" w:rsidRDefault="0073154E"/>
    <w:sectPr w:rsidR="0073154E" w:rsidSect="00DB61B9">
      <w:pgSz w:w="12240" w:h="15840"/>
      <w:pgMar w:top="1440" w:right="1440" w:bottom="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B9"/>
    <w:rsid w:val="0073154E"/>
    <w:rsid w:val="00DB61B9"/>
    <w:rsid w:val="00FA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B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B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285</Words>
  <Characters>1629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2021-07-07T06:07:00Z</dcterms:created>
  <dcterms:modified xsi:type="dcterms:W3CDTF">2021-07-07T10:05:00Z</dcterms:modified>
</cp:coreProperties>
</file>