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908" w:rsidRPr="00637AF8" w:rsidRDefault="00B72908" w:rsidP="00B72908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637AF8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B72908" w:rsidRPr="00637AF8" w:rsidRDefault="00B72908" w:rsidP="00B72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72908" w:rsidRPr="00637AF8" w:rsidRDefault="00B72908" w:rsidP="00B72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2908" w:rsidRDefault="00B72908" w:rsidP="00B729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2908" w:rsidRDefault="00B72908" w:rsidP="00B729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2908" w:rsidRDefault="00B72908" w:rsidP="00B729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2908" w:rsidRDefault="00B72908" w:rsidP="00B729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2908" w:rsidRDefault="00B72908" w:rsidP="00B729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2908" w:rsidRDefault="00B72908" w:rsidP="00B729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2908" w:rsidRDefault="00B72908" w:rsidP="00B729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2908" w:rsidRDefault="00B72908" w:rsidP="00B729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2908" w:rsidRDefault="00B72908" w:rsidP="00B729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2908" w:rsidRDefault="00B72908" w:rsidP="00B729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2908" w:rsidRDefault="00B72908" w:rsidP="00B729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2908" w:rsidRDefault="00B72908" w:rsidP="00B729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2908" w:rsidRDefault="00B72908" w:rsidP="00B729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2908" w:rsidRDefault="00B72908" w:rsidP="00B729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2908" w:rsidRDefault="00B72908" w:rsidP="00B729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2908" w:rsidRDefault="00B72908" w:rsidP="00B729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2908" w:rsidRDefault="00B72908" w:rsidP="00B729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2908" w:rsidRDefault="00B72908" w:rsidP="00B729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2908" w:rsidRDefault="00B72908" w:rsidP="00B729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2908" w:rsidRDefault="00B72908" w:rsidP="00B729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2908" w:rsidRDefault="00B72908" w:rsidP="00B729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2908" w:rsidRDefault="00B72908" w:rsidP="00B729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2908" w:rsidRDefault="00B72908" w:rsidP="00B729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2908" w:rsidRDefault="00B72908" w:rsidP="00B729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2908" w:rsidRDefault="00B72908" w:rsidP="00B729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2908" w:rsidRDefault="00B72908" w:rsidP="00B729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2908" w:rsidRDefault="00B72908" w:rsidP="00B729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2908" w:rsidRDefault="00B72908" w:rsidP="00B729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2908" w:rsidRDefault="00B72908" w:rsidP="00B729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2908" w:rsidRDefault="00B72908" w:rsidP="00B729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RQ8rIMF2AAD/WAQADgAAAAAAAAAAAAAAAAAuAgAAZHJzL2Uyb0RvYy54bWxQSwECLQAUAAYA&#10;CAAAACEAsh1Mm+AAAAAKAQAADwAAAAAAAAAAAAAAAAAbeQAAZHJzL2Rvd25yZXYueG1sUEsFBgAA&#10;AAAEAAQA8wAAACh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72908" w:rsidRDefault="00B72908" w:rsidP="00B729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72908" w:rsidRDefault="00B72908" w:rsidP="00B729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72908" w:rsidRDefault="00B72908" w:rsidP="00B729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72908" w:rsidRDefault="00B72908" w:rsidP="00B729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72908" w:rsidRDefault="00B72908" w:rsidP="00B729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72908" w:rsidRDefault="00B72908" w:rsidP="00B729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72908" w:rsidRDefault="00B72908" w:rsidP="00B729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72908" w:rsidRDefault="00B72908" w:rsidP="00B729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72908" w:rsidRDefault="00B72908" w:rsidP="00B729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72908" w:rsidRDefault="00B72908" w:rsidP="00B729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72908" w:rsidRDefault="00B72908" w:rsidP="00B729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72908" w:rsidRDefault="00B72908" w:rsidP="00B729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72908" w:rsidRDefault="00B72908" w:rsidP="00B729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72908" w:rsidRDefault="00B72908" w:rsidP="00B729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72908" w:rsidRDefault="00B72908" w:rsidP="00B729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72908" w:rsidRDefault="00B72908" w:rsidP="00B729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72908" w:rsidRDefault="00B72908" w:rsidP="00B729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72908" w:rsidRDefault="00B72908" w:rsidP="00B729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72908" w:rsidRDefault="00B72908" w:rsidP="00B729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72908" w:rsidRDefault="00B72908" w:rsidP="00B729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B72908" w:rsidRDefault="00B72908" w:rsidP="00B729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72908" w:rsidRDefault="00B72908" w:rsidP="00B729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72908" w:rsidRDefault="00B72908" w:rsidP="00B729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72908" w:rsidRDefault="00B72908" w:rsidP="00B729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72908" w:rsidRDefault="00B72908" w:rsidP="00B729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72908" w:rsidRDefault="00B72908" w:rsidP="00B729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72908" w:rsidRDefault="00B72908" w:rsidP="00B729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B72908" w:rsidRDefault="00B72908" w:rsidP="00B729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72908" w:rsidRDefault="00B72908" w:rsidP="00B729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72908" w:rsidRDefault="00B72908" w:rsidP="00B729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72908" w:rsidRPr="00637AF8" w:rsidRDefault="00B72908" w:rsidP="00B7290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B72908" w:rsidRPr="00637AF8" w:rsidRDefault="00B72908" w:rsidP="00B72908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B72908" w:rsidRPr="00637AF8" w:rsidRDefault="00B72908" w:rsidP="00B7290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B72908" w:rsidRPr="00637AF8" w:rsidRDefault="00B72908" w:rsidP="00B7290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  <w:r w:rsidRPr="00637AF8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  <w:t>УКРАЇНА</w:t>
      </w:r>
    </w:p>
    <w:p w:rsidR="00B72908" w:rsidRPr="00637AF8" w:rsidRDefault="00B72908" w:rsidP="00B7290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37AF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КРУПЕЦЬКА СІЛЬСЬКА РАДА</w:t>
      </w:r>
    </w:p>
    <w:p w:rsidR="00B72908" w:rsidRPr="00637AF8" w:rsidRDefault="00B72908" w:rsidP="00B7290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37AF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СЛАВУТСЬКОГО РАЙОНУ</w:t>
      </w:r>
    </w:p>
    <w:p w:rsidR="00B72908" w:rsidRPr="00637AF8" w:rsidRDefault="00B72908" w:rsidP="00B7290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37AF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ХМЕЛЬНИЦЬКОЇ ОБЛАСТІ</w:t>
      </w:r>
    </w:p>
    <w:p w:rsidR="00B72908" w:rsidRPr="00637AF8" w:rsidRDefault="00B72908" w:rsidP="00B7290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B72908" w:rsidRPr="00637AF8" w:rsidRDefault="00B72908" w:rsidP="00B7290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37AF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 xml:space="preserve"> РІШЕННЯ</w:t>
      </w:r>
    </w:p>
    <w:p w:rsidR="00B72908" w:rsidRPr="00637AF8" w:rsidRDefault="00B72908" w:rsidP="00B7290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B72908" w:rsidRPr="00637AF8" w:rsidRDefault="00B72908" w:rsidP="00B7290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IX</w:t>
      </w:r>
      <w:r w:rsidRPr="00637AF8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637AF8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IX</w:t>
      </w:r>
      <w:proofErr w:type="gramEnd"/>
      <w:r w:rsidRPr="00637AF8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B72908" w:rsidRPr="00637AF8" w:rsidRDefault="00B72908" w:rsidP="00B7290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</w:p>
    <w:p w:rsidR="00B72908" w:rsidRPr="00637AF8" w:rsidRDefault="00B72908" w:rsidP="00B7290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  25</w:t>
      </w:r>
      <w:r w:rsidRPr="00637AF8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.03.2021 року                                            Крупець                                                 №___</w:t>
      </w:r>
    </w:p>
    <w:p w:rsidR="00B72908" w:rsidRPr="00637AF8" w:rsidRDefault="00B72908" w:rsidP="00B72908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B72908" w:rsidRPr="00637AF8" w:rsidRDefault="00B72908" w:rsidP="00B72908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B72908" w:rsidRPr="00637AF8" w:rsidRDefault="00B72908" w:rsidP="00B7290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37AF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затвердження </w:t>
      </w:r>
      <w:proofErr w:type="spellStart"/>
      <w:r w:rsidRPr="00637AF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проєкту</w:t>
      </w:r>
      <w:proofErr w:type="spellEnd"/>
      <w:r w:rsidRPr="00637AF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землеустрою</w:t>
      </w:r>
    </w:p>
    <w:p w:rsidR="00B72908" w:rsidRPr="00637AF8" w:rsidRDefault="00B72908" w:rsidP="00B7290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37AF8"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 відведення земельної ділянки  та</w:t>
      </w:r>
    </w:p>
    <w:p w:rsidR="00B72908" w:rsidRPr="00637AF8" w:rsidRDefault="00B72908" w:rsidP="00B7290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37AF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передачі  її у власність  </w:t>
      </w:r>
      <w:r w:rsidRPr="00637AF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Шуст В.В.</w:t>
      </w:r>
    </w:p>
    <w:p w:rsidR="00B72908" w:rsidRPr="00637AF8" w:rsidRDefault="00B72908" w:rsidP="00B7290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72908" w:rsidRPr="00637AF8" w:rsidRDefault="00B72908" w:rsidP="00B7290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72908" w:rsidRPr="00637AF8" w:rsidRDefault="00B72908" w:rsidP="00B7290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37AF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r w:rsidRPr="00637AF8">
        <w:rPr>
          <w:rFonts w:ascii="Times New Roman" w:eastAsia="Times New Roman" w:hAnsi="Times New Roman" w:cs="Times New Roman"/>
          <w:sz w:val="24"/>
          <w:lang w:val="uk-UA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637AF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розглянувши заяву </w:t>
      </w:r>
      <w:r w:rsidRPr="00637AF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Шуст В.В.,  </w:t>
      </w:r>
      <w:r w:rsidRPr="00637AF8">
        <w:rPr>
          <w:rFonts w:ascii="Times New Roman" w:eastAsia="Calibri" w:hAnsi="Times New Roman" w:cs="Times New Roman"/>
          <w:sz w:val="24"/>
          <w:szCs w:val="24"/>
          <w:lang w:val="uk-UA"/>
        </w:rPr>
        <w:t>сільська  рада</w:t>
      </w:r>
    </w:p>
    <w:p w:rsidR="00B72908" w:rsidRPr="00637AF8" w:rsidRDefault="00B72908" w:rsidP="00B7290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37AF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ВИРІШИЛА:</w:t>
      </w:r>
    </w:p>
    <w:p w:rsidR="00B72908" w:rsidRPr="00637AF8" w:rsidRDefault="00B72908" w:rsidP="00B7290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72908" w:rsidRPr="00637AF8" w:rsidRDefault="00B72908" w:rsidP="00B7290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37AF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1. Затвердити </w:t>
      </w:r>
      <w:r w:rsidRPr="00637AF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Шуст Валентині Віталіївні</w:t>
      </w:r>
      <w:r w:rsidRPr="00637AF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7AF8">
        <w:rPr>
          <w:rFonts w:ascii="Times New Roman" w:eastAsia="Calibri" w:hAnsi="Times New Roman" w:cs="Times New Roman"/>
          <w:sz w:val="24"/>
          <w:szCs w:val="24"/>
          <w:lang w:val="uk-UA"/>
        </w:rPr>
        <w:t>проєкт</w:t>
      </w:r>
      <w:proofErr w:type="spellEnd"/>
      <w:r w:rsidRPr="00637AF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ділянки, для ведення особистого селянського господарства, площею 0,9000 га, яка розташована Хмельницька область </w:t>
      </w:r>
      <w:proofErr w:type="spellStart"/>
      <w:r w:rsidRPr="00637AF8"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 w:rsidRPr="00637AF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637AF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район,  за межами </w:t>
      </w:r>
      <w:proofErr w:type="spellStart"/>
      <w:r w:rsidRPr="00637AF8">
        <w:rPr>
          <w:rFonts w:ascii="Times New Roman" w:eastAsia="Calibri" w:hAnsi="Times New Roman" w:cs="Times New Roman"/>
          <w:sz w:val="24"/>
          <w:szCs w:val="24"/>
          <w:lang w:val="uk-UA"/>
        </w:rPr>
        <w:t>с.Полянь</w:t>
      </w:r>
      <w:proofErr w:type="spellEnd"/>
      <w:r w:rsidRPr="00637AF8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B72908" w:rsidRPr="00637AF8" w:rsidRDefault="00B72908" w:rsidP="00B729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37AF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2. Передати </w:t>
      </w:r>
      <w:r w:rsidRPr="00637AF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Шуст Валентині Віталіївні, </w:t>
      </w:r>
      <w:r w:rsidRPr="00637AF8">
        <w:rPr>
          <w:rFonts w:ascii="Times New Roman" w:eastAsia="Calibri" w:hAnsi="Times New Roman" w:cs="Times New Roman"/>
          <w:sz w:val="24"/>
          <w:lang w:val="uk-UA"/>
        </w:rPr>
        <w:t xml:space="preserve"> яка  зареєстрована за адресою: </w:t>
      </w:r>
      <w:r w:rsidR="00FC0BD1" w:rsidRPr="00FC0BD1">
        <w:rPr>
          <w:rFonts w:ascii="Times New Roman" w:eastAsia="Calibri" w:hAnsi="Times New Roman" w:cs="Times New Roman"/>
          <w:sz w:val="24"/>
        </w:rPr>
        <w:t>____________</w:t>
      </w:r>
      <w:r w:rsidRPr="00637AF8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637AF8">
        <w:rPr>
          <w:rFonts w:ascii="Times New Roman" w:eastAsia="Calibri" w:hAnsi="Times New Roman" w:cs="Times New Roman"/>
          <w:sz w:val="24"/>
          <w:lang w:val="uk-UA"/>
        </w:rPr>
        <w:t xml:space="preserve"> </w:t>
      </w:r>
      <w:r w:rsidRPr="00637AF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ідентифікаційний номер </w:t>
      </w:r>
      <w:r w:rsidR="00FC0BD1" w:rsidRPr="00FC0B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</w:t>
      </w:r>
      <w:bookmarkStart w:id="0" w:name="_GoBack"/>
      <w:bookmarkEnd w:id="0"/>
      <w:r w:rsidRPr="00637AF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637AF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власність земельну ділянку, площею 0,9000 га, кадастровий номер: 6823986800:05:007:0014, для ведення особистого селянського господарства, яка розташована Хмельницька область </w:t>
      </w:r>
      <w:proofErr w:type="spellStart"/>
      <w:r w:rsidRPr="00637AF8"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 w:rsidRPr="00637AF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637AF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район,  за межами </w:t>
      </w:r>
      <w:proofErr w:type="spellStart"/>
      <w:r w:rsidRPr="00637AF8">
        <w:rPr>
          <w:rFonts w:ascii="Times New Roman" w:eastAsia="Calibri" w:hAnsi="Times New Roman" w:cs="Times New Roman"/>
          <w:sz w:val="24"/>
          <w:szCs w:val="24"/>
          <w:lang w:val="uk-UA"/>
        </w:rPr>
        <w:t>с.Полянь</w:t>
      </w:r>
      <w:proofErr w:type="spellEnd"/>
      <w:r w:rsidRPr="00637AF8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B72908" w:rsidRPr="00637AF8" w:rsidRDefault="00B72908" w:rsidP="00B729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37AF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3. </w:t>
      </w:r>
      <w:r w:rsidRPr="00637AF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Шуст В.В.,</w:t>
      </w:r>
      <w:r w:rsidRPr="00637AF8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 w:rsidRPr="00637AF8">
        <w:rPr>
          <w:rFonts w:ascii="Times New Roman" w:eastAsia="Calibri" w:hAnsi="Times New Roman" w:cs="Times New Roman"/>
          <w:sz w:val="24"/>
          <w:szCs w:val="24"/>
          <w:lang w:val="uk-UA"/>
        </w:rPr>
        <w:t>якій передана земельна ділянка у власність, посвідчити право власності  в установленому  законом порядку.</w:t>
      </w:r>
    </w:p>
    <w:p w:rsidR="00B72908" w:rsidRPr="00637AF8" w:rsidRDefault="00B72908" w:rsidP="00B729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37AF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B72908" w:rsidRPr="00B72908" w:rsidRDefault="00B72908" w:rsidP="00B7290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B43A8F" w:rsidRPr="00B72908" w:rsidRDefault="00B72908" w:rsidP="00B72908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  <w:r w:rsidRPr="00637AF8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B43A8F" w:rsidRPr="00B7290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908"/>
    <w:rsid w:val="00171A2E"/>
    <w:rsid w:val="00304C90"/>
    <w:rsid w:val="00505B6D"/>
    <w:rsid w:val="006D3977"/>
    <w:rsid w:val="007D6C18"/>
    <w:rsid w:val="00B43A8F"/>
    <w:rsid w:val="00B72908"/>
    <w:rsid w:val="00D1641A"/>
    <w:rsid w:val="00FC0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3</TotalTime>
  <Pages>1</Pages>
  <Words>263</Words>
  <Characters>1501</Characters>
  <Application>Microsoft Office Word</Application>
  <DocSecurity>0</DocSecurity>
  <Lines>12</Lines>
  <Paragraphs>3</Paragraphs>
  <ScaleCrop>false</ScaleCrop>
  <Company>Microsoft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3</cp:revision>
  <dcterms:created xsi:type="dcterms:W3CDTF">2021-03-17T09:30:00Z</dcterms:created>
  <dcterms:modified xsi:type="dcterms:W3CDTF">2021-03-17T09:40:00Z</dcterms:modified>
</cp:coreProperties>
</file>