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730E" w:rsidRDefault="00CB730E" w:rsidP="00CB730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730E" w:rsidRDefault="00CB730E" w:rsidP="00CB730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B730E" w:rsidRDefault="00CB730E" w:rsidP="00CB730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B730E" w:rsidRDefault="00CB730E" w:rsidP="00CB73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730E" w:rsidRDefault="00CB730E" w:rsidP="00CB73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730E" w:rsidRDefault="00CB730E" w:rsidP="00CB73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730E" w:rsidRDefault="00CB730E" w:rsidP="00CB73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730E" w:rsidRDefault="00CB730E" w:rsidP="00CB73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B730E" w:rsidRDefault="00CB730E" w:rsidP="00CB730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B730E" w:rsidRDefault="00CB730E" w:rsidP="00CB73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B730E" w:rsidRDefault="00CB730E" w:rsidP="00CB73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B730E" w:rsidRDefault="00CB730E" w:rsidP="00CB73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730E" w:rsidRDefault="00CB730E" w:rsidP="00CB73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B730E" w:rsidRDefault="00CB730E" w:rsidP="00CB73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730E" w:rsidRDefault="00CB730E" w:rsidP="00CB730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B730E" w:rsidRDefault="00CB730E" w:rsidP="00CB730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B730E" w:rsidRDefault="00CB730E" w:rsidP="00CB730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№73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CB730E" w:rsidRPr="0024314B" w:rsidRDefault="00CB730E" w:rsidP="00CB730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B730E" w:rsidRPr="0024314B" w:rsidRDefault="00CB730E" w:rsidP="00CB730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CB730E" w:rsidRPr="0024314B" w:rsidRDefault="00CB730E" w:rsidP="00CB730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із землеустрою щодо встановлення (відновлення)</w:t>
      </w:r>
    </w:p>
    <w:p w:rsidR="00CB730E" w:rsidRPr="0024314B" w:rsidRDefault="00CB730E" w:rsidP="00CB730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меж земельної ділянки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натурі (на місцевості)</w:t>
      </w:r>
    </w:p>
    <w:p w:rsidR="00CB730E" w:rsidRPr="0024314B" w:rsidRDefault="00CB730E" w:rsidP="00CB730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Крупецькій</w:t>
      </w:r>
      <w:proofErr w:type="spellEnd"/>
      <w:r w:rsidRPr="0024314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сільській раді</w:t>
      </w:r>
    </w:p>
    <w:p w:rsidR="00CB730E" w:rsidRPr="0024314B" w:rsidRDefault="00CB730E" w:rsidP="00CB730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B730E" w:rsidRPr="0024314B" w:rsidRDefault="00CB730E" w:rsidP="00CB730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ядування в Україні», статей 12,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83,186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 </w:t>
      </w:r>
    </w:p>
    <w:p w:rsidR="00CB730E" w:rsidRPr="0024314B" w:rsidRDefault="00CB730E" w:rsidP="00CB730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CB730E" w:rsidRPr="0024314B" w:rsidRDefault="00CB730E" w:rsidP="00CB730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1.Затвердити </w:t>
      </w:r>
      <w:proofErr w:type="spellStart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раді, 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 xml:space="preserve">код ЄДРПОУ 04405030,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технічну документацію із землеустрою щодо встановлення (відновлення) меж земельної ділянки в натурі (на місцевості), та передати у комунальну  власність, площею 0,2691 га, кадастровий номер: 6823984700:04:010:0015,</w:t>
      </w:r>
      <w:r w:rsidRPr="0024314B">
        <w:rPr>
          <w:rFonts w:ascii="Times New Roman" w:eastAsia="Arial Unicode MS" w:hAnsi="Times New Roman" w:cs="Times New Roman"/>
          <w:sz w:val="24"/>
          <w:szCs w:val="24"/>
        </w:rPr>
        <w:t>16.00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Землі запасу (земельні ділянки кожної категорії земель, які не надані у власність або користування громадянам чи юридичним особам) земельні ділянки кожної категорії земель, які не надані у власність або користування громадянам чи юридичним особам, яка розташована Хмельницька область, Шепетівський  район,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>Крупецька</w:t>
      </w:r>
      <w:proofErr w:type="spellEnd"/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сільська рада, за межами с.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>Потереба</w:t>
      </w:r>
      <w:proofErr w:type="spellEnd"/>
      <w:r w:rsidRPr="0024314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B730E" w:rsidRPr="0024314B" w:rsidRDefault="00CB730E" w:rsidP="00CB730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2.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 сільській раді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CB730E" w:rsidRPr="0024314B" w:rsidRDefault="00CB730E" w:rsidP="00CB730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4314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B730E" w:rsidRPr="0024314B" w:rsidRDefault="00CB730E" w:rsidP="00CB730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B730E" w:rsidRPr="0024314B" w:rsidRDefault="00CB730E" w:rsidP="00CB730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B730E" w:rsidRPr="0024314B" w:rsidRDefault="00CB730E" w:rsidP="00CB730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CB730E" w:rsidRPr="0024314B" w:rsidRDefault="00CB730E" w:rsidP="00CB730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E73D6" w:rsidRPr="00CB730E" w:rsidRDefault="00CB730E" w:rsidP="00CB730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 w:rsidRPr="0024314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2E73D6" w:rsidRPr="00CB730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30E"/>
    <w:rsid w:val="002E73D6"/>
    <w:rsid w:val="00CB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0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B730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B730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B730E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30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B730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B730E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B730E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277</Words>
  <Characters>1580</Characters>
  <Application>Microsoft Office Word</Application>
  <DocSecurity>0</DocSecurity>
  <Lines>13</Lines>
  <Paragraphs>3</Paragraphs>
  <ScaleCrop>false</ScaleCrop>
  <Company>SPecialiST RePack</Company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2021-07-26T12:47:00Z</dcterms:created>
  <dcterms:modified xsi:type="dcterms:W3CDTF">2021-07-26T12:47:00Z</dcterms:modified>
</cp:coreProperties>
</file>