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BA9" w:rsidRDefault="00B22BA9" w:rsidP="00B22B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8255" r="8890" b="698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B22BA9" w:rsidRDefault="00B22BA9" w:rsidP="00B22BA9"/>
    <w:p w:rsidR="00B22BA9" w:rsidRDefault="00B22BA9" w:rsidP="00B22BA9"/>
    <w:p w:rsidR="00B22BA9" w:rsidRDefault="00B22BA9" w:rsidP="00B22BA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22BA9" w:rsidRDefault="00B22BA9" w:rsidP="00B22BA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22BA9" w:rsidRDefault="00B22BA9" w:rsidP="00B22BA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22BA9" w:rsidRDefault="00B22BA9" w:rsidP="00B22BA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22BA9" w:rsidRDefault="00B22BA9" w:rsidP="00B22BA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2BA9" w:rsidRDefault="00B22BA9" w:rsidP="00B22BA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22BA9" w:rsidRDefault="00B22BA9" w:rsidP="00B22BA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22BA9" w:rsidRDefault="00B22BA9" w:rsidP="00B22BA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22BA9" w:rsidRPr="00C804C9" w:rsidRDefault="00B22BA9" w:rsidP="00B22BA9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№29</w:t>
      </w:r>
    </w:p>
    <w:p w:rsidR="00B22BA9" w:rsidRPr="00C804C9" w:rsidRDefault="00B22BA9" w:rsidP="00B22BA9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B22BA9" w:rsidRPr="00C804C9" w:rsidRDefault="00B22BA9" w:rsidP="00B22B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B22BA9" w:rsidRPr="00C804C9" w:rsidRDefault="00B22BA9" w:rsidP="00B22BA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B22BA9" w:rsidRPr="00C804C9" w:rsidRDefault="00B22BA9" w:rsidP="00B22BA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proofErr w:type="gramStart"/>
      <w:r w:rsidRPr="00C804C9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C804C9">
        <w:rPr>
          <w:rFonts w:ascii="Times New Roman" w:hAnsi="Times New Roman" w:cs="Times New Roman"/>
          <w:b/>
          <w:sz w:val="24"/>
          <w:szCs w:val="24"/>
        </w:rPr>
        <w:t>інчук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А.О.</w:t>
      </w:r>
    </w:p>
    <w:p w:rsidR="00B22BA9" w:rsidRPr="00C804C9" w:rsidRDefault="00B22BA9" w:rsidP="00B22BA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22BA9" w:rsidRPr="00C804C9" w:rsidRDefault="00B22BA9" w:rsidP="00B22BA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інчук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А.О.,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B22BA9" w:rsidRPr="00C804C9" w:rsidRDefault="00B22BA9" w:rsidP="00B22BA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B22BA9" w:rsidRPr="00C804C9" w:rsidRDefault="00B22BA9" w:rsidP="00B22BA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інчуку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Анатолію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Омеляновичу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0,60 га,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</w:p>
    <w:p w:rsidR="00B22BA9" w:rsidRPr="00C804C9" w:rsidRDefault="00B22BA9" w:rsidP="00B22B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Пінчуку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Анатолію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Омеляновичу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9532AF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9532AF">
        <w:rPr>
          <w:rFonts w:ascii="Times New Roman" w:hAnsi="Times New Roman" w:cs="Times New Roman"/>
          <w:sz w:val="24"/>
          <w:szCs w:val="24"/>
          <w:lang w:val="en-US"/>
        </w:rPr>
        <w:t>________</w:t>
      </w:r>
      <w:bookmarkStart w:id="0" w:name="_GoBack"/>
      <w:bookmarkEnd w:id="0"/>
      <w:r w:rsidRPr="00C804C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0,6000 га,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номер: 6823982100:01:002:0021, для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</w:p>
    <w:p w:rsidR="00B22BA9" w:rsidRPr="00C804C9" w:rsidRDefault="00B22BA9" w:rsidP="00B22B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інчуку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А.О.,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передана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B22BA9" w:rsidRPr="00C804C9" w:rsidRDefault="00B22BA9" w:rsidP="00B22BA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B22BA9" w:rsidRPr="00C804C9" w:rsidRDefault="00B22BA9" w:rsidP="00B22BA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2BA9" w:rsidRPr="00C804C9" w:rsidRDefault="00B22BA9" w:rsidP="00B22BA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2BA9" w:rsidRPr="00C804C9" w:rsidRDefault="00B22BA9" w:rsidP="00B22BA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24F4" w:rsidRDefault="007124F4"/>
    <w:sectPr w:rsidR="007124F4" w:rsidSect="00B22BA9">
      <w:pgSz w:w="12240" w:h="15840"/>
      <w:pgMar w:top="568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BA9"/>
    <w:rsid w:val="00171A2E"/>
    <w:rsid w:val="00304C90"/>
    <w:rsid w:val="00505B6D"/>
    <w:rsid w:val="006D3977"/>
    <w:rsid w:val="007124F4"/>
    <w:rsid w:val="007D6C18"/>
    <w:rsid w:val="009532AF"/>
    <w:rsid w:val="00B22BA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280</Words>
  <Characters>1598</Characters>
  <Application>Microsoft Office Word</Application>
  <DocSecurity>0</DocSecurity>
  <Lines>13</Lines>
  <Paragraphs>3</Paragraphs>
  <ScaleCrop>false</ScaleCrop>
  <Company>Microsoft</Company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2020-07-29T13:51:00Z</dcterms:created>
  <dcterms:modified xsi:type="dcterms:W3CDTF">2020-07-29T17:11:00Z</dcterms:modified>
</cp:coreProperties>
</file>