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FAF" w:rsidRDefault="00FC2FAF" w:rsidP="00FC2FA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FAF" w:rsidRDefault="00FC2FAF" w:rsidP="00FC2F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2FAF" w:rsidRDefault="00FC2FAF" w:rsidP="00FC2F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C2FAF" w:rsidRDefault="00FC2FAF" w:rsidP="00FC2F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FAF" w:rsidRDefault="00FC2FAF" w:rsidP="00FC2F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C2FAF" w:rsidRDefault="00FC2FAF" w:rsidP="00FC2F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2FAF" w:rsidRDefault="00FC2FAF" w:rsidP="00FC2F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28</w:t>
      </w:r>
    </w:p>
    <w:p w:rsidR="00FC2FAF" w:rsidRDefault="00FC2FAF" w:rsidP="00FC2FA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C2FAF" w:rsidRDefault="00FC2FAF" w:rsidP="00FC2FA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Ні</w:t>
      </w:r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ітюк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О.П.</w:t>
      </w: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C2FAF" w:rsidRPr="007C46F7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C4EBF" w:rsidRPr="00AC4EBF">
        <w:rPr>
          <w:rFonts w:ascii="Times New Roman" w:eastAsia="Calibri" w:hAnsi="Times New Roman" w:cs="Times New Roman"/>
          <w:sz w:val="24"/>
          <w:lang w:eastAsia="en-US"/>
        </w:rPr>
        <w:t>_</w:t>
      </w:r>
      <w:r w:rsidR="00AC4EBF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0,0900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C2FAF" w:rsidRDefault="00FC2FAF" w:rsidP="00FC2FA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C2FAF" w:rsidRDefault="00FC2FAF" w:rsidP="00FC2F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2FAF" w:rsidRDefault="00FC2FAF" w:rsidP="00FC2F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2FAF" w:rsidRDefault="00FC2FAF" w:rsidP="00FC2FA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2FAF" w:rsidRDefault="00FC2FAF" w:rsidP="00FC2FA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2FAF" w:rsidRDefault="00FC2FAF" w:rsidP="00FC2FA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C2FAF" w:rsidRDefault="00FC2FAF" w:rsidP="00FC2FA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p w:rsidR="004473D6" w:rsidRDefault="004473D6"/>
    <w:sectPr w:rsidR="004473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FAF"/>
    <w:rsid w:val="004473D6"/>
    <w:rsid w:val="00AC4EBF"/>
    <w:rsid w:val="00FC2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C2F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2FA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C2FA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FA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C2F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2FA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C2FA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240</Words>
  <Characters>1371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2021-07-26T12:25:00Z</dcterms:created>
  <dcterms:modified xsi:type="dcterms:W3CDTF">2021-07-27T07:17:00Z</dcterms:modified>
</cp:coreProperties>
</file>