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D96" w:rsidRDefault="006F2D96" w:rsidP="006F2D9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2D96" w:rsidRDefault="006F2D96" w:rsidP="006F2D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F2D96" w:rsidRDefault="006F2D96" w:rsidP="006F2D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F2D96" w:rsidRDefault="006F2D96" w:rsidP="006F2D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2D96" w:rsidRDefault="006F2D96" w:rsidP="006F2D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2D96" w:rsidRDefault="006F2D96" w:rsidP="006F2D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2D96" w:rsidRDefault="006F2D96" w:rsidP="006F2D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2D96" w:rsidRDefault="006F2D96" w:rsidP="006F2D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F2D96" w:rsidRDefault="006F2D96" w:rsidP="006F2D9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F2D96" w:rsidRDefault="006F2D96" w:rsidP="006F2D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F2D96" w:rsidRDefault="006F2D96" w:rsidP="006F2D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F2D96" w:rsidRDefault="006F2D96" w:rsidP="006F2D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2D96" w:rsidRDefault="006F2D96" w:rsidP="006F2D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F2D96" w:rsidRDefault="006F2D96" w:rsidP="006F2D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2D96" w:rsidRDefault="006F2D96" w:rsidP="006F2D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F2D96" w:rsidRDefault="006F2D96" w:rsidP="006F2D9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F2D96" w:rsidRDefault="006F2D96" w:rsidP="006F2D9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№118</w:t>
      </w:r>
    </w:p>
    <w:p w:rsidR="006F2D96" w:rsidRPr="00611135" w:rsidRDefault="006F2D96" w:rsidP="006F2D9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F2D96" w:rsidRPr="00611135" w:rsidRDefault="006F2D96" w:rsidP="006F2D9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6F2D96" w:rsidRPr="00611135" w:rsidRDefault="006F2D96" w:rsidP="006F2D9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6F2D96" w:rsidRPr="00611135" w:rsidRDefault="006F2D96" w:rsidP="006F2D9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6F2D96" w:rsidRPr="00611135" w:rsidRDefault="006F2D96" w:rsidP="006F2D9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6F2D96" w:rsidRPr="00611135" w:rsidRDefault="006F2D96" w:rsidP="006F2D9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Коваленко О.В.</w:t>
      </w:r>
    </w:p>
    <w:p w:rsidR="006F2D96" w:rsidRPr="00611135" w:rsidRDefault="006F2D96" w:rsidP="006F2D9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F2D96" w:rsidRPr="00611135" w:rsidRDefault="006F2D96" w:rsidP="006F2D9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Коваленко О.В.,  сільська  рада </w:t>
      </w:r>
    </w:p>
    <w:p w:rsidR="006F2D96" w:rsidRPr="00611135" w:rsidRDefault="006F2D96" w:rsidP="006F2D9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6F2D96" w:rsidRPr="00611135" w:rsidRDefault="006F2D96" w:rsidP="006F2D9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Коваленко Оксані Василівні, </w:t>
      </w:r>
      <w:r w:rsidRPr="00611135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611135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611135">
        <w:rPr>
          <w:rFonts w:ascii="Times New Roman" w:eastAsia="Times New Roman" w:hAnsi="Times New Roman" w:cs="Times New Roman"/>
          <w:sz w:val="24"/>
        </w:rPr>
        <w:t xml:space="preserve">: </w:t>
      </w:r>
      <w:r w:rsidR="00D00B5D" w:rsidRPr="00D00B5D">
        <w:rPr>
          <w:rFonts w:ascii="Times New Roman" w:eastAsia="Times New Roman" w:hAnsi="Times New Roman" w:cs="Times New Roman"/>
          <w:sz w:val="24"/>
        </w:rPr>
        <w:t>_________</w:t>
      </w:r>
      <w:r w:rsidRPr="00611135">
        <w:rPr>
          <w:rFonts w:ascii="Times New Roman" w:eastAsia="Times New Roman" w:hAnsi="Times New Roman" w:cs="Times New Roman"/>
          <w:sz w:val="24"/>
        </w:rPr>
        <w:t xml:space="preserve">,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D00B5D" w:rsidRPr="00D00B5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0,0507 га, кадастровий номер: 6823982100:01:012:0027, д</w:t>
      </w:r>
      <w:r w:rsidRPr="00611135">
        <w:rPr>
          <w:rFonts w:ascii="Times New Roman" w:eastAsia="Times New Roman" w:hAnsi="Times New Roman" w:cs="Times New Roman"/>
          <w:sz w:val="24"/>
          <w:szCs w:val="24"/>
        </w:rPr>
        <w:t>ля ведення особистого селянського господарства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 Шепетівський) район, с.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6F2D96" w:rsidRPr="00611135" w:rsidRDefault="006F2D96" w:rsidP="006F2D9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2.Коваленко О.В. посвідчити своє право  в  установленому  законом  порядку.</w:t>
      </w:r>
    </w:p>
    <w:p w:rsidR="006F2D96" w:rsidRPr="00611135" w:rsidRDefault="006F2D96" w:rsidP="006F2D9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F2D96" w:rsidRPr="00611135" w:rsidRDefault="006F2D96" w:rsidP="006F2D9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F2D96" w:rsidRPr="00611135" w:rsidRDefault="006F2D96" w:rsidP="006F2D9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F2D96" w:rsidRPr="00611135" w:rsidRDefault="006F2D96" w:rsidP="006F2D9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F2D96" w:rsidRDefault="006F2D96" w:rsidP="006F2D9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p w:rsidR="0029332B" w:rsidRDefault="0029332B"/>
    <w:sectPr w:rsidR="0029332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D96"/>
    <w:rsid w:val="0029332B"/>
    <w:rsid w:val="006F2D96"/>
    <w:rsid w:val="00D0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D9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F2D9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F2D9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F2D96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D9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F2D9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F2D9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F2D96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254</Words>
  <Characters>1453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2021-07-07T07:17:00Z</dcterms:created>
  <dcterms:modified xsi:type="dcterms:W3CDTF">2021-07-07T08:49:00Z</dcterms:modified>
</cp:coreProperties>
</file>