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66E" w:rsidRDefault="00E6466E" w:rsidP="00E646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E6466E" w:rsidRDefault="00E6466E" w:rsidP="00E6466E"/>
    <w:p w:rsidR="00E6466E" w:rsidRDefault="00E6466E" w:rsidP="00E6466E"/>
    <w:p w:rsidR="00E6466E" w:rsidRDefault="00E6466E" w:rsidP="00E646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6466E" w:rsidRDefault="00E6466E" w:rsidP="00E646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6466E" w:rsidRDefault="00E6466E" w:rsidP="00E646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6466E" w:rsidRDefault="00E6466E" w:rsidP="00E646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6466E" w:rsidRDefault="00E6466E" w:rsidP="00E646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466E" w:rsidRDefault="00E6466E" w:rsidP="00E646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6466E" w:rsidRDefault="00E6466E" w:rsidP="00E646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6E" w:rsidRDefault="00E6466E" w:rsidP="00E6466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6466E" w:rsidRDefault="00E6466E" w:rsidP="00E6466E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E6466E" w:rsidRPr="0063686B" w:rsidRDefault="00E6466E" w:rsidP="00E6466E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6466E" w:rsidRPr="00025A8C" w:rsidRDefault="00E6466E" w:rsidP="00E646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5A8C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025A8C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025A8C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025A8C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E6466E" w:rsidRPr="00025A8C" w:rsidRDefault="00E6466E" w:rsidP="00E6466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25A8C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025A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025A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025A8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025A8C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E6466E" w:rsidRPr="00025A8C" w:rsidRDefault="00E6466E" w:rsidP="00E6466E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25A8C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025A8C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25A8C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025A8C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025A8C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025A8C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25A8C">
        <w:rPr>
          <w:rFonts w:ascii="Times New Roman" w:hAnsi="Times New Roman" w:cs="Times New Roman"/>
          <w:b/>
          <w:sz w:val="24"/>
          <w:szCs w:val="24"/>
        </w:rPr>
        <w:t>Шемчук</w:t>
      </w:r>
      <w:proofErr w:type="spellEnd"/>
      <w:r w:rsidRPr="00025A8C">
        <w:rPr>
          <w:rFonts w:ascii="Times New Roman" w:hAnsi="Times New Roman" w:cs="Times New Roman"/>
          <w:b/>
          <w:sz w:val="24"/>
          <w:szCs w:val="24"/>
        </w:rPr>
        <w:t xml:space="preserve"> Л.В.</w:t>
      </w:r>
    </w:p>
    <w:p w:rsidR="00E6466E" w:rsidRPr="00025A8C" w:rsidRDefault="00E6466E" w:rsidP="00E6466E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6466E" w:rsidRPr="00025A8C" w:rsidRDefault="00E6466E" w:rsidP="00E6466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A8C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025A8C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Шемчук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Л.</w:t>
      </w:r>
      <w:proofErr w:type="gramEnd"/>
      <w:r w:rsidRPr="00025A8C">
        <w:rPr>
          <w:rFonts w:ascii="Times New Roman" w:hAnsi="Times New Roman" w:cs="Times New Roman"/>
          <w:sz w:val="24"/>
          <w:szCs w:val="24"/>
        </w:rPr>
        <w:t xml:space="preserve">В.,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E6466E" w:rsidRPr="00025A8C" w:rsidRDefault="00E6466E" w:rsidP="00E6466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A8C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E6466E" w:rsidRPr="00025A8C" w:rsidRDefault="00E6466E" w:rsidP="00E6466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A8C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Шемчук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Любові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0,3000 га, яка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025A8C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025A8C">
        <w:rPr>
          <w:rFonts w:ascii="Times New Roman" w:hAnsi="Times New Roman" w:cs="Times New Roman"/>
          <w:sz w:val="24"/>
          <w:szCs w:val="24"/>
        </w:rPr>
        <w:t>олом’є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>.</w:t>
      </w:r>
    </w:p>
    <w:p w:rsidR="00E6466E" w:rsidRPr="00025A8C" w:rsidRDefault="00E6466E" w:rsidP="00E64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A8C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Шемчук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Любові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: </w:t>
      </w:r>
      <w:r w:rsidR="00C82DD5">
        <w:rPr>
          <w:rFonts w:ascii="Times New Roman" w:hAnsi="Times New Roman" w:cs="Times New Roman"/>
          <w:sz w:val="24"/>
          <w:szCs w:val="24"/>
          <w:lang w:val="en-US"/>
        </w:rPr>
        <w:t>__________________</w:t>
      </w:r>
      <w:r w:rsidRPr="00025A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C82DD5">
        <w:rPr>
          <w:rFonts w:ascii="Times New Roman" w:hAnsi="Times New Roman" w:cs="Times New Roman"/>
          <w:sz w:val="24"/>
          <w:szCs w:val="24"/>
          <w:lang w:val="en-US"/>
        </w:rPr>
        <w:t>__________</w:t>
      </w:r>
      <w:bookmarkStart w:id="0" w:name="_GoBack"/>
      <w:bookmarkEnd w:id="0"/>
      <w:r w:rsidRPr="00025A8C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0,3000 га,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номер: 6823984000:02:009:0046, для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Колом’</w:t>
      </w:r>
      <w:proofErr w:type="gramStart"/>
      <w:r w:rsidRPr="00025A8C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6466E" w:rsidRPr="00025A8C" w:rsidRDefault="00E6466E" w:rsidP="00E646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A8C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Шемчук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Л.В.,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25A8C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E6466E" w:rsidRPr="00E6466E" w:rsidRDefault="00E6466E" w:rsidP="00E6466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25A8C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25A8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25A8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E6466E" w:rsidRPr="00025A8C" w:rsidRDefault="00E6466E" w:rsidP="00E6466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2EA8" w:rsidRPr="00E6466E" w:rsidRDefault="00E6466E" w:rsidP="00E6466E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25A8C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025A8C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D2EA8" w:rsidRPr="00E6466E" w:rsidSect="00E6466E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466E"/>
    <w:rsid w:val="00171A2E"/>
    <w:rsid w:val="00304C90"/>
    <w:rsid w:val="00505B6D"/>
    <w:rsid w:val="005D2EA8"/>
    <w:rsid w:val="006D3977"/>
    <w:rsid w:val="007D6C18"/>
    <w:rsid w:val="00C82DD5"/>
    <w:rsid w:val="00D1641A"/>
    <w:rsid w:val="00E6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E6466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E646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6466E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E6466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E646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6466E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279</Words>
  <Characters>1592</Characters>
  <Application>Microsoft Office Word</Application>
  <DocSecurity>0</DocSecurity>
  <Lines>13</Lines>
  <Paragraphs>3</Paragraphs>
  <ScaleCrop>false</ScaleCrop>
  <Company>Microsoft</Company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2020-05-20T14:15:00Z</dcterms:created>
  <dcterms:modified xsi:type="dcterms:W3CDTF">2020-05-20T14:21:00Z</dcterms:modified>
</cp:coreProperties>
</file>