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2A7" w:rsidRPr="008C295D" w:rsidRDefault="001102A7" w:rsidP="001102A7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-207645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08.95pt;margin-top:-16.35pt;width:40pt;height:57.6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ADTVM8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102A7" w:rsidRPr="008C295D" w:rsidRDefault="001102A7" w:rsidP="001102A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2A7" w:rsidRPr="008C295D" w:rsidRDefault="001102A7" w:rsidP="001102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95D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102A7" w:rsidRPr="008C295D" w:rsidRDefault="001102A7" w:rsidP="001102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95D">
        <w:rPr>
          <w:rFonts w:ascii="Times New Roman" w:hAnsi="Times New Roman" w:cs="Times New Roman"/>
          <w:b/>
          <w:sz w:val="28"/>
          <w:szCs w:val="28"/>
        </w:rPr>
        <w:t>КРУПЕЦЬКА СІЛЬСЬКА РАДА</w:t>
      </w:r>
    </w:p>
    <w:p w:rsidR="001102A7" w:rsidRPr="008C295D" w:rsidRDefault="001102A7" w:rsidP="001102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95D">
        <w:rPr>
          <w:rFonts w:ascii="Times New Roman" w:hAnsi="Times New Roman" w:cs="Times New Roman"/>
          <w:b/>
          <w:sz w:val="28"/>
          <w:szCs w:val="28"/>
        </w:rPr>
        <w:t>СЛАВУТСЬКОГО РАЙОНУ</w:t>
      </w:r>
    </w:p>
    <w:p w:rsidR="001102A7" w:rsidRPr="008C295D" w:rsidRDefault="001102A7" w:rsidP="001102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95D">
        <w:rPr>
          <w:rFonts w:ascii="Times New Roman" w:hAnsi="Times New Roman" w:cs="Times New Roman"/>
          <w:b/>
          <w:sz w:val="28"/>
          <w:szCs w:val="28"/>
        </w:rPr>
        <w:t>ХМЕЛЬНИЦЬКОЇ ОБЛАСТІ</w:t>
      </w:r>
    </w:p>
    <w:p w:rsidR="001102A7" w:rsidRPr="008C295D" w:rsidRDefault="001102A7" w:rsidP="001102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2A7" w:rsidRPr="008C295D" w:rsidRDefault="001102A7" w:rsidP="001102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295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C295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C295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102A7" w:rsidRPr="008C295D" w:rsidRDefault="001102A7" w:rsidP="001102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02A7" w:rsidRPr="008C295D" w:rsidRDefault="001102A7" w:rsidP="001102A7">
      <w:pPr>
        <w:shd w:val="clear" w:color="auto" w:fill="FFFFFF"/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19.07.2021 року                                             Крупець                                                   №58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1102A7" w:rsidRPr="008C295D" w:rsidTr="00140726">
        <w:tc>
          <w:tcPr>
            <w:tcW w:w="3652" w:type="dxa"/>
          </w:tcPr>
          <w:p w:rsidR="001102A7" w:rsidRPr="008C295D" w:rsidRDefault="001102A7" w:rsidP="001407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8C295D">
              <w:rPr>
                <w:rFonts w:ascii="Times New Roman" w:hAnsi="Times New Roman" w:cs="Times New Roman"/>
                <w:b/>
                <w:sz w:val="24"/>
                <w:szCs w:val="24"/>
              </w:rPr>
              <w:t>Про підготовку та проведення</w:t>
            </w:r>
          </w:p>
          <w:p w:rsidR="001102A7" w:rsidRPr="008C295D" w:rsidRDefault="001102A7" w:rsidP="0014072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/>
                <w:sz w:val="24"/>
                <w:szCs w:val="24"/>
              </w:rPr>
              <w:t>30-ї річниці  Незалежності України</w:t>
            </w:r>
            <w:bookmarkEnd w:id="0"/>
          </w:p>
        </w:tc>
      </w:tr>
    </w:tbl>
    <w:p w:rsidR="001102A7" w:rsidRPr="008C295D" w:rsidRDefault="001102A7" w:rsidP="001102A7">
      <w:pPr>
        <w:pStyle w:val="1"/>
        <w:spacing w:before="0"/>
        <w:rPr>
          <w:rFonts w:ascii="Times New Roman" w:hAnsi="Times New Roman"/>
          <w:b w:val="0"/>
          <w:bCs w:val="0"/>
          <w:sz w:val="24"/>
          <w:szCs w:val="24"/>
        </w:rPr>
      </w:pPr>
    </w:p>
    <w:p w:rsidR="001102A7" w:rsidRPr="008C295D" w:rsidRDefault="001102A7" w:rsidP="001102A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eastAsia="Times New Roman" w:hAnsi="Times New Roman" w:cs="Times New Roman"/>
          <w:sz w:val="24"/>
          <w:szCs w:val="24"/>
          <w:lang w:eastAsia="ru-RU"/>
        </w:rPr>
        <w:t>З метою збереження наступності та продовження практики проведення традиційних державних і народних свят, які супроводжуються культурно – мистецькими заходами, спортивно – масовими змаганнями, іграми, народними розвагами, керуючись ст. 42, ст. 50 Закону України «Про місцеве самоврядування в Україні»</w:t>
      </w:r>
      <w:r w:rsidRPr="008C295D">
        <w:rPr>
          <w:rFonts w:ascii="Times New Roman" w:hAnsi="Times New Roman" w:cs="Times New Roman"/>
          <w:sz w:val="24"/>
          <w:szCs w:val="24"/>
        </w:rPr>
        <w:t xml:space="preserve"> виконавчий комітет сільської ради</w:t>
      </w:r>
      <w:r w:rsidRPr="008C29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102A7" w:rsidRPr="008C295D" w:rsidRDefault="001102A7" w:rsidP="001102A7">
      <w:pPr>
        <w:pStyle w:val="af2"/>
        <w:shd w:val="clear" w:color="auto" w:fill="FFFFFF"/>
        <w:spacing w:line="276" w:lineRule="auto"/>
        <w:ind w:firstLine="567"/>
        <w:jc w:val="both"/>
        <w:rPr>
          <w:lang w:val="uk-UA"/>
        </w:rPr>
      </w:pPr>
    </w:p>
    <w:p w:rsidR="001102A7" w:rsidRPr="008C295D" w:rsidRDefault="001102A7" w:rsidP="001102A7">
      <w:pPr>
        <w:shd w:val="clear" w:color="auto" w:fill="FFFFFF"/>
        <w:spacing w:after="15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295D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1102A7" w:rsidRPr="008C295D" w:rsidRDefault="001102A7" w:rsidP="001102A7">
      <w:pPr>
        <w:numPr>
          <w:ilvl w:val="0"/>
          <w:numId w:val="1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план  заходів з підготовки і відзначення 30-ї річниці Незалежності України на території </w:t>
      </w:r>
      <w:proofErr w:type="spellStart"/>
      <w:r w:rsidRPr="008C295D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 w:rsidRPr="008C2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(додаток 1).</w:t>
      </w:r>
    </w:p>
    <w:p w:rsidR="001102A7" w:rsidRPr="008C295D" w:rsidRDefault="001102A7" w:rsidP="001102A7">
      <w:pPr>
        <w:numPr>
          <w:ilvl w:val="0"/>
          <w:numId w:val="1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 програму заходів (додаток 2).</w:t>
      </w:r>
    </w:p>
    <w:p w:rsidR="001102A7" w:rsidRPr="008C295D" w:rsidRDefault="001102A7" w:rsidP="001102A7">
      <w:pPr>
        <w:pStyle w:val="rvps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C295D">
        <w:rPr>
          <w:rStyle w:val="rvts9"/>
          <w:color w:val="000000"/>
        </w:rPr>
        <w:t>Контроль за виконанням розпорядження залишаю за собою.</w:t>
      </w:r>
    </w:p>
    <w:p w:rsidR="001102A7" w:rsidRPr="008C295D" w:rsidRDefault="001102A7" w:rsidP="001102A7">
      <w:pPr>
        <w:pStyle w:val="rvps513"/>
        <w:shd w:val="clear" w:color="auto" w:fill="FFFFFF"/>
        <w:spacing w:before="15" w:beforeAutospacing="0" w:after="0" w:afterAutospacing="0"/>
        <w:ind w:left="1035" w:right="15"/>
        <w:jc w:val="both"/>
        <w:rPr>
          <w:color w:val="000000"/>
          <w:sz w:val="28"/>
          <w:szCs w:val="28"/>
        </w:rPr>
      </w:pPr>
    </w:p>
    <w:p w:rsidR="001102A7" w:rsidRPr="008C295D" w:rsidRDefault="001102A7" w:rsidP="001102A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102A7" w:rsidRPr="008C295D" w:rsidRDefault="001102A7" w:rsidP="001102A7">
      <w:pPr>
        <w:pStyle w:val="HTML0"/>
        <w:rPr>
          <w:rFonts w:ascii="Times New Roman" w:hAnsi="Times New Roman" w:cs="Times New Roman"/>
        </w:rPr>
      </w:pPr>
      <w:proofErr w:type="spellStart"/>
      <w:r w:rsidRPr="008C295D">
        <w:rPr>
          <w:rFonts w:ascii="Times New Roman" w:hAnsi="Times New Roman" w:cs="Times New Roman"/>
        </w:rPr>
        <w:t>Сільський</w:t>
      </w:r>
      <w:proofErr w:type="spellEnd"/>
      <w:r w:rsidRPr="008C295D">
        <w:rPr>
          <w:rFonts w:ascii="Times New Roman" w:hAnsi="Times New Roman" w:cs="Times New Roman"/>
        </w:rPr>
        <w:t xml:space="preserve"> </w:t>
      </w:r>
      <w:proofErr w:type="spellStart"/>
      <w:r w:rsidRPr="008C295D">
        <w:rPr>
          <w:rFonts w:ascii="Times New Roman" w:hAnsi="Times New Roman" w:cs="Times New Roman"/>
        </w:rPr>
        <w:t>голова</w:t>
      </w:r>
      <w:proofErr w:type="spellEnd"/>
      <w:r w:rsidRPr="008C295D">
        <w:rPr>
          <w:rFonts w:ascii="Times New Roman" w:hAnsi="Times New Roman" w:cs="Times New Roman"/>
        </w:rPr>
        <w:t xml:space="preserve"> </w:t>
      </w:r>
      <w:r w:rsidRPr="008C295D">
        <w:rPr>
          <w:rFonts w:ascii="Times New Roman" w:hAnsi="Times New Roman" w:cs="Times New Roman"/>
        </w:rPr>
        <w:tab/>
      </w:r>
      <w:r w:rsidRPr="008C295D">
        <w:rPr>
          <w:rFonts w:ascii="Times New Roman" w:hAnsi="Times New Roman" w:cs="Times New Roman"/>
        </w:rPr>
        <w:tab/>
      </w:r>
      <w:r w:rsidRPr="008C295D">
        <w:rPr>
          <w:rFonts w:ascii="Times New Roman" w:hAnsi="Times New Roman" w:cs="Times New Roman"/>
        </w:rPr>
        <w:tab/>
      </w:r>
      <w:r w:rsidRPr="008C295D">
        <w:rPr>
          <w:rFonts w:ascii="Times New Roman" w:hAnsi="Times New Roman" w:cs="Times New Roman"/>
        </w:rPr>
        <w:tab/>
        <w:t xml:space="preserve">                             </w:t>
      </w:r>
      <w:r w:rsidRPr="008C295D">
        <w:rPr>
          <w:rFonts w:ascii="Times New Roman" w:hAnsi="Times New Roman" w:cs="Times New Roman"/>
        </w:rPr>
        <w:tab/>
      </w:r>
      <w:r w:rsidRPr="008C295D">
        <w:rPr>
          <w:rFonts w:ascii="Times New Roman" w:hAnsi="Times New Roman" w:cs="Times New Roman"/>
        </w:rPr>
        <w:tab/>
      </w:r>
      <w:proofErr w:type="spellStart"/>
      <w:r w:rsidRPr="008C295D">
        <w:rPr>
          <w:rFonts w:ascii="Times New Roman" w:hAnsi="Times New Roman" w:cs="Times New Roman"/>
        </w:rPr>
        <w:t>Валерій</w:t>
      </w:r>
      <w:proofErr w:type="spellEnd"/>
      <w:r w:rsidRPr="008C295D">
        <w:rPr>
          <w:rFonts w:ascii="Times New Roman" w:hAnsi="Times New Roman" w:cs="Times New Roman"/>
        </w:rPr>
        <w:t xml:space="preserve"> МИХАЛЮК </w:t>
      </w:r>
    </w:p>
    <w:p w:rsidR="001102A7" w:rsidRPr="008C295D" w:rsidRDefault="001102A7" w:rsidP="001102A7">
      <w:pPr>
        <w:pStyle w:val="HTML0"/>
        <w:rPr>
          <w:rFonts w:ascii="Times New Roman" w:hAnsi="Times New Roman" w:cs="Times New Roman"/>
        </w:rPr>
      </w:pPr>
      <w:r w:rsidRPr="008C295D">
        <w:rPr>
          <w:rFonts w:ascii="Times New Roman" w:hAnsi="Times New Roman" w:cs="Times New Roman"/>
        </w:rPr>
        <w:t xml:space="preserve">               </w:t>
      </w:r>
    </w:p>
    <w:p w:rsidR="001102A7" w:rsidRPr="008C295D" w:rsidRDefault="001102A7" w:rsidP="001102A7">
      <w:pPr>
        <w:pStyle w:val="HTML0"/>
        <w:rPr>
          <w:rFonts w:ascii="Times New Roman" w:hAnsi="Times New Roman" w:cs="Times New Roman"/>
        </w:rPr>
      </w:pPr>
    </w:p>
    <w:p w:rsidR="001102A7" w:rsidRPr="008C295D" w:rsidRDefault="001102A7" w:rsidP="001102A7">
      <w:pPr>
        <w:pStyle w:val="HTML0"/>
        <w:rPr>
          <w:rFonts w:ascii="Times New Roman" w:hAnsi="Times New Roman" w:cs="Times New Roman"/>
        </w:rPr>
      </w:pPr>
    </w:p>
    <w:p w:rsidR="001102A7" w:rsidRPr="008C295D" w:rsidRDefault="001102A7" w:rsidP="001102A7">
      <w:pPr>
        <w:pStyle w:val="HTML0"/>
        <w:rPr>
          <w:rFonts w:ascii="Times New Roman" w:hAnsi="Times New Roman" w:cs="Times New Roman"/>
        </w:rPr>
      </w:pPr>
    </w:p>
    <w:p w:rsidR="001102A7" w:rsidRDefault="001102A7" w:rsidP="001102A7">
      <w:pPr>
        <w:pStyle w:val="HTML0"/>
        <w:rPr>
          <w:rFonts w:ascii="Times New Roman" w:hAnsi="Times New Roman" w:cs="Times New Roman"/>
        </w:rPr>
      </w:pPr>
    </w:p>
    <w:p w:rsidR="001102A7" w:rsidRPr="008C295D" w:rsidRDefault="001102A7" w:rsidP="001102A7">
      <w:pPr>
        <w:pStyle w:val="HTML0"/>
        <w:rPr>
          <w:rFonts w:ascii="Times New Roman" w:hAnsi="Times New Roman" w:cs="Times New Roman"/>
        </w:rPr>
      </w:pPr>
    </w:p>
    <w:p w:rsidR="001102A7" w:rsidRPr="008C295D" w:rsidRDefault="001102A7" w:rsidP="001102A7">
      <w:pPr>
        <w:pStyle w:val="HTML0"/>
        <w:rPr>
          <w:rFonts w:ascii="Times New Roman" w:hAnsi="Times New Roman" w:cs="Times New Roman"/>
        </w:rPr>
      </w:pPr>
    </w:p>
    <w:p w:rsidR="001102A7" w:rsidRPr="008C295D" w:rsidRDefault="001102A7" w:rsidP="001102A7">
      <w:pPr>
        <w:pStyle w:val="HTML0"/>
        <w:rPr>
          <w:rFonts w:ascii="Times New Roman" w:hAnsi="Times New Roman" w:cs="Times New Roman"/>
        </w:rPr>
      </w:pPr>
    </w:p>
    <w:p w:rsidR="001102A7" w:rsidRPr="008C295D" w:rsidRDefault="001102A7" w:rsidP="001102A7">
      <w:pPr>
        <w:pStyle w:val="HTML0"/>
        <w:rPr>
          <w:rFonts w:ascii="Times New Roman" w:hAnsi="Times New Roman" w:cs="Times New Roman"/>
        </w:rPr>
      </w:pPr>
    </w:p>
    <w:p w:rsidR="001102A7" w:rsidRPr="008C295D" w:rsidRDefault="001102A7" w:rsidP="001102A7">
      <w:pPr>
        <w:pStyle w:val="HTML0"/>
        <w:rPr>
          <w:rFonts w:ascii="Times New Roman" w:hAnsi="Times New Roman" w:cs="Times New Roman"/>
        </w:rPr>
      </w:pPr>
    </w:p>
    <w:p w:rsidR="001102A7" w:rsidRPr="008C295D" w:rsidRDefault="001102A7" w:rsidP="001102A7">
      <w:pPr>
        <w:pStyle w:val="HTML0"/>
        <w:rPr>
          <w:rFonts w:ascii="Times New Roman" w:hAnsi="Times New Roman" w:cs="Times New Roman"/>
        </w:rPr>
      </w:pPr>
    </w:p>
    <w:p w:rsidR="001102A7" w:rsidRPr="008C295D" w:rsidRDefault="001102A7" w:rsidP="001102A7">
      <w:pPr>
        <w:pStyle w:val="HTML0"/>
        <w:rPr>
          <w:rFonts w:ascii="Times New Roman" w:hAnsi="Times New Roman" w:cs="Times New Roman"/>
        </w:rPr>
      </w:pPr>
    </w:p>
    <w:tbl>
      <w:tblPr>
        <w:tblStyle w:val="af3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2"/>
      </w:tblGrid>
      <w:tr w:rsidR="001102A7" w:rsidRPr="008C295D" w:rsidTr="00140726">
        <w:tc>
          <w:tcPr>
            <w:tcW w:w="3651" w:type="dxa"/>
          </w:tcPr>
          <w:p w:rsidR="001102A7" w:rsidRPr="008C295D" w:rsidRDefault="001102A7" w:rsidP="001407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 1</w:t>
            </w:r>
          </w:p>
          <w:p w:rsidR="001102A7" w:rsidRPr="008C295D" w:rsidRDefault="001102A7" w:rsidP="001407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рішення виконавчого комітету </w:t>
            </w:r>
            <w:proofErr w:type="spellStart"/>
            <w:r w:rsidRPr="008C29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Крупецької</w:t>
            </w:r>
            <w:proofErr w:type="spellEnd"/>
            <w:r w:rsidRPr="008C29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сільської ради № 58    від 19.07.2021 року</w:t>
            </w:r>
          </w:p>
        </w:tc>
      </w:tr>
    </w:tbl>
    <w:p w:rsidR="001102A7" w:rsidRPr="008C295D" w:rsidRDefault="001102A7" w:rsidP="001102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102A7" w:rsidRPr="008C295D" w:rsidRDefault="001102A7" w:rsidP="001102A7">
      <w:pPr>
        <w:spacing w:before="100" w:beforeAutospacing="1"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заходів</w:t>
      </w:r>
    </w:p>
    <w:p w:rsidR="001102A7" w:rsidRPr="008C295D" w:rsidRDefault="001102A7" w:rsidP="001102A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 підготовки і проведення святкування </w:t>
      </w:r>
    </w:p>
    <w:p w:rsidR="001102A7" w:rsidRPr="008C295D" w:rsidRDefault="001102A7" w:rsidP="001102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30-ї річниці </w:t>
      </w:r>
      <w:r w:rsidRPr="008C295D">
        <w:rPr>
          <w:rFonts w:ascii="Times New Roman" w:hAnsi="Times New Roman" w:cs="Times New Roman"/>
          <w:b/>
          <w:sz w:val="24"/>
          <w:szCs w:val="24"/>
        </w:rPr>
        <w:t>Незалежності України</w:t>
      </w:r>
    </w:p>
    <w:p w:rsidR="001102A7" w:rsidRPr="008C295D" w:rsidRDefault="001102A7" w:rsidP="001102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60"/>
        <w:gridCol w:w="4050"/>
        <w:gridCol w:w="2475"/>
        <w:gridCol w:w="2391"/>
      </w:tblGrid>
      <w:tr w:rsidR="001102A7" w:rsidRPr="008C295D" w:rsidTr="00140726">
        <w:tc>
          <w:tcPr>
            <w:tcW w:w="675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12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 заходу</w:t>
            </w:r>
          </w:p>
        </w:tc>
        <w:tc>
          <w:tcPr>
            <w:tcW w:w="2511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Відповідальний за виконання</w:t>
            </w:r>
          </w:p>
        </w:tc>
        <w:tc>
          <w:tcPr>
            <w:tcW w:w="2456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Термін виконання</w:t>
            </w:r>
          </w:p>
        </w:tc>
      </w:tr>
      <w:tr w:rsidR="001102A7" w:rsidRPr="008C295D" w:rsidTr="00140726">
        <w:tc>
          <w:tcPr>
            <w:tcW w:w="675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2" w:type="dxa"/>
          </w:tcPr>
          <w:p w:rsidR="001102A7" w:rsidRPr="008C295D" w:rsidRDefault="001102A7" w:rsidP="00140726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Підготувати оголошення про проведення святкових заходів</w:t>
            </w:r>
          </w:p>
        </w:tc>
        <w:tc>
          <w:tcPr>
            <w:tcW w:w="2511" w:type="dxa"/>
          </w:tcPr>
          <w:p w:rsidR="001102A7" w:rsidRPr="008C295D" w:rsidRDefault="001102A7" w:rsidP="00140726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Гончарук Ю.В.</w:t>
            </w:r>
          </w:p>
        </w:tc>
        <w:tc>
          <w:tcPr>
            <w:tcW w:w="2456" w:type="dxa"/>
          </w:tcPr>
          <w:p w:rsidR="001102A7" w:rsidRPr="008C295D" w:rsidRDefault="001102A7" w:rsidP="00140726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2A7" w:rsidRPr="008C295D" w:rsidTr="00140726">
        <w:tc>
          <w:tcPr>
            <w:tcW w:w="675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2" w:type="dxa"/>
          </w:tcPr>
          <w:p w:rsidR="001102A7" w:rsidRPr="008C295D" w:rsidRDefault="001102A7" w:rsidP="00140726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Підготувати сценарії свят</w:t>
            </w:r>
          </w:p>
        </w:tc>
        <w:tc>
          <w:tcPr>
            <w:tcW w:w="2511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Кмитюк</w:t>
            </w:r>
            <w:proofErr w:type="spellEnd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В.М.</w:t>
            </w:r>
          </w:p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Качаровська</w:t>
            </w:r>
            <w:proofErr w:type="spellEnd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</w:t>
            </w:r>
          </w:p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Нікітчук</w:t>
            </w:r>
            <w:proofErr w:type="spellEnd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І.Є.</w:t>
            </w:r>
          </w:p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Мовчанюк</w:t>
            </w:r>
            <w:proofErr w:type="spellEnd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 </w:t>
            </w:r>
          </w:p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Шуст Н.В.</w:t>
            </w:r>
          </w:p>
        </w:tc>
        <w:tc>
          <w:tcPr>
            <w:tcW w:w="2456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2A7" w:rsidRPr="008C295D" w:rsidTr="00140726">
        <w:tc>
          <w:tcPr>
            <w:tcW w:w="675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2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Забезпечити якісне озвучення святкування</w:t>
            </w:r>
          </w:p>
        </w:tc>
        <w:tc>
          <w:tcPr>
            <w:tcW w:w="2511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Кмитюк</w:t>
            </w:r>
            <w:proofErr w:type="spellEnd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В.М.</w:t>
            </w:r>
          </w:p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Качаровська</w:t>
            </w:r>
            <w:proofErr w:type="spellEnd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</w:t>
            </w:r>
          </w:p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Нікітчук</w:t>
            </w:r>
            <w:proofErr w:type="spellEnd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І.Є.</w:t>
            </w:r>
          </w:p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Мовчанюк</w:t>
            </w:r>
            <w:proofErr w:type="spellEnd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Шуст Н.В.</w:t>
            </w:r>
          </w:p>
        </w:tc>
        <w:tc>
          <w:tcPr>
            <w:tcW w:w="2456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2A7" w:rsidRPr="008C295D" w:rsidTr="00140726">
        <w:tc>
          <w:tcPr>
            <w:tcW w:w="675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2" w:type="dxa"/>
          </w:tcPr>
          <w:p w:rsidR="001102A7" w:rsidRPr="008C295D" w:rsidRDefault="001102A7" w:rsidP="00140726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Забезпечити прибирання територій закладів культури</w:t>
            </w:r>
          </w:p>
        </w:tc>
        <w:tc>
          <w:tcPr>
            <w:tcW w:w="2511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Дмитрук</w:t>
            </w:r>
            <w:proofErr w:type="spellEnd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С.І.</w:t>
            </w:r>
          </w:p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Поліщук Л.В.</w:t>
            </w:r>
          </w:p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Вождєва</w:t>
            </w:r>
            <w:proofErr w:type="spellEnd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Н.М.</w:t>
            </w:r>
          </w:p>
        </w:tc>
        <w:tc>
          <w:tcPr>
            <w:tcW w:w="2456" w:type="dxa"/>
          </w:tcPr>
          <w:p w:rsidR="001102A7" w:rsidRPr="008C295D" w:rsidRDefault="001102A7" w:rsidP="00140726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2A7" w:rsidRPr="008C295D" w:rsidTr="00140726">
        <w:tc>
          <w:tcPr>
            <w:tcW w:w="675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2" w:type="dxa"/>
          </w:tcPr>
          <w:p w:rsidR="001102A7" w:rsidRPr="008C295D" w:rsidRDefault="001102A7" w:rsidP="00140726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Забезпечити організацію дотримання громадського порядку та безпеку громадян під час проведення свята та після його завершення.</w:t>
            </w:r>
          </w:p>
        </w:tc>
        <w:tc>
          <w:tcPr>
            <w:tcW w:w="2511" w:type="dxa"/>
          </w:tcPr>
          <w:p w:rsidR="001102A7" w:rsidRPr="008C295D" w:rsidRDefault="001102A7" w:rsidP="00140726">
            <w:pPr>
              <w:spacing w:before="100" w:beforeAutospacing="1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Красномовець С.І.</w:t>
            </w:r>
          </w:p>
          <w:p w:rsidR="001102A7" w:rsidRPr="008C295D" w:rsidRDefault="001102A7" w:rsidP="0014072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Шатковський</w:t>
            </w:r>
            <w:proofErr w:type="spellEnd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К.В.</w:t>
            </w:r>
          </w:p>
          <w:p w:rsidR="001102A7" w:rsidRPr="008C295D" w:rsidRDefault="001102A7" w:rsidP="0014072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Ковба</w:t>
            </w:r>
            <w:proofErr w:type="spellEnd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О.Л.</w:t>
            </w:r>
          </w:p>
          <w:p w:rsidR="001102A7" w:rsidRPr="008C295D" w:rsidRDefault="001102A7" w:rsidP="0014072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Смолій О.М.</w:t>
            </w:r>
          </w:p>
          <w:p w:rsidR="001102A7" w:rsidRPr="008C295D" w:rsidRDefault="001102A7" w:rsidP="00140726">
            <w:pPr>
              <w:spacing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Ковальчук Г.Г.</w:t>
            </w:r>
          </w:p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2A7" w:rsidRPr="008C295D" w:rsidTr="00140726">
        <w:tc>
          <w:tcPr>
            <w:tcW w:w="675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2" w:type="dxa"/>
          </w:tcPr>
          <w:p w:rsidR="001102A7" w:rsidRPr="008C295D" w:rsidRDefault="001102A7" w:rsidP="00140726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Забезпечити організацію чергування медичного персоналу під час проведення свята.</w:t>
            </w:r>
          </w:p>
        </w:tc>
        <w:tc>
          <w:tcPr>
            <w:tcW w:w="2511" w:type="dxa"/>
          </w:tcPr>
          <w:p w:rsidR="001102A7" w:rsidRPr="008C295D" w:rsidRDefault="001102A7" w:rsidP="00140726">
            <w:pPr>
              <w:spacing w:before="100" w:beforeAutospacing="1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Ольховський О.П.</w:t>
            </w:r>
          </w:p>
          <w:p w:rsidR="001102A7" w:rsidRPr="008C295D" w:rsidRDefault="001102A7" w:rsidP="0014072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Теплякова</w:t>
            </w:r>
            <w:proofErr w:type="spellEnd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  <w:p w:rsidR="001102A7" w:rsidRPr="008C295D" w:rsidRDefault="001102A7" w:rsidP="0014072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Жубінський</w:t>
            </w:r>
            <w:proofErr w:type="spellEnd"/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Ф.В.</w:t>
            </w:r>
          </w:p>
          <w:p w:rsidR="001102A7" w:rsidRPr="008C295D" w:rsidRDefault="001102A7" w:rsidP="0014072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Поліщук О.М.</w:t>
            </w:r>
          </w:p>
          <w:p w:rsidR="001102A7" w:rsidRPr="008C295D" w:rsidRDefault="001102A7" w:rsidP="0014072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Кондратюк Т.П.</w:t>
            </w:r>
          </w:p>
          <w:p w:rsidR="001102A7" w:rsidRPr="008C295D" w:rsidRDefault="001102A7" w:rsidP="0014072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1102A7" w:rsidRPr="008C295D" w:rsidRDefault="001102A7" w:rsidP="0014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02A7" w:rsidRPr="008C295D" w:rsidRDefault="001102A7" w:rsidP="001102A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2A7" w:rsidRPr="008C295D" w:rsidRDefault="001102A7" w:rsidP="001102A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02A7" w:rsidRPr="008C295D" w:rsidRDefault="001102A7" w:rsidP="001102A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Сільський голова                                                                      Валерій МИХАЛЮК</w:t>
      </w:r>
    </w:p>
    <w:p w:rsidR="001102A7" w:rsidRPr="008C295D" w:rsidRDefault="001102A7" w:rsidP="001102A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2A7" w:rsidRPr="008C295D" w:rsidRDefault="001102A7" w:rsidP="001102A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2A7" w:rsidRDefault="001102A7" w:rsidP="001102A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2A7" w:rsidRPr="008C295D" w:rsidRDefault="001102A7" w:rsidP="001102A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2A7" w:rsidRPr="008C295D" w:rsidRDefault="001102A7" w:rsidP="001102A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3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1102A7" w:rsidRPr="008C295D" w:rsidTr="00140726">
        <w:tc>
          <w:tcPr>
            <w:tcW w:w="3367" w:type="dxa"/>
          </w:tcPr>
          <w:p w:rsidR="001102A7" w:rsidRPr="008C295D" w:rsidRDefault="001102A7" w:rsidP="001407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 2</w:t>
            </w:r>
          </w:p>
          <w:p w:rsidR="001102A7" w:rsidRPr="008C295D" w:rsidRDefault="001102A7" w:rsidP="0014072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C29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рішення виконавчого комітету </w:t>
            </w:r>
            <w:proofErr w:type="spellStart"/>
            <w:r w:rsidRPr="008C29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Крупецької</w:t>
            </w:r>
            <w:proofErr w:type="spellEnd"/>
            <w:r w:rsidRPr="008C29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сільської ради № 58    від 19.07.2021 року</w:t>
            </w:r>
          </w:p>
          <w:p w:rsidR="001102A7" w:rsidRPr="008C295D" w:rsidRDefault="001102A7" w:rsidP="0014072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102A7" w:rsidRPr="008C295D" w:rsidRDefault="001102A7" w:rsidP="001407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102A7" w:rsidRPr="008C295D" w:rsidRDefault="001102A7" w:rsidP="001102A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b/>
          <w:bCs/>
          <w:sz w:val="24"/>
          <w:szCs w:val="24"/>
        </w:rPr>
        <w:t>Програма святкування</w:t>
      </w:r>
      <w:r w:rsidRPr="008C295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102A7" w:rsidRPr="008C295D" w:rsidRDefault="001102A7" w:rsidP="001102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30-ї річниці </w:t>
      </w:r>
      <w:r w:rsidRPr="008C295D">
        <w:rPr>
          <w:rFonts w:ascii="Times New Roman" w:hAnsi="Times New Roman" w:cs="Times New Roman"/>
          <w:b/>
          <w:sz w:val="24"/>
          <w:szCs w:val="24"/>
        </w:rPr>
        <w:t>Незалежності України</w:t>
      </w:r>
    </w:p>
    <w:p w:rsidR="001102A7" w:rsidRPr="008C295D" w:rsidRDefault="001102A7" w:rsidP="001102A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95"/>
        <w:gridCol w:w="2995"/>
        <w:gridCol w:w="1865"/>
        <w:gridCol w:w="1717"/>
        <w:gridCol w:w="2104"/>
      </w:tblGrid>
      <w:tr w:rsidR="001102A7" w:rsidRPr="008C295D" w:rsidTr="00140726">
        <w:tc>
          <w:tcPr>
            <w:tcW w:w="907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№п/п</w:t>
            </w:r>
          </w:p>
        </w:tc>
        <w:tc>
          <w:tcPr>
            <w:tcW w:w="3120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Назва заходу </w:t>
            </w:r>
          </w:p>
        </w:tc>
        <w:tc>
          <w:tcPr>
            <w:tcW w:w="1905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Місце проведення</w:t>
            </w:r>
          </w:p>
        </w:tc>
        <w:tc>
          <w:tcPr>
            <w:tcW w:w="1748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проведення</w:t>
            </w:r>
          </w:p>
        </w:tc>
        <w:tc>
          <w:tcPr>
            <w:tcW w:w="2174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Час проведення</w:t>
            </w:r>
          </w:p>
        </w:tc>
      </w:tr>
      <w:tr w:rsidR="001102A7" w:rsidRPr="008C295D" w:rsidTr="00140726">
        <w:tc>
          <w:tcPr>
            <w:tcW w:w="907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 на кращу вишиту роботу</w:t>
            </w:r>
          </w:p>
        </w:tc>
        <w:tc>
          <w:tcPr>
            <w:tcW w:w="1905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Заклади культури</w:t>
            </w:r>
          </w:p>
        </w:tc>
        <w:tc>
          <w:tcPr>
            <w:tcW w:w="1748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02A7" w:rsidRPr="008C295D" w:rsidTr="00140726">
        <w:tc>
          <w:tcPr>
            <w:tcW w:w="907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Книжкова виставка</w:t>
            </w:r>
          </w:p>
        </w:tc>
        <w:tc>
          <w:tcPr>
            <w:tcW w:w="1905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Бібліотеки</w:t>
            </w:r>
          </w:p>
        </w:tc>
        <w:tc>
          <w:tcPr>
            <w:tcW w:w="1748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02A7" w:rsidRPr="008C295D" w:rsidTr="00140726">
        <w:tc>
          <w:tcPr>
            <w:tcW w:w="907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Онлайн - подорож «7 чудес України»</w:t>
            </w:r>
          </w:p>
        </w:tc>
        <w:tc>
          <w:tcPr>
            <w:tcW w:w="1905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Заклади культури</w:t>
            </w:r>
          </w:p>
        </w:tc>
        <w:tc>
          <w:tcPr>
            <w:tcW w:w="1748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02A7" w:rsidRPr="008C295D" w:rsidTr="00140726">
        <w:tc>
          <w:tcPr>
            <w:tcW w:w="907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 дитячого малюнку на асфальті</w:t>
            </w:r>
          </w:p>
        </w:tc>
        <w:tc>
          <w:tcPr>
            <w:tcW w:w="1905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Заклади культури, бібліотеки</w:t>
            </w:r>
          </w:p>
        </w:tc>
        <w:tc>
          <w:tcPr>
            <w:tcW w:w="1748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02A7" w:rsidRPr="008C295D" w:rsidTr="00140726">
        <w:tc>
          <w:tcPr>
            <w:tcW w:w="907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Тенісний турнір</w:t>
            </w:r>
          </w:p>
        </w:tc>
        <w:tc>
          <w:tcPr>
            <w:tcW w:w="1905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Полянський сільський клуб</w:t>
            </w:r>
          </w:p>
        </w:tc>
        <w:tc>
          <w:tcPr>
            <w:tcW w:w="1748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02A7" w:rsidRPr="008C295D" w:rsidTr="00140726">
        <w:tc>
          <w:tcPr>
            <w:tcW w:w="907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Фотовиставка «Мій рідний край»</w:t>
            </w:r>
          </w:p>
        </w:tc>
        <w:tc>
          <w:tcPr>
            <w:tcW w:w="1905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Крупецький</w:t>
            </w:r>
            <w:proofErr w:type="spellEnd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сільський будинок культури</w:t>
            </w:r>
          </w:p>
        </w:tc>
        <w:tc>
          <w:tcPr>
            <w:tcW w:w="1748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02A7" w:rsidRPr="008C295D" w:rsidTr="00140726">
        <w:tc>
          <w:tcPr>
            <w:tcW w:w="907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Велопробіг</w:t>
            </w:r>
          </w:p>
        </w:tc>
        <w:tc>
          <w:tcPr>
            <w:tcW w:w="1905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Територія </w:t>
            </w:r>
            <w:proofErr w:type="spellStart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Крупецької</w:t>
            </w:r>
            <w:proofErr w:type="spellEnd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сільської ради (згідно маршруту)</w:t>
            </w:r>
          </w:p>
        </w:tc>
        <w:tc>
          <w:tcPr>
            <w:tcW w:w="1748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02A7" w:rsidRPr="008C295D" w:rsidTr="00140726">
        <w:tc>
          <w:tcPr>
            <w:tcW w:w="907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Святковий концерт</w:t>
            </w:r>
          </w:p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05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с. Дідова Гора</w:t>
            </w:r>
          </w:p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Потереба</w:t>
            </w:r>
            <w:proofErr w:type="spellEnd"/>
          </w:p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Комарівка</w:t>
            </w:r>
            <w:proofErr w:type="spellEnd"/>
          </w:p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с.Крупець</w:t>
            </w:r>
            <w:proofErr w:type="spellEnd"/>
          </w:p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с.Хоровиця</w:t>
            </w:r>
            <w:proofErr w:type="spellEnd"/>
          </w:p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с.Стригани</w:t>
            </w:r>
            <w:proofErr w:type="spellEnd"/>
          </w:p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с.Колом’є</w:t>
            </w:r>
            <w:proofErr w:type="spellEnd"/>
          </w:p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с.Лисиче</w:t>
            </w:r>
            <w:proofErr w:type="spellEnd"/>
          </w:p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с. </w:t>
            </w:r>
            <w:proofErr w:type="spellStart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Головлі</w:t>
            </w:r>
            <w:proofErr w:type="spellEnd"/>
          </w:p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с.Полянь</w:t>
            </w:r>
            <w:proofErr w:type="spellEnd"/>
          </w:p>
        </w:tc>
        <w:tc>
          <w:tcPr>
            <w:tcW w:w="1748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02A7" w:rsidRPr="008C295D" w:rsidTr="00140726">
        <w:tc>
          <w:tcPr>
            <w:tcW w:w="907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Урочисте підняття прапора</w:t>
            </w:r>
          </w:p>
        </w:tc>
        <w:tc>
          <w:tcPr>
            <w:tcW w:w="1905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8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02A7" w:rsidRPr="008C295D" w:rsidTr="00140726">
        <w:tc>
          <w:tcPr>
            <w:tcW w:w="907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Покладання квітів біля могил загиблих воїнів, які боролися за незалежність держави</w:t>
            </w:r>
          </w:p>
        </w:tc>
        <w:tc>
          <w:tcPr>
            <w:tcW w:w="1905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8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02A7" w:rsidRPr="008C295D" w:rsidTr="00140726">
        <w:tc>
          <w:tcPr>
            <w:tcW w:w="907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Флешмоб</w:t>
            </w:r>
            <w:proofErr w:type="spellEnd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«Україна –це круто!»</w:t>
            </w:r>
          </w:p>
        </w:tc>
        <w:tc>
          <w:tcPr>
            <w:tcW w:w="1905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Молодіжна рада, заклади освіти</w:t>
            </w:r>
          </w:p>
        </w:tc>
        <w:tc>
          <w:tcPr>
            <w:tcW w:w="1748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02A7" w:rsidRPr="008C295D" w:rsidTr="00140726">
        <w:tc>
          <w:tcPr>
            <w:tcW w:w="907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5D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Встановлення </w:t>
            </w:r>
            <w:proofErr w:type="spellStart"/>
            <w:r w:rsidRPr="008C295D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фотозони</w:t>
            </w:r>
            <w:proofErr w:type="spellEnd"/>
            <w:r w:rsidRPr="008C295D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«30 років Незалежності»</w:t>
            </w:r>
          </w:p>
        </w:tc>
        <w:tc>
          <w:tcPr>
            <w:tcW w:w="1905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>Крупецький</w:t>
            </w:r>
            <w:proofErr w:type="spellEnd"/>
            <w:r w:rsidRPr="008C29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СБК</w:t>
            </w:r>
          </w:p>
        </w:tc>
        <w:tc>
          <w:tcPr>
            <w:tcW w:w="1748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02A7" w:rsidRPr="008C295D" w:rsidTr="00140726">
        <w:tc>
          <w:tcPr>
            <w:tcW w:w="907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8C295D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закладання капсули для храму</w:t>
            </w:r>
          </w:p>
        </w:tc>
        <w:tc>
          <w:tcPr>
            <w:tcW w:w="1905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8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02A7" w:rsidRPr="008C295D" w:rsidTr="00140726">
        <w:tc>
          <w:tcPr>
            <w:tcW w:w="907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8C29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Танцювальні майстер-класи для дорослих та дітей</w:t>
            </w:r>
          </w:p>
        </w:tc>
        <w:tc>
          <w:tcPr>
            <w:tcW w:w="1905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8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02A7" w:rsidRPr="008C295D" w:rsidTr="00140726">
        <w:tc>
          <w:tcPr>
            <w:tcW w:w="907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29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Відкриття клубу у </w:t>
            </w:r>
            <w:proofErr w:type="spellStart"/>
            <w:r w:rsidRPr="008C29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с.Потереба</w:t>
            </w:r>
            <w:proofErr w:type="spellEnd"/>
          </w:p>
        </w:tc>
        <w:tc>
          <w:tcPr>
            <w:tcW w:w="1905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8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:rsidR="001102A7" w:rsidRPr="008C295D" w:rsidRDefault="001102A7" w:rsidP="001407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102A7" w:rsidRPr="008C295D" w:rsidRDefault="001102A7" w:rsidP="001102A7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102A7" w:rsidRPr="008C295D" w:rsidRDefault="001102A7" w:rsidP="001102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102A7" w:rsidRPr="008C295D" w:rsidRDefault="001102A7" w:rsidP="001102A7">
      <w:pPr>
        <w:widowControl w:val="0"/>
        <w:autoSpaceDE w:val="0"/>
        <w:autoSpaceDN w:val="0"/>
        <w:adjustRightInd w:val="0"/>
        <w:ind w:firstLine="9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8C295D">
        <w:rPr>
          <w:rFonts w:ascii="Times New Roman" w:hAnsi="Times New Roman" w:cs="Times New Roman"/>
          <w:sz w:val="24"/>
          <w:szCs w:val="24"/>
          <w:lang w:val="ru-RU"/>
        </w:rPr>
        <w:t>Сільський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val="ru-RU"/>
        </w:rPr>
        <w:t xml:space="preserve"> голова                                                                        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val="ru-RU"/>
        </w:rPr>
        <w:t>Валерій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val="ru-RU"/>
        </w:rPr>
        <w:t xml:space="preserve"> МИХАЛЮК</w:t>
      </w:r>
    </w:p>
    <w:p w:rsidR="00B3690B" w:rsidRDefault="00B3690B"/>
    <w:sectPr w:rsidR="00B3690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A7987"/>
    <w:multiLevelType w:val="hybridMultilevel"/>
    <w:tmpl w:val="781C5D44"/>
    <w:lvl w:ilvl="0" w:tplc="8D021B42">
      <w:start w:val="1"/>
      <w:numFmt w:val="decimal"/>
      <w:lvlText w:val="%1."/>
      <w:lvlJc w:val="left"/>
      <w:pPr>
        <w:ind w:left="1035" w:hanging="375"/>
      </w:pPr>
      <w:rPr>
        <w:rFonts w:eastAsia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A7"/>
    <w:rsid w:val="001102A7"/>
    <w:rsid w:val="00B3690B"/>
    <w:rsid w:val="00FB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2A7"/>
    <w:rPr>
      <w:lang w:val="uk-UA" w:eastAsia="uk-UA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uiPriority w:val="99"/>
    <w:locked/>
    <w:rsid w:val="001102A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aliases w:val="Знак2"/>
    <w:basedOn w:val="a"/>
    <w:link w:val="HTML"/>
    <w:uiPriority w:val="99"/>
    <w:unhideWhenUsed/>
    <w:rsid w:val="001102A7"/>
    <w:pPr>
      <w:tabs>
        <w:tab w:val="left" w:pos="708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character" w:customStyle="1" w:styleId="HTML1">
    <w:name w:val="Стандартный HTML Знак1"/>
    <w:basedOn w:val="a0"/>
    <w:uiPriority w:val="99"/>
    <w:semiHidden/>
    <w:rsid w:val="001102A7"/>
    <w:rPr>
      <w:rFonts w:ascii="Consolas" w:hAnsi="Consolas"/>
      <w:sz w:val="20"/>
      <w:szCs w:val="20"/>
      <w:lang w:val="uk-UA" w:eastAsia="uk-UA"/>
    </w:rPr>
  </w:style>
  <w:style w:type="table" w:styleId="af3">
    <w:name w:val="Table Grid"/>
    <w:basedOn w:val="a1"/>
    <w:uiPriority w:val="59"/>
    <w:rsid w:val="001102A7"/>
    <w:pPr>
      <w:spacing w:after="0" w:line="240" w:lineRule="auto"/>
    </w:pPr>
    <w:rPr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rvts9">
    <w:name w:val="rvts9"/>
    <w:basedOn w:val="a0"/>
    <w:rsid w:val="001102A7"/>
  </w:style>
  <w:style w:type="paragraph" w:customStyle="1" w:styleId="rvps513">
    <w:name w:val="rvps513"/>
    <w:basedOn w:val="a"/>
    <w:rsid w:val="00110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"/>
    <w:rsid w:val="00110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2A7"/>
    <w:rPr>
      <w:lang w:val="uk-UA" w:eastAsia="uk-UA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uiPriority w:val="99"/>
    <w:locked/>
    <w:rsid w:val="001102A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aliases w:val="Знак2"/>
    <w:basedOn w:val="a"/>
    <w:link w:val="HTML"/>
    <w:uiPriority w:val="99"/>
    <w:unhideWhenUsed/>
    <w:rsid w:val="001102A7"/>
    <w:pPr>
      <w:tabs>
        <w:tab w:val="left" w:pos="708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character" w:customStyle="1" w:styleId="HTML1">
    <w:name w:val="Стандартный HTML Знак1"/>
    <w:basedOn w:val="a0"/>
    <w:uiPriority w:val="99"/>
    <w:semiHidden/>
    <w:rsid w:val="001102A7"/>
    <w:rPr>
      <w:rFonts w:ascii="Consolas" w:hAnsi="Consolas"/>
      <w:sz w:val="20"/>
      <w:szCs w:val="20"/>
      <w:lang w:val="uk-UA" w:eastAsia="uk-UA"/>
    </w:rPr>
  </w:style>
  <w:style w:type="table" w:styleId="af3">
    <w:name w:val="Table Grid"/>
    <w:basedOn w:val="a1"/>
    <w:uiPriority w:val="59"/>
    <w:rsid w:val="001102A7"/>
    <w:pPr>
      <w:spacing w:after="0" w:line="240" w:lineRule="auto"/>
    </w:pPr>
    <w:rPr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rvts9">
    <w:name w:val="rvts9"/>
    <w:basedOn w:val="a0"/>
    <w:rsid w:val="001102A7"/>
  </w:style>
  <w:style w:type="paragraph" w:customStyle="1" w:styleId="rvps513">
    <w:name w:val="rvps513"/>
    <w:basedOn w:val="a"/>
    <w:rsid w:val="00110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"/>
    <w:rsid w:val="00110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491</Words>
  <Characters>2805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2021-08-10T05:07:00Z</dcterms:created>
  <dcterms:modified xsi:type="dcterms:W3CDTF">2021-08-10T05:16:00Z</dcterms:modified>
</cp:coreProperties>
</file>