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101" w:rsidRDefault="00712101" w:rsidP="007121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12101" w:rsidRDefault="00712101" w:rsidP="00712101"/>
    <w:p w:rsidR="00712101" w:rsidRDefault="00712101" w:rsidP="00712101"/>
    <w:p w:rsidR="00712101" w:rsidRDefault="00712101" w:rsidP="007121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12101" w:rsidRDefault="00712101" w:rsidP="007121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12101" w:rsidRDefault="00712101" w:rsidP="007121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12101" w:rsidRDefault="00712101" w:rsidP="007121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12101" w:rsidRDefault="00712101" w:rsidP="007121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101" w:rsidRDefault="00712101" w:rsidP="007121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12101" w:rsidRDefault="00712101" w:rsidP="007121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2101" w:rsidRDefault="00712101" w:rsidP="0071210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12101" w:rsidRDefault="00712101" w:rsidP="0071210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12101" w:rsidRDefault="00712101" w:rsidP="0071210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№52</w:t>
      </w:r>
    </w:p>
    <w:p w:rsidR="00712101" w:rsidRPr="00843FD9" w:rsidRDefault="00712101" w:rsidP="0071210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Парфенцю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А.В.</w:t>
      </w: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Андрію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810C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12101" w:rsidRPr="001E128C" w:rsidRDefault="00712101" w:rsidP="0071210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128C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E12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128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12101" w:rsidRPr="00712101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12101" w:rsidRPr="00712101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2101" w:rsidRPr="001E128C" w:rsidRDefault="00712101" w:rsidP="007121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4A08" w:rsidRPr="00712101" w:rsidRDefault="00712101" w:rsidP="0071210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CF4A08" w:rsidRPr="007121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101"/>
    <w:rsid w:val="00171A2E"/>
    <w:rsid w:val="00304C90"/>
    <w:rsid w:val="00505B6D"/>
    <w:rsid w:val="006D3977"/>
    <w:rsid w:val="00712101"/>
    <w:rsid w:val="007D6C18"/>
    <w:rsid w:val="00CF4A08"/>
    <w:rsid w:val="00D1641A"/>
    <w:rsid w:val="00F8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2020-07-02T11:45:00Z</dcterms:created>
  <dcterms:modified xsi:type="dcterms:W3CDTF">2020-07-02T12:57:00Z</dcterms:modified>
</cp:coreProperties>
</file>