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4F" w:rsidRDefault="00C4454F" w:rsidP="00C4454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54F" w:rsidRDefault="00C4454F" w:rsidP="00C445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454F" w:rsidRDefault="00C4454F" w:rsidP="00C445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4454F" w:rsidRDefault="00C4454F" w:rsidP="00C445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4454F" w:rsidRDefault="00C4454F" w:rsidP="00C445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454F" w:rsidRDefault="00C4454F" w:rsidP="00C445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№32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4454F" w:rsidRDefault="00C4454F" w:rsidP="00C445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4454F" w:rsidRDefault="00C4454F" w:rsidP="00C4454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Т.В.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Рибіцької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Т.В.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4454F" w:rsidRPr="00860B10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761BB" w:rsidRPr="003761BB">
        <w:rPr>
          <w:rFonts w:ascii="Times New Roman" w:eastAsia="Calibri" w:hAnsi="Times New Roman" w:cs="Times New Roman"/>
          <w:sz w:val="24"/>
          <w:lang w:eastAsia="en-US"/>
        </w:rPr>
        <w:t>_</w:t>
      </w:r>
      <w:r w:rsidR="003761BB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0,6000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4454F" w:rsidRDefault="00C4454F" w:rsidP="00C4454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4454F" w:rsidRDefault="00C4454F" w:rsidP="00C445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454F" w:rsidRDefault="00C4454F" w:rsidP="00C445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454F" w:rsidRDefault="00C4454F" w:rsidP="00C4454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454F" w:rsidRDefault="00C4454F" w:rsidP="00C4454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40883" w:rsidRPr="00C4454F" w:rsidRDefault="00C4454F" w:rsidP="00C445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40883" w:rsidRPr="00C445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4F"/>
    <w:rsid w:val="003761BB"/>
    <w:rsid w:val="00B40883"/>
    <w:rsid w:val="00C4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4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445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45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4454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4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445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45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4454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242</Words>
  <Characters>1385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2021-07-26T12:26:00Z</dcterms:created>
  <dcterms:modified xsi:type="dcterms:W3CDTF">2021-07-27T07:18:00Z</dcterms:modified>
</cp:coreProperties>
</file>