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365" w:rsidRDefault="00A45365" w:rsidP="00A4536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5365" w:rsidRDefault="00A45365" w:rsidP="00A453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5365" w:rsidRDefault="00A45365" w:rsidP="00A453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5365" w:rsidRDefault="00A45365" w:rsidP="00A453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5365" w:rsidRDefault="00A45365" w:rsidP="00A453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5365" w:rsidRDefault="00A45365" w:rsidP="00A453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5365" w:rsidRDefault="00A45365" w:rsidP="00A453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5365" w:rsidRDefault="00A45365" w:rsidP="00A453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5365" w:rsidRDefault="00A45365" w:rsidP="00A453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5365" w:rsidRDefault="00A45365" w:rsidP="00A453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5365" w:rsidRDefault="00A45365" w:rsidP="00A453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5365" w:rsidRDefault="00A45365" w:rsidP="00A453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5365" w:rsidRDefault="00A45365" w:rsidP="00A453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5365" w:rsidRDefault="00A45365" w:rsidP="00A453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5365" w:rsidRDefault="00A45365" w:rsidP="00A453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5365" w:rsidRDefault="00A45365" w:rsidP="00A453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5365" w:rsidRDefault="00A45365" w:rsidP="00A453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5365" w:rsidRDefault="00A45365" w:rsidP="00A453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5365" w:rsidRDefault="00A45365" w:rsidP="00A453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5365" w:rsidRDefault="00A45365" w:rsidP="00A453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5365" w:rsidRDefault="00A45365" w:rsidP="00A453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5365" w:rsidRDefault="00A45365" w:rsidP="00A453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5365" w:rsidRDefault="00A45365" w:rsidP="00A453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5365" w:rsidRDefault="00A45365" w:rsidP="00A453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5365" w:rsidRDefault="00A45365" w:rsidP="00A453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5365" w:rsidRDefault="00A45365" w:rsidP="00A453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5365" w:rsidRDefault="00A45365" w:rsidP="00A453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5365" w:rsidRDefault="00A45365" w:rsidP="00A453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5365" w:rsidRDefault="00A45365" w:rsidP="00A453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5365" w:rsidRDefault="00A45365" w:rsidP="00A453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5365" w:rsidRDefault="00A45365" w:rsidP="00A453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45365" w:rsidRDefault="00A45365" w:rsidP="00A453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45365" w:rsidRDefault="00A45365" w:rsidP="00A453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45365" w:rsidRDefault="00A45365" w:rsidP="00A453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45365" w:rsidRDefault="00A45365" w:rsidP="00A453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45365" w:rsidRDefault="00A45365" w:rsidP="00A453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45365" w:rsidRDefault="00A45365" w:rsidP="00A453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45365" w:rsidRDefault="00A45365" w:rsidP="00A453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45365" w:rsidRDefault="00A45365" w:rsidP="00A453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45365" w:rsidRDefault="00A45365" w:rsidP="00A453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45365" w:rsidRDefault="00A45365" w:rsidP="00A453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45365" w:rsidRDefault="00A45365" w:rsidP="00A453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45365" w:rsidRDefault="00A45365" w:rsidP="00A453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45365" w:rsidRDefault="00A45365" w:rsidP="00A453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45365" w:rsidRDefault="00A45365" w:rsidP="00A453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45365" w:rsidRDefault="00A45365" w:rsidP="00A453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45365" w:rsidRDefault="00A45365" w:rsidP="00A453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45365" w:rsidRDefault="00A45365" w:rsidP="00A453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45365" w:rsidRDefault="00A45365" w:rsidP="00A453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45365" w:rsidRDefault="00A45365" w:rsidP="00A453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45365" w:rsidRDefault="00A45365" w:rsidP="00A453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A45365" w:rsidRDefault="00A45365" w:rsidP="00A453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45365" w:rsidRDefault="00A45365" w:rsidP="00A453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45365" w:rsidRDefault="00A45365" w:rsidP="00A453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45365" w:rsidRDefault="00A45365" w:rsidP="00A453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45365" w:rsidRDefault="00A45365" w:rsidP="00A453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45365" w:rsidRDefault="00A45365" w:rsidP="00A453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45365" w:rsidRDefault="00A45365" w:rsidP="00A453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A45365" w:rsidRDefault="00A45365" w:rsidP="00A453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45365" w:rsidRDefault="00A45365" w:rsidP="00A453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45365" w:rsidRDefault="00A45365" w:rsidP="00A453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45365" w:rsidRDefault="00A45365" w:rsidP="00A4536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45365" w:rsidRDefault="00A45365" w:rsidP="00A4536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45365" w:rsidRDefault="00A45365" w:rsidP="00A4536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45365" w:rsidRDefault="00A45365" w:rsidP="00A4536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45365" w:rsidRDefault="00A45365" w:rsidP="00A4536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45365" w:rsidRDefault="00A45365" w:rsidP="00A4536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45365" w:rsidRDefault="00A45365" w:rsidP="00A4536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45365" w:rsidRDefault="00A45365" w:rsidP="00A4536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45365" w:rsidRDefault="00A45365" w:rsidP="00A4536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45365" w:rsidRDefault="00A45365" w:rsidP="00A4536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45365" w:rsidRDefault="00A45365" w:rsidP="00A4536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45365" w:rsidRDefault="00A45365" w:rsidP="00A4536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45365" w:rsidRDefault="00A45365" w:rsidP="00A4536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45365" w:rsidRPr="00A56207" w:rsidRDefault="00A45365" w:rsidP="00A4536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№14</w:t>
      </w:r>
    </w:p>
    <w:p w:rsidR="00A45365" w:rsidRDefault="00A45365" w:rsidP="00A4536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A45365" w:rsidRDefault="00A45365" w:rsidP="00A45365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Про </w:t>
      </w:r>
      <w:r>
        <w:rPr>
          <w:rFonts w:ascii="Times New Roman" w:eastAsia="Calibri" w:hAnsi="Times New Roman" w:cs="Times New Roman"/>
          <w:b/>
          <w:sz w:val="24"/>
        </w:rPr>
        <w:t xml:space="preserve">вилучення земельної ділянки </w:t>
      </w:r>
    </w:p>
    <w:p w:rsidR="00A45365" w:rsidRPr="00DE6ED3" w:rsidRDefault="00A45365" w:rsidP="00A45365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Шпарука В.М.</w:t>
      </w:r>
    </w:p>
    <w:p w:rsidR="00A45365" w:rsidRDefault="00A45365" w:rsidP="00A4536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45365" w:rsidRPr="004E2C20" w:rsidRDefault="00A45365" w:rsidP="00A4536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глянувши  заяву   Шпарука В.М.</w:t>
      </w: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сільська   рада     </w:t>
      </w:r>
    </w:p>
    <w:p w:rsidR="00A45365" w:rsidRPr="004E2C20" w:rsidRDefault="00A45365" w:rsidP="00A4536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A45365" w:rsidRPr="004E2C20" w:rsidRDefault="00A45365" w:rsidP="00A4536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У зв’язку з добровільною відмовою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Шпарука Віталія Мироновича,  який зареєстрований за адресою: </w:t>
      </w:r>
      <w:r w:rsidR="002479A4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bookmarkStart w:id="0" w:name="_GoBack"/>
      <w:bookmarkEnd w:id="0"/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припинити право користування на земельну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ділянку орієнтовною площею  0,4200 га, яка розташована на території Крупецької сільської ради</w:t>
      </w: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 с. Лисиче,</w:t>
      </w: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перевести в землі запасу. </w:t>
      </w:r>
    </w:p>
    <w:p w:rsidR="00A45365" w:rsidRPr="004E2C20" w:rsidRDefault="00A45365" w:rsidP="00A4536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E2C2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A45365" w:rsidRPr="004E2C20" w:rsidRDefault="00A45365" w:rsidP="00A4536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45365" w:rsidRPr="004E2C20" w:rsidRDefault="00A45365" w:rsidP="00A4536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45365" w:rsidRPr="004E2C20" w:rsidRDefault="00A45365" w:rsidP="00A4536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45365" w:rsidRPr="00DE6ED3" w:rsidRDefault="00A45365" w:rsidP="00A45365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A45365" w:rsidRPr="00DE6ED3" w:rsidRDefault="00A45365" w:rsidP="00A4536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45365" w:rsidRDefault="00A45365" w:rsidP="00A4536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45365" w:rsidRPr="00DE6ED3" w:rsidRDefault="00A45365" w:rsidP="00A45365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Сільський  голова                                                                            </w:t>
      </w:r>
      <w:r>
        <w:rPr>
          <w:rFonts w:ascii="Times New Roman" w:eastAsia="Calibri" w:hAnsi="Times New Roman" w:cs="Times New Roman"/>
          <w:sz w:val="24"/>
        </w:rPr>
        <w:t>Валерій  МИХАЛЮК</w:t>
      </w:r>
    </w:p>
    <w:p w:rsidR="00F96990" w:rsidRDefault="00F96990"/>
    <w:sectPr w:rsidR="00F9699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365"/>
    <w:rsid w:val="00171A2E"/>
    <w:rsid w:val="002479A4"/>
    <w:rsid w:val="00304C90"/>
    <w:rsid w:val="00505B6D"/>
    <w:rsid w:val="006D3977"/>
    <w:rsid w:val="007D6C18"/>
    <w:rsid w:val="00A45365"/>
    <w:rsid w:val="00D1641A"/>
    <w:rsid w:val="00F9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D631D"/>
  <w15:docId w15:val="{BC5C3002-9200-439A-85CC-9A747B924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365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A4536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4536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A45365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183</Words>
  <Characters>1044</Characters>
  <Application>Microsoft Office Word</Application>
  <DocSecurity>0</DocSecurity>
  <Lines>8</Lines>
  <Paragraphs>2</Paragraphs>
  <ScaleCrop>false</ScaleCrop>
  <Company>Microsoft</Company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2021-04-28T11:37:00Z</dcterms:created>
  <dcterms:modified xsi:type="dcterms:W3CDTF">2021-04-28T12:52:00Z</dcterms:modified>
</cp:coreProperties>
</file>