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945" w:rsidRPr="00CD53EA" w:rsidRDefault="002C2945" w:rsidP="002C294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945" w:rsidRDefault="002C2945" w:rsidP="002C29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2945" w:rsidRDefault="002C2945" w:rsidP="002C29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2945" w:rsidRDefault="002C2945" w:rsidP="002C29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2945" w:rsidRDefault="002C2945" w:rsidP="002C29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C2945" w:rsidRDefault="002C2945" w:rsidP="002C29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2945" w:rsidRDefault="002C2945" w:rsidP="002C29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№22</w:t>
      </w:r>
    </w:p>
    <w:p w:rsidR="002C2945" w:rsidRPr="00CD53EA" w:rsidRDefault="002C2945" w:rsidP="002C2945">
      <w:pPr>
        <w:pStyle w:val="HTML0"/>
        <w:spacing w:line="276" w:lineRule="auto"/>
        <w:rPr>
          <w:rFonts w:ascii="Times New Roman" w:hAnsi="Times New Roman"/>
        </w:rPr>
      </w:pPr>
    </w:p>
    <w:p w:rsidR="002C2945" w:rsidRPr="007649DC" w:rsidRDefault="002C2945" w:rsidP="002C294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 w:rsidRPr="007649DC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2C2945" w:rsidRPr="007649DC" w:rsidRDefault="002C2945" w:rsidP="002C294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2C2945" w:rsidRPr="007649DC" w:rsidRDefault="002C2945" w:rsidP="002C294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2C2945" w:rsidRPr="007649DC" w:rsidRDefault="002C2945" w:rsidP="002C294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>Кравчук Л.І.</w:t>
      </w:r>
    </w:p>
    <w:p w:rsidR="002C2945" w:rsidRPr="007649DC" w:rsidRDefault="002C2945" w:rsidP="002C294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2C2945" w:rsidRPr="007649DC" w:rsidRDefault="002C2945" w:rsidP="002C294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благоустрою</w:t>
      </w:r>
      <w:proofErr w:type="gram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7649DC">
        <w:rPr>
          <w:rFonts w:ascii="Times New Roman" w:eastAsia="Times New Roman" w:hAnsi="Times New Roman" w:cs="Times New Roman"/>
          <w:sz w:val="24"/>
        </w:rPr>
        <w:t>р</w:t>
      </w:r>
      <w:proofErr w:type="gramEnd"/>
      <w:r w:rsidRPr="007649DC">
        <w:rPr>
          <w:rFonts w:ascii="Times New Roman" w:eastAsia="Times New Roman" w:hAnsi="Times New Roman" w:cs="Times New Roman"/>
          <w:sz w:val="24"/>
        </w:rPr>
        <w:t>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 Кравчук Л.І..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2C2945" w:rsidRPr="007649DC" w:rsidRDefault="002C2945" w:rsidP="002C294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7649DC">
        <w:rPr>
          <w:rFonts w:ascii="Times New Roman" w:eastAsia="Times New Roman" w:hAnsi="Times New Roman" w:cs="Times New Roman"/>
          <w:sz w:val="24"/>
        </w:rPr>
        <w:t>ВИРІШИЛА:</w:t>
      </w:r>
    </w:p>
    <w:p w:rsidR="002C2945" w:rsidRPr="0090673C" w:rsidRDefault="002C2945" w:rsidP="002C294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7649DC">
        <w:rPr>
          <w:rFonts w:ascii="Times New Roman" w:eastAsia="Times New Roman" w:hAnsi="Times New Roman" w:cs="Times New Roman"/>
          <w:sz w:val="24"/>
        </w:rPr>
        <w:t xml:space="preserve">       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1.</w:t>
      </w:r>
      <w:r w:rsidRPr="0090673C">
        <w:rPr>
          <w:rFonts w:ascii="Times New Roman" w:eastAsia="Times New Roman" w:hAnsi="Times New Roman" w:cs="Times New Roman"/>
          <w:sz w:val="24"/>
        </w:rPr>
        <w:t xml:space="preserve">Відмовити 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r w:rsidRPr="007649DC">
        <w:rPr>
          <w:rFonts w:ascii="Times New Roman" w:eastAsia="Times New Roman" w:hAnsi="Times New Roman" w:cs="Times New Roman"/>
          <w:sz w:val="24"/>
        </w:rPr>
        <w:t xml:space="preserve">Кравчук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Любові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Іванівні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 яка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: </w:t>
      </w:r>
      <w:r w:rsidR="003C2BAD">
        <w:rPr>
          <w:rFonts w:ascii="Times New Roman" w:eastAsia="Times New Roman" w:hAnsi="Times New Roman" w:cs="Times New Roman"/>
          <w:sz w:val="24"/>
          <w:lang w:val="en-US"/>
        </w:rPr>
        <w:t>_____________</w:t>
      </w:r>
      <w:bookmarkStart w:id="0" w:name="_GoBack"/>
      <w:bookmarkEnd w:id="0"/>
      <w:r w:rsidRPr="007649DC">
        <w:rPr>
          <w:rFonts w:ascii="Times New Roman" w:eastAsia="Times New Roman" w:hAnsi="Times New Roman" w:cs="Times New Roman"/>
          <w:sz w:val="24"/>
        </w:rPr>
        <w:t xml:space="preserve">,  </w:t>
      </w:r>
      <w:r>
        <w:rPr>
          <w:rFonts w:ascii="Times New Roman" w:eastAsia="Times New Roman" w:hAnsi="Times New Roman" w:cs="Times New Roman"/>
          <w:sz w:val="24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</w:rPr>
        <w:t>наданні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дозволу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орієнтовною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2,0000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649DC">
        <w:rPr>
          <w:rFonts w:ascii="Times New Roman" w:eastAsia="Times New Roman" w:hAnsi="Times New Roman" w:cs="Times New Roman"/>
          <w:sz w:val="24"/>
        </w:rPr>
        <w:t xml:space="preserve">га, для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ведення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особистого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селянського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господарства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яка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території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ради за межами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населеного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пункту села 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Крупець</w:t>
      </w:r>
      <w:proofErr w:type="spellEnd"/>
      <w:r w:rsidRPr="007649DC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</w:p>
    <w:p w:rsidR="002C2945" w:rsidRPr="007649DC" w:rsidRDefault="002C2945" w:rsidP="002C29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Контроль за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C2945" w:rsidRPr="00CD53EA" w:rsidRDefault="002C2945" w:rsidP="002C2945">
      <w:pPr>
        <w:pStyle w:val="HTML0"/>
        <w:spacing w:line="276" w:lineRule="auto"/>
        <w:rPr>
          <w:rFonts w:ascii="Times New Roman" w:hAnsi="Times New Roman"/>
        </w:rPr>
      </w:pPr>
    </w:p>
    <w:p w:rsidR="002C2945" w:rsidRPr="00CD53EA" w:rsidRDefault="002C2945" w:rsidP="002C2945">
      <w:pPr>
        <w:pStyle w:val="HTML0"/>
        <w:spacing w:line="276" w:lineRule="auto"/>
        <w:rPr>
          <w:rFonts w:ascii="Times New Roman" w:hAnsi="Times New Roman"/>
        </w:rPr>
      </w:pPr>
    </w:p>
    <w:p w:rsidR="002C2945" w:rsidRPr="00CD53EA" w:rsidRDefault="002C2945" w:rsidP="002C2945">
      <w:pPr>
        <w:pStyle w:val="HTML0"/>
        <w:spacing w:line="276" w:lineRule="auto"/>
        <w:rPr>
          <w:rFonts w:ascii="Times New Roman" w:hAnsi="Times New Roman"/>
        </w:rPr>
      </w:pPr>
    </w:p>
    <w:p w:rsidR="002C2945" w:rsidRPr="00CD53EA" w:rsidRDefault="002C2945" w:rsidP="002C2945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p w:rsidR="0015106B" w:rsidRDefault="0015106B"/>
    <w:sectPr w:rsidR="001510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945"/>
    <w:rsid w:val="0015106B"/>
    <w:rsid w:val="00171A2E"/>
    <w:rsid w:val="002C2945"/>
    <w:rsid w:val="00304C90"/>
    <w:rsid w:val="003C2BAD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C294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C2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C294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C294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C29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C294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2020-09-29T17:14:00Z</dcterms:created>
  <dcterms:modified xsi:type="dcterms:W3CDTF">2020-09-30T04:17:00Z</dcterms:modified>
</cp:coreProperties>
</file>