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08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8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9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9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9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9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9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9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9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9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9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9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0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0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0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0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0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0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0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0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10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10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11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11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11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1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1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11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11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11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7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">
                <v:shape id="Freeform 108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8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9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9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9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9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9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9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9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9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9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9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0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0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0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0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0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0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0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10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10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10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11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11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11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11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11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11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11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11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348BF" w:rsidRDefault="00B348BF" w:rsidP="00B34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348BF" w:rsidRDefault="00B348BF" w:rsidP="00B34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348BF" w:rsidRDefault="00B348BF" w:rsidP="00B34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348BF" w:rsidRDefault="00B348BF" w:rsidP="00B34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348BF" w:rsidRDefault="00B348BF" w:rsidP="00B34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48BF" w:rsidRDefault="00B348BF" w:rsidP="00B34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348BF" w:rsidRDefault="00B348BF" w:rsidP="00B348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інчука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B348BF" w:rsidRDefault="00B348BF" w:rsidP="00B348B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Омеляновичу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319F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319F3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6823982100:01:003:0038),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>, 1.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348BF" w:rsidRP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348BF" w:rsidRDefault="00B348BF" w:rsidP="00B348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3CCF" w:rsidRPr="00B348BF" w:rsidRDefault="00B348BF" w:rsidP="00B348B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B348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BF"/>
    <w:rsid w:val="00171A2E"/>
    <w:rsid w:val="00304C90"/>
    <w:rsid w:val="00505B6D"/>
    <w:rsid w:val="006D3977"/>
    <w:rsid w:val="007D6C18"/>
    <w:rsid w:val="007E3CCF"/>
    <w:rsid w:val="00B348BF"/>
    <w:rsid w:val="00D1641A"/>
    <w:rsid w:val="00D3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2020-07-20T16:27:00Z</dcterms:created>
  <dcterms:modified xsi:type="dcterms:W3CDTF">2020-07-20T16:35:00Z</dcterms:modified>
</cp:coreProperties>
</file>