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E3C" w:rsidRDefault="00025E3C" w:rsidP="00025E3C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E3C" w:rsidRDefault="00025E3C" w:rsidP="00025E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5E3C" w:rsidRDefault="00025E3C" w:rsidP="00025E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E3C" w:rsidRDefault="00025E3C" w:rsidP="00025E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5E3C" w:rsidRDefault="00025E3C" w:rsidP="00025E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E3C" w:rsidRDefault="00025E3C" w:rsidP="00025E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5E3C" w:rsidRDefault="00025E3C" w:rsidP="00025E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E3C" w:rsidRDefault="00025E3C" w:rsidP="00025E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5E3C" w:rsidRDefault="00025E3C" w:rsidP="00025E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E3C" w:rsidRDefault="00025E3C" w:rsidP="00025E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5E3C" w:rsidRDefault="00025E3C" w:rsidP="00025E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E3C" w:rsidRDefault="00025E3C" w:rsidP="00025E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5E3C" w:rsidRDefault="00025E3C" w:rsidP="00025E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E3C" w:rsidRDefault="00025E3C" w:rsidP="00025E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5E3C" w:rsidRDefault="00025E3C" w:rsidP="00025E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E3C" w:rsidRDefault="00025E3C" w:rsidP="00025E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5E3C" w:rsidRDefault="00025E3C" w:rsidP="00025E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E3C" w:rsidRDefault="00025E3C" w:rsidP="00025E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5E3C" w:rsidRDefault="00025E3C" w:rsidP="00025E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E3C" w:rsidRDefault="00025E3C" w:rsidP="00025E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5E3C" w:rsidRDefault="00025E3C" w:rsidP="00025E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E3C" w:rsidRDefault="00025E3C" w:rsidP="00025E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E3C" w:rsidRDefault="00025E3C" w:rsidP="00025E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E3C" w:rsidRDefault="00025E3C" w:rsidP="00025E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E3C" w:rsidRDefault="00025E3C" w:rsidP="00025E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E3C" w:rsidRDefault="00025E3C" w:rsidP="00025E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E3C" w:rsidRDefault="00025E3C" w:rsidP="00025E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E3C" w:rsidRDefault="00025E3C" w:rsidP="00025E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E3C" w:rsidRDefault="00025E3C" w:rsidP="00025E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E3C" w:rsidRDefault="00025E3C" w:rsidP="00025E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5E3C" w:rsidRDefault="00025E3C" w:rsidP="00025E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25E3C" w:rsidRDefault="00025E3C" w:rsidP="00025E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25E3C" w:rsidRDefault="00025E3C" w:rsidP="00025E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25E3C" w:rsidRDefault="00025E3C" w:rsidP="00025E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25E3C" w:rsidRDefault="00025E3C" w:rsidP="00025E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25E3C" w:rsidRDefault="00025E3C" w:rsidP="00025E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25E3C" w:rsidRDefault="00025E3C" w:rsidP="00025E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25E3C" w:rsidRDefault="00025E3C" w:rsidP="00025E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25E3C" w:rsidRDefault="00025E3C" w:rsidP="00025E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25E3C" w:rsidRDefault="00025E3C" w:rsidP="00025E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25E3C" w:rsidRDefault="00025E3C" w:rsidP="00025E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25E3C" w:rsidRDefault="00025E3C" w:rsidP="00025E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25E3C" w:rsidRDefault="00025E3C" w:rsidP="00025E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25E3C" w:rsidRDefault="00025E3C" w:rsidP="00025E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25E3C" w:rsidRDefault="00025E3C" w:rsidP="00025E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25E3C" w:rsidRDefault="00025E3C" w:rsidP="00025E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25E3C" w:rsidRDefault="00025E3C" w:rsidP="00025E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25E3C" w:rsidRDefault="00025E3C" w:rsidP="00025E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25E3C" w:rsidRDefault="00025E3C" w:rsidP="00025E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25E3C" w:rsidRDefault="00025E3C" w:rsidP="00025E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25E3C" w:rsidRDefault="00025E3C" w:rsidP="00025E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025E3C" w:rsidRDefault="00025E3C" w:rsidP="00025E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25E3C" w:rsidRDefault="00025E3C" w:rsidP="00025E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25E3C" w:rsidRDefault="00025E3C" w:rsidP="00025E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25E3C" w:rsidRDefault="00025E3C" w:rsidP="00025E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25E3C" w:rsidRDefault="00025E3C" w:rsidP="00025E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25E3C" w:rsidRDefault="00025E3C" w:rsidP="00025E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25E3C" w:rsidRDefault="00025E3C" w:rsidP="00025E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025E3C" w:rsidRDefault="00025E3C" w:rsidP="00025E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25E3C" w:rsidRDefault="00025E3C" w:rsidP="00025E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25E3C" w:rsidRDefault="00025E3C" w:rsidP="00025E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25E3C" w:rsidRDefault="00025E3C" w:rsidP="00025E3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25E3C" w:rsidRDefault="00025E3C" w:rsidP="00025E3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25E3C" w:rsidRDefault="00025E3C" w:rsidP="00025E3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25E3C" w:rsidRDefault="00025E3C" w:rsidP="00025E3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25E3C" w:rsidRDefault="00025E3C" w:rsidP="00025E3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25E3C" w:rsidRDefault="00025E3C" w:rsidP="00025E3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25E3C" w:rsidRDefault="00025E3C" w:rsidP="00025E3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025E3C" w:rsidRDefault="00025E3C" w:rsidP="00025E3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25E3C" w:rsidRDefault="00025E3C" w:rsidP="00025E3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25E3C" w:rsidRDefault="00025E3C" w:rsidP="00025E3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025E3C" w:rsidRDefault="00025E3C" w:rsidP="00025E3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25E3C" w:rsidRDefault="00025E3C" w:rsidP="00025E3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025E3C" w:rsidRDefault="00025E3C" w:rsidP="00025E3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25E3C" w:rsidRDefault="00025E3C" w:rsidP="00025E3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№71</w:t>
      </w:r>
    </w:p>
    <w:p w:rsidR="00025E3C" w:rsidRPr="002C7821" w:rsidRDefault="00025E3C" w:rsidP="00025E3C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025E3C" w:rsidRPr="002C7821" w:rsidRDefault="00025E3C" w:rsidP="00025E3C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025E3C" w:rsidRPr="002C7821" w:rsidRDefault="00025E3C" w:rsidP="00025E3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025E3C" w:rsidRPr="002C7821" w:rsidRDefault="00025E3C" w:rsidP="00025E3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025E3C" w:rsidRPr="00990689" w:rsidRDefault="00025E3C" w:rsidP="00025E3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2C7821">
        <w:rPr>
          <w:rFonts w:ascii="Times New Roman" w:eastAsia="Calibri" w:hAnsi="Times New Roman" w:cs="Times New Roman"/>
          <w:b/>
          <w:sz w:val="24"/>
          <w:lang w:eastAsia="en-US"/>
        </w:rPr>
        <w:t>Семенюк М .О.</w:t>
      </w:r>
    </w:p>
    <w:p w:rsidR="00025E3C" w:rsidRPr="002C7821" w:rsidRDefault="00025E3C" w:rsidP="00025E3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025E3C" w:rsidRPr="002C7821" w:rsidRDefault="00025E3C" w:rsidP="00025E3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», статей 12,</w:t>
      </w: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22, 116,</w:t>
      </w:r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118, 121</w:t>
      </w:r>
      <w:r>
        <w:rPr>
          <w:rFonts w:ascii="Times New Roman" w:eastAsia="Calibri" w:hAnsi="Times New Roman" w:cs="Times New Roman"/>
          <w:sz w:val="24"/>
          <w:lang w:val="ru-RU" w:eastAsia="en-US"/>
        </w:rPr>
        <w:t>, 122</w:t>
      </w:r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Земельного кодексу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Семенюка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М.О.,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025E3C" w:rsidRPr="00990689" w:rsidRDefault="00025E3C" w:rsidP="00025E3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025E3C" w:rsidRPr="002C7821" w:rsidRDefault="00025E3C" w:rsidP="00025E3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      1. Надати Семенюку Михайлу Олександровичу, який зареєстрований за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B55F15">
        <w:rPr>
          <w:rFonts w:ascii="Times New Roman" w:eastAsia="Calibri" w:hAnsi="Times New Roman" w:cs="Times New Roman"/>
          <w:sz w:val="24"/>
          <w:lang w:val="ru-RU" w:eastAsia="en-US"/>
        </w:rPr>
        <w:t xml:space="preserve">________________, </w:t>
      </w:r>
      <w:bookmarkStart w:id="0" w:name="_GoBack"/>
      <w:bookmarkEnd w:id="0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дозвіл на розробку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0,4000 га, для </w:t>
      </w:r>
      <w:r w:rsidRPr="009F710D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с.Колом’є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>, по вул. Миру.</w:t>
      </w:r>
    </w:p>
    <w:p w:rsidR="00025E3C" w:rsidRPr="002C7821" w:rsidRDefault="00025E3C" w:rsidP="00025E3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      2. Семенюку М.О., розробити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025E3C" w:rsidRPr="002C7821" w:rsidRDefault="00025E3C" w:rsidP="00025E3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C782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025E3C" w:rsidRPr="002C7821" w:rsidRDefault="00025E3C" w:rsidP="00025E3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25E3C" w:rsidRPr="002C7821" w:rsidRDefault="00025E3C" w:rsidP="00025E3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025E3C" w:rsidRPr="002C7821" w:rsidRDefault="00025E3C" w:rsidP="00025E3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025E3C" w:rsidRDefault="00025E3C" w:rsidP="00025E3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025E3C" w:rsidRPr="002C7821" w:rsidRDefault="00025E3C" w:rsidP="00025E3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A3D39" w:rsidRPr="00025E3C" w:rsidRDefault="00025E3C" w:rsidP="00025E3C">
      <w:pPr>
        <w:tabs>
          <w:tab w:val="left" w:pos="4424"/>
        </w:tabs>
        <w:spacing w:after="0"/>
        <w:ind w:firstLine="708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 w:rsidRPr="002C7821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Валерій   МИХАЛЮК</w:t>
      </w:r>
    </w:p>
    <w:sectPr w:rsidR="009A3D39" w:rsidRPr="00025E3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E3C"/>
    <w:rsid w:val="00025E3C"/>
    <w:rsid w:val="009A3D39"/>
    <w:rsid w:val="00B55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E3C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025E3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25E3C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025E3C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E3C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025E3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25E3C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025E3C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3</TotalTime>
  <Pages>1</Pages>
  <Words>237</Words>
  <Characters>1354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2021-07-07T06:45:00Z</dcterms:created>
  <dcterms:modified xsi:type="dcterms:W3CDTF">2021-07-07T08:29:00Z</dcterms:modified>
</cp:coreProperties>
</file>