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396" w:rsidRDefault="00103396" w:rsidP="0010339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396" w:rsidRDefault="00103396" w:rsidP="00103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3396" w:rsidRDefault="00103396" w:rsidP="00103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3396" w:rsidRDefault="00103396" w:rsidP="0010339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3396" w:rsidRDefault="00103396" w:rsidP="001033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3396" w:rsidRDefault="00103396" w:rsidP="001033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№18</w:t>
      </w:r>
    </w:p>
    <w:p w:rsidR="00103396" w:rsidRPr="00FB0BF1" w:rsidRDefault="00103396" w:rsidP="00103396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03396" w:rsidRPr="008E2C07" w:rsidRDefault="00103396" w:rsidP="00103396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103396" w:rsidRPr="008E2C0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103396" w:rsidRPr="008E2C0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103396" w:rsidRPr="008E2C0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Павельчук</w:t>
      </w:r>
      <w:proofErr w:type="spellEnd"/>
      <w:r>
        <w:rPr>
          <w:rFonts w:ascii="Times New Roman" w:hAnsi="Times New Roman"/>
          <w:b/>
          <w:sz w:val="24"/>
        </w:rPr>
        <w:t xml:space="preserve"> А.М.</w:t>
      </w:r>
    </w:p>
    <w:p w:rsidR="00103396" w:rsidRPr="008E2C0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103396" w:rsidRPr="008E2C0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Павельчук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А.М.,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103396" w:rsidRPr="00F40416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103396" w:rsidRPr="000146CF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 w:rsidRPr="000146CF">
        <w:rPr>
          <w:rFonts w:ascii="Times New Roman" w:hAnsi="Times New Roman"/>
          <w:sz w:val="24"/>
        </w:rPr>
        <w:t>Павельчук</w:t>
      </w:r>
      <w:proofErr w:type="spellEnd"/>
      <w:r w:rsidRPr="000146CF">
        <w:rPr>
          <w:rFonts w:ascii="Times New Roman" w:hAnsi="Times New Roman"/>
          <w:sz w:val="24"/>
        </w:rPr>
        <w:t xml:space="preserve"> Антоніні Миколаївні.,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>:</w:t>
      </w:r>
      <w:r w:rsidRPr="00EB2F06">
        <w:rPr>
          <w:rFonts w:ascii="Times New Roman" w:hAnsi="Times New Roman"/>
          <w:sz w:val="24"/>
        </w:rPr>
        <w:t xml:space="preserve"> </w:t>
      </w:r>
      <w:r w:rsidR="008B08F1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0146CF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20 </w:t>
      </w:r>
      <w:r w:rsidRPr="000146CF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0146CF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0146CF">
        <w:rPr>
          <w:rFonts w:ascii="Times New Roman" w:hAnsi="Times New Roman"/>
          <w:sz w:val="24"/>
        </w:rPr>
        <w:t>Колом’є</w:t>
      </w:r>
      <w:proofErr w:type="spellEnd"/>
      <w:r w:rsidRPr="000146CF">
        <w:rPr>
          <w:rFonts w:ascii="Times New Roman" w:hAnsi="Times New Roman"/>
          <w:sz w:val="24"/>
        </w:rPr>
        <w:t>.</w:t>
      </w:r>
    </w:p>
    <w:p w:rsidR="00103396" w:rsidRPr="000146CF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146CF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Павельчук</w:t>
      </w:r>
      <w:proofErr w:type="spellEnd"/>
      <w:r>
        <w:rPr>
          <w:rFonts w:ascii="Times New Roman" w:hAnsi="Times New Roman"/>
          <w:sz w:val="24"/>
        </w:rPr>
        <w:t xml:space="preserve"> А.М.,</w:t>
      </w:r>
      <w:r w:rsidRPr="000146CF">
        <w:rPr>
          <w:rFonts w:ascii="Times New Roman" w:hAnsi="Times New Roman"/>
          <w:sz w:val="24"/>
        </w:rPr>
        <w:t xml:space="preserve"> розробити </w:t>
      </w:r>
      <w:proofErr w:type="spellStart"/>
      <w:r w:rsidRPr="000146CF">
        <w:rPr>
          <w:rFonts w:ascii="Times New Roman" w:hAnsi="Times New Roman"/>
          <w:sz w:val="24"/>
        </w:rPr>
        <w:t>проєкт</w:t>
      </w:r>
      <w:proofErr w:type="spellEnd"/>
      <w:r w:rsidRPr="000146CF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03396" w:rsidRPr="00F443C5" w:rsidRDefault="00103396" w:rsidP="001033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103396" w:rsidRPr="008E2C07" w:rsidRDefault="00103396" w:rsidP="001033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3396" w:rsidRPr="0040456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3396" w:rsidRPr="0040456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3396" w:rsidRPr="0040456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3396" w:rsidRPr="0040456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3396" w:rsidRPr="00404567" w:rsidRDefault="00103396" w:rsidP="0010339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</w:t>
      </w:r>
    </w:p>
    <w:p w:rsidR="00C05E65" w:rsidRPr="00103396" w:rsidRDefault="00103396" w:rsidP="00103396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C05E65" w:rsidRPr="001033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96"/>
    <w:rsid w:val="00103396"/>
    <w:rsid w:val="00171A2E"/>
    <w:rsid w:val="00304C90"/>
    <w:rsid w:val="00505B6D"/>
    <w:rsid w:val="006D3977"/>
    <w:rsid w:val="007D6C18"/>
    <w:rsid w:val="008B08F1"/>
    <w:rsid w:val="00C05E6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9D6D"/>
  <w15:docId w15:val="{E817615F-381F-46ED-94D1-57D1CFF1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39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1033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339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0339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2021-04-28T12:08:00Z</dcterms:created>
  <dcterms:modified xsi:type="dcterms:W3CDTF">2021-04-28T12:55:00Z</dcterms:modified>
</cp:coreProperties>
</file>