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FD3" w:rsidRDefault="00CC5641" w:rsidP="00993FD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pict>
          <v:group id="_x0000_s1026" style="position:absolute;left:0;text-align:left;margin-left:223.65pt;margin-top:0;width:34.4pt;height:48.3pt;z-index:251660288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993FD3" w:rsidRDefault="00993FD3" w:rsidP="00993FD3"/>
    <w:p w:rsidR="00993FD3" w:rsidRDefault="00993FD3" w:rsidP="00993FD3"/>
    <w:p w:rsidR="00993FD3" w:rsidRDefault="00993FD3" w:rsidP="00993FD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993FD3" w:rsidRDefault="00993FD3" w:rsidP="00993FD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993FD3" w:rsidRDefault="00993FD3" w:rsidP="00993FD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993FD3" w:rsidRDefault="00993FD3" w:rsidP="00993FD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993FD3" w:rsidRDefault="00993FD3" w:rsidP="00993FD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3FD3" w:rsidRDefault="00993FD3" w:rsidP="00993FD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993FD3" w:rsidRDefault="00993FD3" w:rsidP="00993FD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93FD3" w:rsidRDefault="00993FD3" w:rsidP="00993FD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993FD3" w:rsidRDefault="00993FD3" w:rsidP="00993FD3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12.03.2020  року                                    Крупець                                                   №</w:t>
      </w:r>
      <w:r>
        <w:rPr>
          <w:rFonts w:ascii="Times New Roman" w:hAnsi="Times New Roman" w:cs="Times New Roman"/>
          <w:sz w:val="24"/>
          <w:szCs w:val="24"/>
          <w:lang w:val="ru-RU"/>
        </w:rPr>
        <w:t>39</w:t>
      </w:r>
    </w:p>
    <w:p w:rsidR="00993FD3" w:rsidRPr="004A7F1D" w:rsidRDefault="00993FD3" w:rsidP="00993FD3">
      <w:pPr>
        <w:tabs>
          <w:tab w:val="left" w:pos="4424"/>
        </w:tabs>
        <w:rPr>
          <w:rFonts w:ascii="Times New Roman" w:hAnsi="Times New Roman" w:cs="Times New Roman"/>
        </w:rPr>
      </w:pPr>
    </w:p>
    <w:p w:rsidR="00993FD3" w:rsidRPr="007B577E" w:rsidRDefault="00993FD3" w:rsidP="00993FD3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B577E">
        <w:rPr>
          <w:rFonts w:ascii="Times New Roman" w:hAnsi="Times New Roman" w:cs="Times New Roman"/>
          <w:b/>
          <w:sz w:val="24"/>
          <w:szCs w:val="24"/>
        </w:rPr>
        <w:t>Про затвердження технічної документації</w:t>
      </w:r>
    </w:p>
    <w:p w:rsidR="00993FD3" w:rsidRPr="007B577E" w:rsidRDefault="00993FD3" w:rsidP="00993FD3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B577E">
        <w:rPr>
          <w:rFonts w:ascii="Times New Roman" w:hAnsi="Times New Roman" w:cs="Times New Roman"/>
          <w:b/>
          <w:sz w:val="24"/>
          <w:szCs w:val="24"/>
        </w:rPr>
        <w:t xml:space="preserve">із землеустрою щодо встановлення </w:t>
      </w:r>
    </w:p>
    <w:p w:rsidR="00993FD3" w:rsidRPr="007B577E" w:rsidRDefault="00993FD3" w:rsidP="00993FD3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B577E">
        <w:rPr>
          <w:rFonts w:ascii="Times New Roman" w:hAnsi="Times New Roman" w:cs="Times New Roman"/>
          <w:b/>
          <w:sz w:val="24"/>
          <w:szCs w:val="24"/>
        </w:rPr>
        <w:t>(відновлення)  меж земельної ділянки</w:t>
      </w:r>
    </w:p>
    <w:p w:rsidR="00993FD3" w:rsidRPr="007B577E" w:rsidRDefault="00993FD3" w:rsidP="00993FD3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B577E">
        <w:rPr>
          <w:rFonts w:ascii="Times New Roman" w:hAnsi="Times New Roman" w:cs="Times New Roman"/>
          <w:b/>
          <w:sz w:val="24"/>
          <w:szCs w:val="24"/>
        </w:rPr>
        <w:t xml:space="preserve">в натурі (на місцевості) </w:t>
      </w:r>
      <w:proofErr w:type="spellStart"/>
      <w:r w:rsidRPr="007B577E">
        <w:rPr>
          <w:rFonts w:ascii="Times New Roman" w:hAnsi="Times New Roman" w:cs="Times New Roman"/>
          <w:b/>
          <w:sz w:val="24"/>
          <w:szCs w:val="24"/>
        </w:rPr>
        <w:t>Семенюка</w:t>
      </w:r>
      <w:proofErr w:type="spellEnd"/>
      <w:r w:rsidRPr="007B577E">
        <w:rPr>
          <w:rFonts w:ascii="Times New Roman" w:hAnsi="Times New Roman" w:cs="Times New Roman"/>
          <w:b/>
          <w:sz w:val="24"/>
          <w:szCs w:val="24"/>
        </w:rPr>
        <w:t xml:space="preserve"> І.Я.</w:t>
      </w:r>
    </w:p>
    <w:p w:rsidR="00993FD3" w:rsidRPr="007B577E" w:rsidRDefault="00993FD3" w:rsidP="00993FD3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993FD3" w:rsidRPr="007B577E" w:rsidRDefault="00993FD3" w:rsidP="00993FD3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B577E">
        <w:rPr>
          <w:rFonts w:ascii="Times New Roman" w:hAnsi="Times New Roman" w:cs="Times New Roman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</w:t>
      </w:r>
      <w:proofErr w:type="spellStart"/>
      <w:r w:rsidRPr="007B577E">
        <w:rPr>
          <w:rFonts w:ascii="Times New Roman" w:hAnsi="Times New Roman" w:cs="Times New Roman"/>
          <w:sz w:val="24"/>
          <w:szCs w:val="24"/>
        </w:rPr>
        <w:t>Семенюка</w:t>
      </w:r>
      <w:proofErr w:type="spellEnd"/>
      <w:r w:rsidRPr="007B577E">
        <w:rPr>
          <w:rFonts w:ascii="Times New Roman" w:hAnsi="Times New Roman" w:cs="Times New Roman"/>
          <w:sz w:val="24"/>
          <w:szCs w:val="24"/>
        </w:rPr>
        <w:t xml:space="preserve"> І.Я., сільська  рада ВИРІШИЛА:</w:t>
      </w:r>
    </w:p>
    <w:p w:rsidR="00993FD3" w:rsidRPr="007B577E" w:rsidRDefault="00993FD3" w:rsidP="00993FD3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7B577E">
        <w:rPr>
          <w:rFonts w:ascii="Times New Roman" w:hAnsi="Times New Roman" w:cs="Times New Roman"/>
          <w:sz w:val="24"/>
          <w:szCs w:val="24"/>
        </w:rPr>
        <w:t xml:space="preserve">      1. Затвердити </w:t>
      </w:r>
      <w:proofErr w:type="spellStart"/>
      <w:r w:rsidRPr="007B577E">
        <w:rPr>
          <w:rFonts w:ascii="Times New Roman" w:eastAsia="Calibri" w:hAnsi="Times New Roman" w:cs="Times New Roman"/>
          <w:sz w:val="24"/>
          <w:szCs w:val="24"/>
          <w:lang w:eastAsia="en-US"/>
        </w:rPr>
        <w:t>Семенюку</w:t>
      </w:r>
      <w:proofErr w:type="spellEnd"/>
      <w:r w:rsidRPr="007B577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Івану Якимовичу, який зареєстрований за адресою: </w:t>
      </w:r>
      <w:r w:rsidR="00CC5641" w:rsidRPr="00CC564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_____________________</w:t>
      </w:r>
      <w:bookmarkStart w:id="0" w:name="_GoBack"/>
      <w:bookmarkEnd w:id="0"/>
      <w:r w:rsidRPr="007B577E">
        <w:rPr>
          <w:rFonts w:ascii="Times New Roman" w:hAnsi="Times New Roman" w:cs="Times New Roman"/>
          <w:sz w:val="24"/>
          <w:szCs w:val="24"/>
        </w:rPr>
        <w:t>,  технічну документацію із землеустрою щодо встановлення (відновлення) меж земельної ділянки в натурі (на місцевості), та передати її у приватну власність, площею 0,1346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B577E">
        <w:rPr>
          <w:rFonts w:ascii="Times New Roman" w:hAnsi="Times New Roman" w:cs="Times New Roman"/>
          <w:sz w:val="24"/>
          <w:szCs w:val="24"/>
        </w:rPr>
        <w:t xml:space="preserve">га, (кадастровий номер: 6823986800:02:001:0039), для будівництва та обслуговування житлового будинку господарських будівель та споруд (присадибна ділянка), яка розташована Хмельницька область, </w:t>
      </w:r>
      <w:proofErr w:type="spellStart"/>
      <w:r w:rsidRPr="007B577E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7B577E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7B577E">
        <w:rPr>
          <w:rFonts w:ascii="Times New Roman" w:hAnsi="Times New Roman" w:cs="Times New Roman"/>
          <w:sz w:val="24"/>
          <w:szCs w:val="24"/>
        </w:rPr>
        <w:t>с.Колом’є</w:t>
      </w:r>
      <w:proofErr w:type="spellEnd"/>
      <w:r w:rsidRPr="007B577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B577E">
        <w:rPr>
          <w:rFonts w:ascii="Times New Roman" w:hAnsi="Times New Roman" w:cs="Times New Roman"/>
          <w:sz w:val="24"/>
          <w:szCs w:val="24"/>
        </w:rPr>
        <w:t>вул.Зелена</w:t>
      </w:r>
      <w:proofErr w:type="spellEnd"/>
      <w:r w:rsidRPr="007B577E">
        <w:rPr>
          <w:rFonts w:ascii="Times New Roman" w:hAnsi="Times New Roman" w:cs="Times New Roman"/>
          <w:sz w:val="24"/>
          <w:szCs w:val="24"/>
        </w:rPr>
        <w:t>, 41А.</w:t>
      </w:r>
    </w:p>
    <w:p w:rsidR="00993FD3" w:rsidRPr="007B577E" w:rsidRDefault="00993FD3" w:rsidP="00993FD3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7B577E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7B577E">
        <w:rPr>
          <w:rFonts w:ascii="Times New Roman" w:hAnsi="Times New Roman" w:cs="Times New Roman"/>
          <w:sz w:val="24"/>
          <w:szCs w:val="24"/>
        </w:rPr>
        <w:t>Семенюку</w:t>
      </w:r>
      <w:proofErr w:type="spellEnd"/>
      <w:r w:rsidRPr="007B577E">
        <w:rPr>
          <w:rFonts w:ascii="Times New Roman" w:hAnsi="Times New Roman" w:cs="Times New Roman"/>
          <w:sz w:val="24"/>
          <w:szCs w:val="24"/>
        </w:rPr>
        <w:t xml:space="preserve"> І.Я., посвідчити своє право  в  установленому  законом  порядку.</w:t>
      </w:r>
    </w:p>
    <w:p w:rsidR="00993FD3" w:rsidRPr="007B577E" w:rsidRDefault="00993FD3" w:rsidP="00993FD3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B577E">
        <w:rPr>
          <w:rFonts w:ascii="Times New Roman" w:hAnsi="Times New Roman" w:cs="Times New Roman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993FD3" w:rsidRPr="007B577E" w:rsidRDefault="00993FD3" w:rsidP="00993FD3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993FD3" w:rsidRPr="00993FD3" w:rsidRDefault="00993FD3" w:rsidP="00993FD3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993FD3" w:rsidRPr="00993FD3" w:rsidRDefault="00993FD3" w:rsidP="00993FD3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D2177B" w:rsidRPr="00993FD3" w:rsidRDefault="00993FD3" w:rsidP="00993FD3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Секретар сільської ради                                                                            В.М.Мазур</w:t>
      </w:r>
    </w:p>
    <w:sectPr w:rsidR="00D2177B" w:rsidRPr="00993FD3" w:rsidSect="00D217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993FD3"/>
    <w:rsid w:val="00171A2E"/>
    <w:rsid w:val="00304C90"/>
    <w:rsid w:val="00505B6D"/>
    <w:rsid w:val="006D3977"/>
    <w:rsid w:val="007D6C18"/>
    <w:rsid w:val="00993FD3"/>
    <w:rsid w:val="00CC5641"/>
    <w:rsid w:val="00D1641A"/>
    <w:rsid w:val="00D21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FD3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5</TotalTime>
  <Pages>1</Pages>
  <Words>257</Words>
  <Characters>1469</Characters>
  <Application>Microsoft Office Word</Application>
  <DocSecurity>0</DocSecurity>
  <Lines>12</Lines>
  <Paragraphs>3</Paragraphs>
  <ScaleCrop>false</ScaleCrop>
  <Company>Microsoft</Company>
  <LinksUpToDate>false</LinksUpToDate>
  <CharactersWithSpaces>1723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Work</cp:lastModifiedBy>
  <cp:revision>3</cp:revision>
  <dcterms:created xsi:type="dcterms:W3CDTF">2020-03-16T12:52:00Z</dcterms:created>
  <dcterms:modified xsi:type="dcterms:W3CDTF">2020-03-17T06:30:00Z</dcterms:modified>
</cp:coreProperties>
</file>