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4F6" w:rsidRDefault="008464F6" w:rsidP="008464F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4F6" w:rsidRDefault="008464F6" w:rsidP="008464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464F6" w:rsidRDefault="008464F6" w:rsidP="008464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464F6" w:rsidRDefault="008464F6" w:rsidP="008464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4F6" w:rsidRDefault="008464F6" w:rsidP="008464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4F6" w:rsidRDefault="008464F6" w:rsidP="008464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4F6" w:rsidRDefault="008464F6" w:rsidP="008464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4F6" w:rsidRDefault="008464F6" w:rsidP="008464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464F6" w:rsidRDefault="008464F6" w:rsidP="008464F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464F6" w:rsidRDefault="008464F6" w:rsidP="008464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8464F6" w:rsidRDefault="008464F6" w:rsidP="008464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464F6" w:rsidRDefault="008464F6" w:rsidP="008464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4F6" w:rsidRDefault="008464F6" w:rsidP="008464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464F6" w:rsidRDefault="008464F6" w:rsidP="008464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4F6" w:rsidRDefault="008464F6" w:rsidP="008464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464F6" w:rsidRDefault="008464F6" w:rsidP="008464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464F6" w:rsidRDefault="008464F6" w:rsidP="008464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63</w:t>
      </w:r>
    </w:p>
    <w:p w:rsidR="008464F6" w:rsidRDefault="008464F6" w:rsidP="008464F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8464F6" w:rsidRDefault="008464F6" w:rsidP="008464F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8464F6" w:rsidRDefault="008464F6" w:rsidP="008464F6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8464F6" w:rsidRDefault="008464F6" w:rsidP="008464F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8464F6" w:rsidRPr="005C5A92" w:rsidRDefault="008464F6" w:rsidP="008464F6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Іванюк В.В.</w:t>
      </w:r>
    </w:p>
    <w:p w:rsidR="008464F6" w:rsidRDefault="008464F6" w:rsidP="008464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8464F6" w:rsidRDefault="008464F6" w:rsidP="008464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Іванюк В.В.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8464F6" w:rsidRDefault="008464F6" w:rsidP="008464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8464F6" w:rsidRPr="003A677E" w:rsidRDefault="008464F6" w:rsidP="008464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Іванюк Валентині Вікторівні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0.1843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село Колом</w:t>
      </w:r>
      <w:r w:rsidRPr="003A677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є.</w:t>
      </w:r>
    </w:p>
    <w:p w:rsidR="008464F6" w:rsidRDefault="008464F6" w:rsidP="008464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Іванюк Валентині Вікторівні,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AF0DA3">
        <w:rPr>
          <w:rFonts w:ascii="Times New Roman" w:eastAsia="Calibri" w:hAnsi="Times New Roman" w:cs="Times New Roman"/>
          <w:sz w:val="24"/>
          <w:lang w:val="ru-RU" w:eastAsia="en-US"/>
        </w:rPr>
        <w:t>____________________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AF0DA3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0,1843 га, кадастровий номер: 6823986800:02:002:0027, 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 село Колом</w:t>
      </w:r>
      <w:r w:rsidRPr="003A677E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є.</w:t>
      </w:r>
    </w:p>
    <w:p w:rsidR="008464F6" w:rsidRDefault="008464F6" w:rsidP="008464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Іванюк В.В,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8464F6" w:rsidRDefault="008464F6" w:rsidP="008464F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464F6" w:rsidRPr="008464F6" w:rsidRDefault="008464F6" w:rsidP="008464F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6D6A32" w:rsidRPr="008464F6" w:rsidRDefault="008464F6" w:rsidP="008464F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6D6A32" w:rsidRPr="008464F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4F6"/>
    <w:rsid w:val="006D6A32"/>
    <w:rsid w:val="008464F6"/>
    <w:rsid w:val="00AF0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4F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464F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64F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464F6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4F6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8464F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64F6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8464F6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2</TotalTime>
  <Pages>1</Pages>
  <Words>267</Words>
  <Characters>1524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2021-07-26T12:40:00Z</dcterms:created>
  <dcterms:modified xsi:type="dcterms:W3CDTF">2021-07-27T07:26:00Z</dcterms:modified>
</cp:coreProperties>
</file>