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927" w:rsidRPr="00611135" w:rsidRDefault="00934927" w:rsidP="00934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611135">
        <w:rPr>
          <w:rFonts w:ascii="Times New Roman" w:eastAsia="Times New Roman" w:hAnsi="Times New Roman" w:cs="Times New Roman"/>
          <w:sz w:val="24"/>
          <w:szCs w:val="24"/>
        </w:rPr>
        <w:t>ПРОЄКТ</w:t>
      </w:r>
    </w:p>
    <w:p w:rsidR="00934927" w:rsidRPr="00611135" w:rsidRDefault="00934927" w:rsidP="009349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11135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A43473" wp14:editId="1D7CD0A2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588" name="Группа 15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5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4927" w:rsidRDefault="00934927" w:rsidP="0093492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8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DiZMIA&#10;AADeAAAADwAAAGRycy9kb3ducmV2LnhtbERPS4vCMBC+C/6HMMLe1lTF3VobRWRdPAiLr/vQTB/Y&#10;TEoTtf77jSB4m4/vOemyM7W4UesqywpGwwgEcWZ1xYWC03HzGYNwHlljbZkUPMjBctHvpZhoe+c9&#10;3Q6+ECGEXYIKSu+bREqXlWTQDW1DHLjctgZ9gG0hdYv3EG5qOY6iL2mw4tBQYkPrkrLL4WoU2Mnv&#10;dncuxvvJD397Xv3F+bnbKfUx6FZzEJ46/xa/3Fsd5k+n8Qye74Qb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OJk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dvh8kA&#10;AADeAAAADwAAAGRycy9kb3ducmV2LnhtbESPQUsDMRCF70L/QxjBS7FZhVa7Ni1SWLUehFbB67AZ&#10;N2s3kyWJ7dpf7xwK3maYN++9b7EafKcOFFMb2MDNpABFXAfbcmPg4726vgeVMrLFLjAZ+KUEq+Xo&#10;YoGlDUfe0mGXGyUmnEo04HLuS61T7chjmoSeWG5fIXrMssZG24hHMfedvi2KmfbYsiQ47GntqN7v&#10;fryB7+rNfa7vTk9xPN/SaVy9PnebmTFXl8PjA6hMQ/4Xn79frNSfTucCIDg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Advh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huHccA&#10;AADeAAAADwAAAGRycy9kb3ducmV2LnhtbESPzWrDMBCE74W8g9hCLiWRk+LSOJFNCE0pvoT8PMBi&#10;bSxTa2UsNXbePioUettlZueb3RSjbcWNet84VrCYJyCIK6cbrhVczvvZOwgfkDW2jknBnTwU+eRp&#10;g5l2Ax/pdgq1iCHsM1RgQugyKX1lyKKfu444alfXWwxx7WupexxiuG3lMknepMWGI8FgRztD1ffp&#10;x0bI4RUP5XU47z9HHPCjNPyyPSo1fR63axCBxvBv/rv+0rF+mq4W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Ybh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7lUMQA&#10;AADeAAAADwAAAGRycy9kb3ducmV2LnhtbERPTUvDQBC9C/0PyxS82Y3BVE27LVIVRPBgFaS3ITtN&#10;gtnZZXds4r93BcHbPN7nrLeTG9SJYuo9G7hcFKCIG297bg28vz1e3IBKgmxx8EwGvinBdjM7W2Nt&#10;/civdNpLq3IIpxoNdCKh1jo1HTlMCx+IM3f00aFkGFttI4453A26LIqldthzbugw0K6j5nP/5Qy8&#10;jA/h+XpZHcMhXpU63Vv52Ikx5/PpbgVKaJJ/8Z/7yeb5VXVb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O5V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ZV8c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ng8G8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xlX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vYv8UA&#10;AADeAAAADwAAAGRycy9kb3ducmV2LnhtbERPTUsDMRC9C/0PYQRvNmvptro2LaUqiNBDqyDehs10&#10;d3EzCcnYXf+9EQRv83ifs9qMrldniqnzbOBmWoAirr3tuDHw9vp0fQsqCbLF3jMZ+KYEm/XkYoWV&#10;9QMf6HyURuUQThUaaEVCpXWqW3KYpj4QZ+7ko0PJMDbaRhxyuOv1rCgW2mHHuaHFQLuW6s/jlzOw&#10;Hx7Dy3JRnsJHnM90erDyvhNjri7H7T0ooVH+xX/uZ5vnl+Xd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q9i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gzcUA&#10;AADeAAAADwAAAGRycy9kb3ducmV2LnhtbERP32vCMBB+H/g/hBvsZWi6ScesRtFBmDBhTAVfj+Zs&#10;y5pLSTJb/3szGOztPr6ft1gNthUX8qFxrOBpkoEgLp1puFJwPOjxK4gQkQ22jknBlQKslqO7BRbG&#10;9fxFl32sRArhUKCCOsaukDKUNVkME9cRJ+7svMWYoK+k8dincNvK5yx7kRYbTg01dvRWU/m9/7EK&#10;Np99NfWP5WZwH+f3U6610Tut1MP9sJ6DiDTEf/Gfe2vS/Dyf5fD7Trp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4mD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0RcIA&#10;AADeAAAADwAAAGRycy9kb3ducmV2LnhtbERP3WrCMBS+H/gO4QjezVRZRatRxFGQsZu5PcChOTbV&#10;5qQksda3N4PB7s7H93s2u8G2oicfGscKZtMMBHHldMO1gp/v8nUJIkRkja1jUvCgALvt6GWDhXZ3&#10;/qL+FGuRQjgUqMDE2BVShsqQxTB1HXHizs5bjAn6WmqP9xRuWznPsoW02HBqMNjRwVB1Pd2sgvJj&#10;/tlfb9qXbj+8WcrNZflulJqMh/0aRKQh/ov/3Eed5uf5agG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LR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xbIcUA&#10;AADeAAAADwAAAGRycy9kb3ducmV2LnhtbERP32vCMBB+H+x/CDfYi8x0k7rZGWUKwcEGMjfw9WjO&#10;tqy5lCTa+t+bgbC3+/h+3nw52FacyIfGsYLHcQaCuHSm4UrBz7d+eAERIrLB1jEpOFOA5eL2Zo6F&#10;cT1/0WkXK5FCOBSooI6xK6QMZU0Ww9h1xIk7OG8xJugraTz2Kdy28inLptJiw6mhxo7WNZW/u6NV&#10;sNr21cSPytXgPg6bfa610Z9aqfu74e0VRKQh/ouv7neT5uf57Bn+3k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fFs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OFrMYA&#10;AADeAAAADwAAAGRycy9kb3ducmV2LnhtbESPQWvDMAyF74P+B6PBbquzsow2q1tKR2CMXdb2B4hY&#10;jbPGcrDdNPv302Gwm8R7eu/Tejv5Xo0UUxfYwNO8AEXcBNtxa+B0rB+XoFJGttgHJgM/lGC7md2t&#10;sbLhxl80HnKrJIRThQZczkOldWoceUzzMBCLdg7RY5Y1ttpGvEm47/WiKF60x46lweFAe0fN5XD1&#10;BuqPxed4udpYh9307Kl038s3Z8zD/bR7BZVpyv/mv+t3K/hluR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OFr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+38EA&#10;AADeAAAADwAAAGRycy9kb3ducmV2LnhtbERP24rCMBB9F/yHMAu+aeqlsnYbRQQXfbT6AUMz25Y2&#10;k9pEW/9+s7Dg2xzOddLdYBrxpM5VlhXMZxEI4tzqigsFt+tx+gnCeWSNjWVS8CIHu+14lGKibc8X&#10;ema+ECGEXYIKSu/bREqXl2TQzWxLHLgf2xn0AXaF1B32Idw0chFFa2mw4tBQYkuHkvI6exgFq1f/&#10;fc/iOjpqQ/Pzsj2zz2OlJh/D/guEp8G/xf/ukw7z43izgb93wg1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1Rvt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1FsYA&#10;AADeAAAADwAAAGRycy9kb3ducmV2LnhtbESPT2vCQBDF74LfYRmhN90oNNToKlKxlJ5s/HMesmMS&#10;zM6G7Krx23cOBW8zzJv33m+57l2j7tSF2rOB6SQBRVx4W3Np4HjYjT9AhYhssfFMBp4UYL0aDpaY&#10;Wf/gX7rnsVRiwiFDA1WMbaZ1KCpyGCa+JZbbxXcOo6xdqW2HDzF3jZ4lSaod1iwJFbb0WVFxzW/O&#10;wC09z458+bH7fPv8mm93m6BPpTFvo36zABWpjy/x//e3lfrvaSI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b1F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gkMYA&#10;AADeAAAADwAAAGRycy9kb3ducmV2LnhtbERPS2vCQBC+F/wPywje6sZHg42uYgsF24NB2x68jdkx&#10;iWZn0+xW03/fFQRv8/E9Z7ZoTSXO1LjSsoJBPwJBnFldcq7g6/PtcQLCeWSNlWVS8EcOFvPOwwwT&#10;bS+8ofPW5yKEsEtQQeF9nUjpsoIMur6tiQN3sI1BH2CTS93gJYSbSg6jKJYGSw4NBdb0WlB22v4a&#10;Bd/pJH5OX97Hx4/1HkdG/+x0GSvV67bLKQhPrb+Lb+6VDvOf4mgA13fCDX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Xgk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pc8QA&#10;AADeAAAADwAAAGRycy9kb3ducmV2LnhtbERPTWvCQBC9F/wPywje6sZog0RX0ZaqeEptodchOybB&#10;7GzIbjX6612h4G0e73Pmy87U4kytqywrGA0jEMS51RUXCn6+P1+nIJxH1lhbJgVXcrBc9F7mmGp7&#10;4S86H3whQgi7FBWU3jeplC4vyaAb2oY4cEfbGvQBtoXULV5CuKllHEWJNFhxaCixofeS8tPhzyi4&#10;Jb+YuW28/hhrT9fJdGP32UapQb9bzUB46vxT/O/e6TD/LYlieLwTb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O6X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lRsIA&#10;AADeAAAADwAAAGRycy9kb3ducmV2LnhtbERP24rCMBB9F/Yfwizsm6Ze0WqUZXHBN7X6AUMzpsVm&#10;Upuo3f16Iwi+zeFcZ7FqbSVu1PjSsYJ+LwFBnDtdslFwPPx2pyB8QNZYOSYFf+RhtfzoLDDV7s57&#10;umXBiBjCPkUFRQh1KqXPC7Loe64mjtzJNRZDhI2RusF7DLeVHCTJRFosOTYUWNNPQfk5u1oFFzcY&#10;6zZb4/a8nu1KY0aX//1Iqa/P9nsOIlAb3uKXe6Pj/PEkGcL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OyVG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b2cMA&#10;AADeAAAADwAAAGRycy9kb3ducmV2LnhtbERPPW/CMBDdkfofrKvEBg5QAgQMAqRKrNAOjId9JIH4&#10;HGIDaX99XalSt3t6n7dYtbYSD2p86VjBoJ+AINbOlJwr+Px4701B+IBssHJMCr7Iw2r50llgZtyT&#10;9/Q4hFzEEPYZKihCqDMpvS7Iou+7mjhyZ9dYDBE2uTQNPmO4reQwSVJpseTYUGBN24L09XC3Cnbl&#10;icapPs/sdKP3x+9bGE0uRqnua7uegwjUhn/xn3tn4vxxmrzB7zvxBr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7b2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OHlcUA&#10;AADeAAAADwAAAGRycy9kb3ducmV2LnhtbERP0WoCMRB8F/oPYYW+aaKgtKdRtFBoaRWqoq/LZb0c&#10;XjbHJT3Pv2+Egm+zOzszO/Nl5yrRUhNKzxpGQwWCOPem5ELDYf8+eAERIrLByjNpuFGA5eKpN8fM&#10;+Cv/ULuLhUgmHDLUYGOsMylDbslhGPqaOHFn3ziMaWwKaRq8JnNXybFSU+mw5JRgsaY3S/ll9+s0&#10;tLi9qZNdb14/y+98vF0fv0za6+d+t5qBiNTFx/G/+sOk9yd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4e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zGeMIA&#10;AADeAAAADwAAAGRycy9kb3ducmV2LnhtbERPTUvDQBC9C/6HZQRvdtOAQWK3RQoVjxo99Dhmp9nU&#10;7EzYXZu0v94VBG/zeJ+z2sx+UCcKsRc2sFwUoIhbsT13Bj7ed3cPoGJCtjgIk4EzRdisr69WWFuZ&#10;+I1OTepUDuFYowGX0lhrHVtHHuNCRuLMHSR4TBmGTtuAUw73gy6LotIee84NDkfaOmq/mm9vYHpu&#10;P4/lYW/dJYyya17lWA5izO3N/PQIKtGc/sV/7heb599XR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3MZ4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z9MQA&#10;AADeAAAADwAAAGRycy9kb3ducmV2LnhtbERP22oCMRB9L/gPYQq+1WwFL6xGsV5ApKV4ex834+7a&#10;ZLJsoq5/3wiFvs3hXGc8bawRN6p96VjBeycBQZw5XXKu4LBfvQ1B+ICs0TgmBQ/yMJ20XsaYanfn&#10;Ld12IRcxhH2KCooQqlRKnxVk0XdcRRy5s6sthgjrXOoa7zHcGtlNkr60WHJsKLCieUHZz+5qFay+&#10;F+bS/drOjjLMl4OTGW4+Fp9KtV+b2QhEoCb8i//cax3n9/rJAJ7vxBv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oc/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6EsgA&#10;AADeAAAADwAAAGRycy9kb3ducmV2LnhtbESPT2vCQBDF70K/wzIFL6XZ1KJIzCqlIFpowT8Fr2N2&#10;mgSzsyG7xvTbdw4FbzO8N+/9Jl8NrlE9daH2bOAlSUERF97WXBr4Pq6f56BCRLbYeCYDvxRgtXwY&#10;5ZhZf+M99YdYKgnhkKGBKsY20zoUFTkMiW+JRfvxncMoa1dq2+FNwl2jJ2k60w5rloYKW3qvqLgc&#10;rs5Av/s8l9s+tB+X+VOYvp43my97Mmb8OLwtQEUa4t38f721gj+dpcIr78gMev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ATo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4927" w:rsidRDefault="00934927" w:rsidP="0093492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HhlMYA&#10;AADeAAAADwAAAGRycy9kb3ducmV2LnhtbERPS2sCMRC+C/0PYQq9uUmlim6NooWCl0J9HOpt3Ex3&#10;FzeTNYm67a9vCoK3+fieM513thEX8qF2rOE5UyCIC2dqLjXstu/9MYgQkQ02jknDDwWYzx56U8yN&#10;u/KaLptYihTCIUcNVYxtLmUoKrIYMtcSJ+7beYsxQV9K4/Gawm0jB0qNpMWaU0OFLb1VVBw3Z6th&#10;ORkvT58v/PG7Puxp/3U4Dgdeaf302C1eQUTq4l18c69Mmj8cqQn8v5Nu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HhlMYAAADeAAAADwAAAAAAAAAAAAAAAACYAgAAZHJz&#10;L2Rvd25yZXYueG1sUEsFBgAAAAAEAAQA9QAAAIsDAAAAAA==&#10;" fillcolor="black" stroked="f">
                  <v:textbox>
                    <w:txbxContent>
                      <w:p w:rsidR="00934927" w:rsidRDefault="00934927" w:rsidP="0093492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HQ1MgA&#10;AADeAAAADwAAAGRycy9kb3ducmV2LnhtbESPQWvCQBCF7wX/wzKF3upGwSCpq1TbQqH2oO2hxzE7&#10;JkuysyG71dRf7xwK3maYN++9b7EafKtO1EcX2MBknIEiLoN1XBn4/np7nIOKCdliG5gM/FGE1XJ0&#10;t8DChjPv6LRPlRITjgUaqFPqCq1jWZPHOA4dsdyOofeYZO0rbXs8i7lv9TTLcu3RsSTU2NGmprLZ&#10;/3oDPx+5m+8cTQ/by/rVbmfN+vOlMebhfnh+ApVoSDfx//e7lfqzfCIAgiMz6OU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AdDU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8YfcQA&#10;AADeAAAADwAAAGRycy9kb3ducmV2LnhtbERPTWsCMRC9C/6HMEJvNbtCRVajiFLspYdaxeuwmW62&#10;u5lsk6irv74pFLzN433OYtXbVlzIh9qxgnycgSAuna65UnD4fH2egQgRWWPrmBTcKMBqORwssNDu&#10;yh902cdKpBAOBSowMXaFlKE0ZDGMXUecuC/nLcYEfSW1x2sKt62cZNlUWqw5NRjsaGOobPZnq8Cv&#10;T9vmzudjk93fb2H33f/M0Cj1NOrXcxCR+vgQ/7vfdJr/Ms1z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fGH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wQcQA&#10;AADeAAAADwAAAGRycy9kb3ducmV2LnhtbERP22rCQBB9L/QflhH6UnRjoF6iq5RCoVApePmAMTsm&#10;wd3ZkJ1q7Nd3CwXf5nCus1z33qkLdbEJbGA8ykARl8E2XBk47N+HM1BRkC26wGTgRhHWq8eHJRY2&#10;XHlLl51UKoVwLNBALdIWWseyJo9xFFrixJ1C51ES7CptO7ymcO90nmUT7bHh1FBjS281lefdtzfg&#10;8qObf07jRm4Hvcl+vGyfv6wxT4P+dQFKqJe7+N/9YdP8l8k4h7930g16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ME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DUgMUA&#10;AADeAAAADwAAAGRycy9kb3ducmV2LnhtbERPTWsCMRC9F/ofwhR606yKUrZGsRVhLz103eJ13Ew3&#10;i8lk2UTd9tebgtDbPN7nLNeDs+JCfWg9K5iMMxDEtdctNwqq/W70AiJEZI3WMyn4oQDr1ePDEnPt&#10;r/xJlzI2IoVwyFGBibHLpQy1IYdh7DvixH373mFMsG+k7vGawp2V0yxbSIctpwaDHb0bqk/l2SnY&#10;lp2dVoV5C4evj+PRFr87OmyVen4aNq8gIg3xX3x3FzrNny8mM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NS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+wsMA&#10;AADeAAAADwAAAGRycy9kb3ducmV2LnhtbERPS2sCMRC+F/wPYQRvNbHYVVajSFEQeqqPg7chGXdX&#10;N5NlE93tv28Khd7m43vOct27WjypDZVnDZOxAkFsvK240HA67l7nIEJEtlh7Jg3fFGC9GrwsMbe+&#10;4y96HmIhUgiHHDWUMTa5lMGU5DCMfUOcuKtvHcYE20LaFrsU7mr5plQmHVacGkps6KMkcz88nIbb&#10;Tn56o9CcT+dub2eXbUa10no07DcLEJH6+C/+c+9tmv+eTab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z+w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ioPsMA&#10;AADeAAAADwAAAGRycy9kb3ducmV2LnhtbERPTYvCMBC9C/6HMII3TVUU6RpFBUGUPazKssfZZmxL&#10;m0lJotZ/bxYWvM3jfc5i1Zpa3Mn50rKC0TABQZxZXXKu4HLeDeYgfEDWWFsmBU/ysFp2OwtMtX3w&#10;F91PIRcxhH2KCooQmlRKnxVk0A9tQxy5q3UGQ4Qul9rhI4abWo6TZCYNlhwbCmxoW1BWnW5Gwc/t&#10;yNfPyWHtNuHbtmdfjX/nlVL9Xrv+ABGoDW/xv3uv4/zpbDSFv3fiDXL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ioP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4927" w:rsidRDefault="00934927" w:rsidP="0093492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fjO8UA&#10;AADeAAAADwAAAGRycy9kb3ducmV2LnhtbERPS2sCMRC+F/ofwhR6q1mlLroaRQuFXgRfB72Nm3F3&#10;cTNZk1TX/npTELzNx/ec8bQ1tbiQ85VlBd1OAoI4t7riQsF28/0xAOEDssbaMim4kYfp5PVljJm2&#10;V17RZR0KEUPYZ6igDKHJpPR5SQZ9xzbEkTtaZzBE6AqpHV5juKllL0lSabDi2FBiQ18l5af1r1Ew&#10;Hw7m5+UnL/5Whz3td4dTv+cSpd7f2tkIRKA2PMUP94+O8/tpN4X/d+IN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+M7xQAAAN4AAAAPAAAAAAAAAAAAAAAAAJgCAABkcnMv&#10;ZG93bnJldi54bWxQSwUGAAAAAAQABAD1AAAAigMAAAAA&#10;" fillcolor="black" stroked="f">
                  <v:textbox>
                    <w:txbxContent>
                      <w:p w:rsidR="00934927" w:rsidRDefault="00934927" w:rsidP="0093492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1NCsQA&#10;AADeAAAADwAAAGRycy9kb3ducmV2LnhtbERPTUsDMRC9C/0PYQrebLYVa1mblqUgiqdtVXqdbsbN&#10;0s1kSWK6/nsjCL3N433OejvaXiTyoXOsYD4rQBA3TnfcKvh4f75bgQgRWWPvmBT8UIDtZnKzxlK7&#10;C+8pHWIrcgiHEhWYGIdSytAYshhmbiDO3JfzFmOGvpXa4yWH214uimIpLXacGwwOtDPUnA/fVkE6&#10;7erqPh2T2b/5qvWufvk81UrdTsfqCUSkMV7F/+5Xnec/LOe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dTQ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4927" w:rsidRDefault="00934927" w:rsidP="0093492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6dcccA&#10;AADeAAAADwAAAGRycy9kb3ducmV2LnhtbESPQUvDQBCF74L/YZmCt3YToUFjt6UULerFNgp6HLJj&#10;NpidDdk1jf5651DwNsN78943q83kOzXSENvABvJFBoq4DrblxsDb68P8BlRMyBa7wGTghyJs1pcX&#10;KyxtOPGRxio1SkI4lmjApdSXWsfakce4CD2xaJ9h8JhkHRptBzxJuO/0dZYV2mPL0uCwp52j+qv6&#10;9gZivrt/f/a/t+PH3vFL9eSKQ+OMuZpN2ztQiab0bz5fP1rBXxa58Mo7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unX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4927" w:rsidRDefault="00934927" w:rsidP="0093492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34927" w:rsidRPr="00611135" w:rsidRDefault="00934927" w:rsidP="0093492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34927" w:rsidRPr="00611135" w:rsidRDefault="00934927" w:rsidP="009349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934927" w:rsidRPr="00611135" w:rsidRDefault="00934927" w:rsidP="0093492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34927" w:rsidRPr="00611135" w:rsidRDefault="00934927" w:rsidP="009349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34927" w:rsidRPr="00611135" w:rsidRDefault="00934927" w:rsidP="0093492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34927" w:rsidRPr="00611135" w:rsidRDefault="00934927" w:rsidP="0093492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34927" w:rsidRPr="00611135" w:rsidRDefault="00934927" w:rsidP="009349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Панчуку</w:t>
      </w:r>
      <w:proofErr w:type="spellEnd"/>
      <w:r w:rsidRPr="0061113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В.А</w:t>
      </w: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11135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В.А, 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Андрійовичу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рибогосподарських потреб, площею  2,0000 га, яка розташована Хмельницька область,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рада.</w:t>
      </w:r>
    </w:p>
    <w:p w:rsidR="00934927" w:rsidRPr="00611135" w:rsidRDefault="00934927" w:rsidP="0093492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Андрійовичу, 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зареєстрована за </w:t>
      </w:r>
      <w:proofErr w:type="spellStart"/>
      <w:r w:rsidRPr="00611135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932B2">
        <w:rPr>
          <w:rFonts w:ascii="Times New Roman" w:eastAsia="Calibri" w:hAnsi="Times New Roman" w:cs="Times New Roman"/>
          <w:sz w:val="24"/>
          <w:lang w:eastAsia="en-US"/>
        </w:rPr>
        <w:t>_______</w:t>
      </w:r>
      <w:r w:rsidRPr="00611135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932B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6823984000:03:012:0176,  для рибогосподарських потреб яка розташована Хмельницька область,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рада.   </w:t>
      </w:r>
    </w:p>
    <w:p w:rsidR="00934927" w:rsidRPr="00611135" w:rsidRDefault="00934927" w:rsidP="00934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Панчуку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В.А,</w:t>
      </w:r>
      <w:r w:rsidRPr="0061113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934927" w:rsidRPr="00611135" w:rsidRDefault="00934927" w:rsidP="0093492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111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34927" w:rsidRPr="00611135" w:rsidRDefault="00934927" w:rsidP="00934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4927" w:rsidRPr="00611135" w:rsidRDefault="00934927" w:rsidP="0093492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D4C25" w:rsidRDefault="007D4C25"/>
    <w:sectPr w:rsidR="007D4C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927"/>
    <w:rsid w:val="002932B2"/>
    <w:rsid w:val="007D4C25"/>
    <w:rsid w:val="00934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2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2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24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2021-06-22T10:35:00Z</dcterms:created>
  <dcterms:modified xsi:type="dcterms:W3CDTF">2021-06-22T13:51:00Z</dcterms:modified>
</cp:coreProperties>
</file>