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A1F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A81A1F" w:rsidRPr="000209E7" w:rsidRDefault="00A81A1F" w:rsidP="00A81A1F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A81A1F" w:rsidRPr="000209E7" w:rsidRDefault="00A81A1F" w:rsidP="00A81A1F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A81A1F" w:rsidRPr="000209E7" w:rsidRDefault="00801C95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801C9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1/E8MA&#10;AADdAAAADwAAAGRycy9kb3ducmV2LnhtbESPS6vCMBSE94L/IRzBnabX4oNqFLlcxYUg9bE/NMe2&#10;3OakNFHrvzeC4HKYmW+Yxao1lbhT40rLCn6GEQjizOqScwXn02YwA+E8ssbKMil4koPVsttZYKLt&#10;g1O6H30uAoRdggoK7+tESpcVZNANbU0cvKttDPogm1zqBh8Bbio5iqKJNFhyWCiwpt+Csv/jzSiw&#10;8Xa3v+SjNP7jqef1YXa9tHul+r12PQfhqfXf8Ke90wriaDqG95vwBO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1/E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lasgA&#10;AADdAAAADwAAAGRycy9kb3ducmV2LnhtbESPS2vDMBCE74X+B7GFXkIitwGncaOEEHBfh0Ie0Oti&#10;bSwn1spIauLk11eFQo/DzHzDzBa9bcWJfGgcK3gYZSCIK6cbrhXstuXwCUSIyBpbx6TgQgEW89ub&#10;GRbanXlNp02sRYJwKFCBibErpAyVIYth5Dri5O2dtxiT9LXUHs8Jblv5mGW5tNhwWjDY0cpQddx8&#10;WwWH8tN8rSbXFz+Yruk6KD9e2/dcqfu7fvkMIlIf/8N/7TetYJxNcv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eSVq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3ijsIA&#10;AADdAAAADwAAAGRycy9kb3ducmV2LnhtbESP3YrCMBCF7xd8hzCCN4umKqhUo4ioLN6IPw8wNGNT&#10;bCaliba+/UYQvDycn4+zWLW2FE+qfeFYwXCQgCDOnC44V3C97PozED4gaywdk4IXeVgtOz8LTLVr&#10;+ETPc8hFHGGfogITQpVK6TNDFv3AVcTRu7naYoiyzqWusYnjtpSjJJlIiwVHgsGKNoay+/lhI+Q4&#10;xuPh1lx2+xYb3B4M/65PSvW67XoOIlAbvuFP+08rGCfTK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7eKO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mjXMMA&#10;AADd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BjMctz85v8BP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mjX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7TZ8UA&#10;AADdAAAADwAAAGRycy9kb3ducmV2LnhtbESPy2rDMBBF94H+g5hCN6GRW0PSuFGCKXUo2Zg8PmCw&#10;JpapNTKWart/XwUKWV7u43A3u8m2YqDeN44VvCwSEMSV0w3XCi7n4vkNhA/IGlvHpOCXPOy2D7MN&#10;ZtqNfKThFGoRR9hnqMCE0GVS+sqQRb9wHXH0rq63GKLsa6l7HOO4beVrkiylxYYjwWBHH4aq79OP&#10;jZAyxfJwHc/FfsIRPw+G5/lRqafHKX8HEWgK9/B/+0srSJPVG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tNn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ffcMA&#10;AADd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BjMc/785v8BP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rff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amM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Zcg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bam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eqs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LCt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MHq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hdMYA&#10;AADdAAAADwAAAGRycy9kb3ducmV2LnhtbESPUWvCMBSF3wf7D+EO9iIzdUWRzig6CAoORDfY66W5&#10;tmXNTUkyW/+9EQZ7PJxzvsNZrAbbigv50DhWMBlnIIhLZxquFHx96pc5iBCRDbaOScGVAqyWjw8L&#10;LIzr+UiXU6xEgnAoUEEdY1dIGcqaLIax64iTd3beYkzSV9J47BPctvI1y2bSYsNpocaO3msqf06/&#10;VsHm0Fe5H5Wbwe3P2++p1kZ/aKWen4b1G4hIQ/wP/7V3RkGezX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jh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kjRcQA&#10;AADdAAAADwAAAGRycy9kb3ducmV2LnhtbESPUWvCMBSF3wf+h3CFvc10zknpjCIbBRFfpv6AS3PX&#10;dDY3JYm1/nsjCD4ezjnf4SxWg21FTz40jhW8TzIQxJXTDdcKjofyLQcRIrLG1jEpuFKA1XL0ssBC&#10;uwv/Ur+PtUgQDgUqMDF2hZShMmQxTFxHnLw/5y3GJH0ttcdLgttWTrNsLi02nBYMdvRtqDrtz1ZB&#10;uZ3u+tNZ+9Kth5mlT/Of/xilXsfD+gtEpCE+w4/2Riv4yPIZ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pI0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c+MEA&#10;AADdAAAADwAAAGRycy9kb3ducmV2LnhtbESP0YrCMBRE3xf2H8Jd8G1NXK1INYosKPpo9QMuzbUt&#10;Nje1ibb+vREEH4eZOcMsVr2txZ1aXznWMBoqEMS5MxUXGk7Hze8MhA/IBmvHpOFBHlbL768FpsZ1&#10;fKB7FgoRIexT1FCG0KRS+rwki37oGuLonV1rMUTZFtK02EW4reWfUlNpseK4UGJD/yXll+xmNUwe&#10;3faaJRe1MZZG+3Gz55AnWg9++vUcRKA+fMLv9s5oGKtZAq838Qn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gnP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Abk8UA&#10;AADdAAAADwAAAGRycy9kb3ducmV2LnhtbESPzWrDMBCE74G+g9hCb7GcFEzqWgmhxqX0lDpuz4u1&#10;/iHWylhK4rx9VQj0OMzMN0y2m80gLjS53rKCVRSDIK6t7rlVUB2L5QaE88gaB8uk4EYOdtuHRYap&#10;tlf+okvpWxEg7FJU0Hk/plK6uiODLrIjcfAaOxn0QU6t1BNeA9wMch3HiTTYc1jocKS3jupTeTYK&#10;zsnPuuLmUx/K/Pb+khd7J79bpZ4e5/0rCE+z/w/f2x9awXO8Se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IBu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BD8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9KBn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z8EP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iXjsIA&#10;AADdAAAADwAAAGRycy9kb3ducmV2LnhtbERPy4rCMBTdD/gP4QqzG1N1kFKNxQc6gytf4PbSXNti&#10;c1OaaOt8/WQhuDyc9yztTCUe1LjSsoLhIAJBnFldcq7gfNp8xSCcR9ZYWSYFT3KQznsfM0y0bflA&#10;j6PPRQhhl6CCwvs6kdJlBRl0A1sTB+5qG4M+wCaXusE2hJtKjqJoIg2WHBoKrGlVUHY73o2Cv8kF&#10;9+5ntFyPtafnd7y1u/1Wqc9+t5iC8NT5t/jl/tUKxlEc5oY34Qn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KJeO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xhrcUA&#10;AADdAAAADwAAAGRycy9kb3ducmV2LnhtbESP0WrCQBRE34X+w3ILfdNNrYpG11CKBd+qaT/gkr1u&#10;gtm7SXabpH59t1DwcZiZM8wuG20teup85VjB8ywBQVw4XbFR8PX5Pl2D8AFZY+2YFPyQh2z/MNlh&#10;qt3AZ+rzYESEsE9RQRlCk0rpi5Is+plriKN3cZ3FEGVnpO5wiHBby3mSrKTFiuNCiQ29lVRc82+r&#10;oHXzpR7zA35cD5tTZcyivZ0XSj09jq9bEIHGcA//t49awUuy3sDfm/gE5P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vGG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7UhcIA&#10;AADdAAAADwAAAGRycy9kb3ducmV2LnhtbERPPW/CMBDdK/U/WFeJjTgFkSYpBkElJNZAh45X+0jS&#10;xucQuxD66+sBqePT+16uR9uJCw2+dazgOUlBEGtnWq4VvB930xyED8gGO8ek4EYe1qvHhyWWxl25&#10;ossh1CKGsC9RQRNCX0rpdUMWfeJ64sid3GAxRDjU0gx4jeG2k7M0zaTFlmNDgz29NaS/Dz9Wwb79&#10;pEWmT4XNt7r6+D2H+cuXUWryNG5eQQQaw7/47t4bBfO0iPvjm/g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ftS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C6sIA&#10;AADdAAAADwAAAGRycy9kb3ducmV2LnhtbERPW2vCMBR+H+w/hDPY20x0MLQaZQ4GG1PBC/p6aI5N&#10;sTkpTVbrvzeC4ON355vMOleJlppQetbQ7ykQxLk3JRcadtvvtyGIEJENVp5Jw4UCzKbPTxPMjD/z&#10;mtpNLEQq4ZChBhtjnUkZcksOQ8/XxEk7+sZhTLAppGnwnMpdJQdKfUiHJacFizV9WcpPm3+nocXV&#10;RR3sfDn6LRf5YDXf/5nE69eX7nMMIlIXH+Z7+sdoeFejPtzepCcgp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4L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Ki/cQA&#10;AADd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tngo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Sov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VBwccA&#10;AADdAAAADwAAAGRycy9kb3ducmV2LnhtbESP3WoCMRSE74W+QzhC7zSrgtWtUfypIKUiq/b+dHO6&#10;uzU5WTapbt++KRS8HGbmG2a2aK0RV2p85VjBoJ+AIM6drrhQcD5texMQPiBrNI5JwQ95WMwfOjNM&#10;tbtxRtdjKESEsE9RQRlCnUrp85Is+r6riaP36RqLIcqmkLrBW4RbI4dJMpYWK44LJda0Lim/HL+t&#10;gu1hY76G+2z5LsP65enDTF5XmzelHrvt8hlEoDbcw//tnVYwSqYj+HsTn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1Qc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sU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Es1f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7FA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bNXscA&#10;AADdAAAADwAAAGRycy9kb3ducmV2LnhtbESPQWsCMRSE70L/Q3hCb5poa9HVKLVQ6EWo1oPenpvn&#10;7uLmZZukuvrrTaHQ4zAz3zCzRWtrcSYfKscaBn0Fgjh3puJCw/brvTcGESKywdoxabhSgMX8oTPD&#10;zLgLr+m8iYVIEA4ZaihjbDIpQ16SxdB3DXHyjs5bjEn6QhqPlwS3tRwq9SItVpwWSmzoraT8tPmx&#10;GpaT8fL785lXt/VhT/vd4TQaeqX1Y7d9nYKI1Mb/8F/7w2h4UpM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WzV7HAAAA3QAAAA8AAAAAAAAAAAAAAAAAmAIAAGRy&#10;cy9kb3ducmV2LnhtbFBLBQYAAAAABAAEAPUAAACMAwAAAAA=&#10;" fillcolor="black" stroked="f"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2QJ8gA&#10;AADdAAAADwAAAGRycy9kb3ducmV2LnhtbESPzWvCQBTE74L/w/KE3nSjpUGjq2g/QKge/Dh4fM2+&#10;Jkuyb0N2q7F/fbdQ6HGYmd8wi1Vna3Gl1hvHCsajBARx7rThQsH59DacgvABWWPtmBTcycNq2e8t&#10;MNPuxge6HkMhIoR9hgrKEJpMSp+XZNGPXEMcvU/XWgxRtoXULd4i3NZykiSptGg4LpTY0HNJeXX8&#10;sgou76mZHgxNPnbfm1e9e6o2+5dKqYdBt56DCNSF//Bfe6sVPCaz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rZAn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LCcYA&#10;AADdAAAADwAAAGRycy9kb3ducmV2LnhtbESPQU8CMRSE7yb+h+aZeJNWTRQWCiESAhcPooTry/ax&#10;XXb7urYFFn69NTHxOJmZbzKTWe9acaIQa88aHgcKBHHpTc2Vhq/P5cMQREzIBlvPpOFCEWbT25sJ&#10;Fsaf+YNOm1SJDOFYoAabUldIGUtLDuPAd8TZ2/vgMGUZKmkCnjPctfJJqRfpsOa8YLGjN0tlszk6&#10;DWG+WzRXPm4bdX2/xNWh/x6i1fr+rp+PQSTq03/4r702Gp7V6BV+3+QnI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QLC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86ycIA&#10;AADdAAAADwAAAGRycy9kb3ducmV2LnhtbERPzWoCMRC+F3yHMIVeiiYq1LoaRYRCoVLQ+gDjZtxd&#10;mkyWzVTXPr05FHr8+P6X6z54daEuNZEtjEcGFHEZXcOVhePX2/AVVBJkhz4yWbhRgvVq8LDEwsUr&#10;7+lykErlEE4FWqhF2kLrVNYUMI1iS5y5c+wCSoZdpV2H1xwevJ4Y86IDNpwbamxpW1P5ffgJFvzk&#10;5Ocfs7ST21HvzG+Q/fOns/bpsd8sQAn18i/+c787C1Mzz3P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zrJ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+QFsYA&#10;AADdAAAADwAAAGRycy9kb3ducmV2LnhtbESPQWsCMRSE7wX/Q3hCbzVbC1K3Rmkrwl48uG7x+ty8&#10;bpYmL8sm1a2/3ggFj8PMfMMsVoOz4kR9aD0reJ5kIIhrr1tuFFT7zdMriBCRNVrPpOCPAqyWo4cF&#10;5tqfeUenMjYiQTjkqMDE2OVShtqQwzDxHXHyvn3vMCbZN1L3eE5wZ+U0y2bSYctpwWBHn4bqn/LX&#10;KViXnZ1WhfkIh6/t8WiLy4YOa6Uex8P7G4hIQ7yH/9uFVvCSze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+QF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nsIMAA&#10;AADdAAAADwAAAGRycy9kb3ducmV2LnhtbERPTYvCMBC9C/6HMMLeNHEXVLpGkWUFwZNaD3sbkrGt&#10;NpPSZG399+YgeHy87+W6d7W4UxsqzxqmEwWC2HhbcaEhP23HCxAhIlusPZOGBwVYr4aDJWbWd3yg&#10;+zEWIoVwyFBDGWOTSRlMSQ7DxDfEibv41mFMsC2kbbFL4a6Wn0rNpMOKU0OJDf2UZG7Hf6fhupV7&#10;bxSac37udnb+9zujWmn9Meo33yAi9fEtfrl3VsPXVKX96U16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nsI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rlcYA&#10;AADdAAAADwAAAGRycy9kb3ducmV2LnhtbESPQWvCQBSE74X+h+UVvNVNFIpEV7GCIEoP1VI8vmaf&#10;2ZDs27C7iem/7xYKPQ4z8w2z2oy2FQP5UDtWkE8zEMSl0zVXCj4u++cFiBCRNbaOScE3BdisHx9W&#10;WGh353cazrESCcKhQAUmxq6QMpSGLIap64iTd3PeYkzSV1J7vCe4beUsy16kxZrTgsGOdobK5txb&#10;Bdf+xLe3+XHrX+OnGy+hmX0tGqUmT+N2CSLSGP/Df+2DVjDPsx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zrl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PMMcA&#10;AADdAAAADwAAAGRycy9kb3ducmV2LnhtbESPQWsCMRSE74X+h/AK3mri1hbdGkULgpdCtT3o7bl5&#10;3V3cvKxJ1LW/vhEKPQ4z8w0zmXW2EWfyoXasYdBXIIgLZ2ouNXx9Lh9HIEJENtg4Jg1XCjCb3t9N&#10;MDfuwms6b2IpEoRDjhqqGNtcylBUZDH0XUucvG/nLcYkfSmNx0uC20ZmSr1IizWnhQpbequoOGxO&#10;VsNiPFocP4b8/rPe72i33R+eM6+07j1081cQkbr4H/5rr4yGp4HK4PYmPQ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UzzDHAAAA3QAAAA8AAAAAAAAAAAAAAAAAmAIAAGRy&#10;cy9kb3ducmV2LnhtbFBLBQYAAAAABAAEAPUAAACMAwAAAAA=&#10;" fillcolor="black" stroked="f"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SQqsUA&#10;AADdAAAADwAAAGRycy9kb3ducmV2LnhtbESPwWrDMBBE74X+g9hAbo2cGkpxowQTKC05OWlCrhtr&#10;a5lYKyOpivv3VaHQ4zAzb5jVZrKDSORD71jBclGAIG6d7rlTcPx4fXgGESKyxsExKfimAJv1/d0K&#10;K+1uvKd0iJ3IEA4VKjAxjpWUoTVkMSzcSJy9T+ctxix9J7XHW4bbQT4WxZO02HNeMDjS1lB7PXxZ&#10;BemybeoynZPZ73zdede8nS6NUvPZVL+AiDTF//Bf+10rKJdFCb9v8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JC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oLMcA&#10;AADdAAAADwAAAGRycy9kb3ducmV2LnhtbESPQUvDQBSE7wX/w/IK3swmWkqN3RYpKq2XtlHQ4yP7&#10;mg1m34bsmqb99V1B6HGYmW+Y+XKwjeip87VjBVmSgiAuna65UvD58Xo3A+EDssbGMSk4kYfl4mY0&#10;x1y7I++pL0IlIoR9jgpMCG0upS8NWfSJa4mjd3CdxRBlV0nd4THCbSPv03QqLdYcFwy2tDJU/hS/&#10;VoHPVi9f7/b82H+/Gd4WGzPdVUap2/Hw/AQi0BCu4f/2Wit4yNIJ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K6C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A81A1F" w:rsidRPr="000209E7" w:rsidRDefault="00A81A1F" w:rsidP="00A81A1F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A81A1F" w:rsidRPr="000209E7" w:rsidRDefault="00A81A1F" w:rsidP="00A81A1F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801C95" w:rsidRPr="00801C9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/yifa8R3AABbWQQADgAAAAAAAAAA&#10;AAAAAAAuAgAAZHJzL2Uyb0RvYy54bWxQSwECLQAUAAYACAAAACEA386QMOIAAAANAQAADwAAAAAA&#10;AAAAAAAAAAAeegAAZHJzL2Rvd25yZXYueG1sUEsFBgAAAAAEAAQA8wAAAC17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dhM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g2gE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Yidh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L8Ec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KJ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0vw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UKHMAA&#10;AADdAAAADwAAAGRycy9kb3ducmV2LnhtbERPzYrCMBC+C75DGMGLrKkKi3SNIqIiXkTdBxiasSnb&#10;TEoTbfftdw7CHj++/9Wm97V6URurwAZm0wwUcRFsxaWB7/vhYwkqJmSLdWAy8EsRNuvhYIW5DR1f&#10;6XVLpZIQjjkacCk1udaxcOQxTkNDLNwjtB6TwLbUtsVOwn2t51n2qT1WLA0OG9o5Kn5uTy8llwVe&#10;zo/ufjj22OH+7HiyvRozHvXbL1CJ+vQvfrtP1sBilslceSNP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JUKHM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6J8YA&#10;AADdAAAADwAAAGRycy9kb3ducmV2LnhtbESPQUsDMRSE70L/Q3iCN5tt1apr0yJVQQo92BbE22Pz&#10;urt08xKSZ3f990YQehxm5htmvhxcp04UU+vZwGRcgCKuvG25NrDfvV0/gEqCbLHzTAZ+KMFyMbqY&#10;Y2l9zx902kqtMoRTiQYakVBqnaqGHKaxD8TZO/joULKMtbYR+wx3nZ4WxUw7bDkvNBho1VB13H47&#10;A5v+NazvZ3eH8BVvpzq9WPlciTFXl8PzEyihQc7h//a7NXAzKR7h701+An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J6J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qQx8EA&#10;AADdAAAADwAAAGRycy9kb3ducmV2LnhtbERPzWrCQBC+F3yHZYReSt2kgkh0FSm1iBcx9gGG7JgN&#10;ZmdDdmvSt+8cBI8f3/96O/pW3amPTWAD+SwDRVwF23Bt4Oeyf1+CignZYhuYDPxRhO1m8rLGwoaB&#10;z3QvU60khGOBBlxKXaF1rBx5jLPQEQt3Db3HJLCvte1xkHDf6o8sW2iPDUuDw44+HVW38tdLyWmO&#10;p+N1uOy/Rxzw6+j4bXc25nU67lagEo3pKX64D9bAPM9lv7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6kMf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3g/MYA&#10;AADdAAAADwAAAGRycy9kb3ducmV2LnhtbESPQUsDMRSE70L/Q3gFbza7VausTUtpFUTwYC0Ub4/N&#10;6+7i5iUkz+76740geBxm5htmuR5dr84UU+fZQDkrQBHX3nbcGDi8P13dg0qCbLH3TAa+KcF6NblY&#10;YmX9wG903kujMoRThQZakVBpneqWHKaZD8TZO/noULKMjbYRhwx3vZ4XxUI77DgvtBho21L9uf9y&#10;Bl6Hx/Byt7g9hY94M9dpZ+W4FWMup+PmAZTQKP/hv/azNXBdli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3g/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/e9cYA&#10;AADdAAAADwAAAGRycy9kb3ducmV2LnhtbESPUWvCMBSF3wf7D+EO9jI0rTKRzigqhAkOxlTw9dJc&#10;27LmpiSZ7f69EQZ7PJxzvsNZrAbbiiv50DhWkI8zEMSlMw1XCk5HPZqDCBHZYOuYFPxSgNXy8WGB&#10;hXE9f9H1ECuRIBwKVFDH2BVShrImi2HsOuLkXZy3GJP0lTQe+wS3rZxk2UxabDgt1NjRtqby+/Bj&#10;FWw++2rqX8rN4PaX9/Or1kZ/aKWen4b1G4hIQ/wP/7V3RsE0zydwf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/e9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hK8QA&#10;AADdAAAADwAAAGRycy9kb3ducmV2LnhtbESPUWvCMBSF3wf+h3AF32Za3UQ6o4hSkLGX6X7Apblr&#10;OpubksRa/70RhD0ezjnf4aw2g21FTz40jhXk0wwEceV0w7WCn1P5ugQRIrLG1jEpuFGAzXr0ssJC&#10;uyt/U3+MtUgQDgUqMDF2hZShMmQxTF1HnLxf5y3GJH0ttcdrgttWzrJsIS02nBYMdrQzVJ2PF6ug&#10;/Jx99eeL9qXbDm+W3s3fcm+UmoyH7QeISEP8Dz/bB61gnud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rIS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rjGsYA&#10;AADdAAAADwAAAGRycy9kb3ducmV2LnhtbESPUWvCMBSF3wf7D+EOfJGZVucYnVHmIChsMHSDvV6a&#10;a1vW3JQk2vrvjSDs8XDO+Q5nsRpsK07kQ+NYQT7JQBCXzjRcKfj51o8vIEJENtg6JgVnCrBa3t8t&#10;sDCu5x2d9rESCcKhQAV1jF0hZShrshgmriNO3sF5izFJX0njsU9w28pplj1Liw2nhRo7eq+p/Nsf&#10;rYL1V1/N/LhcD+7jsPmda230p1Zq9DC8vYKINMT/8K29NQpmef4E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rjG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4cxMUA&#10;AADdAAAADwAAAGRycy9kb3ducmV2LnhtbESPwWrDMBBE74X+g9hCbo3spCnBjRxCiyGEXpL2AxZr&#10;a7m2VkZSHOfvo0Ihx2Fm3jCb7WR7MZIPrWMF+TwDQVw73XKj4Purel6DCBFZY++YFFwpwLZ8fNhg&#10;od2FjzSeYiMShEOBCkyMQyFlqA1ZDHM3ECfvx3mLMUnfSO3xkuC2l4sse5UWW04LBgd6N1R3p7NV&#10;UB0Wn2N31r5yu+nF0sr8rj+MUrOnafcGItIU7+H/9l4rWOb5Cv7epCcg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hzE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YlcEA&#10;AADdAAAADwAAAGRycy9kb3ducmV2LnhtbESP0YrCMBRE34X9h3AXfNO0qxapRpEFRR+tfsClubbF&#10;5qY20da/N4Lg4zAzZ5jluje1eFDrKssK4nEEgji3uuJCwfm0Hc1BOI+ssbZMCp7kYL36GSwx1bbj&#10;Iz0yX4gAYZeigtL7JpXS5SUZdGPbEAfvYluDPsi2kLrFLsBNLf+iKJEGKw4LJTb0X1J+ze5GwfTZ&#10;7W7Z7BpttaH4MGkO7POZUsPffrMA4an33/CnvdcKJnGcwPtNe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ZmJX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ckEs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TKOX+D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yQ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vPZ8UA&#10;AADdAAAADwAAAGRycy9kb3ducmV2LnhtbERPPW/CMBDdK/U/WIfUrTghVQQBE0GlSrRDUSkMbEd8&#10;JCnxOY0NpP8eD5UYn973LO9NIy7UudqygngYgSAurK65VLD9fnseg3AeWWNjmRT8kYN8/vgww0zb&#10;K3/RZeNLEULYZaig8r7NpHRFRQbd0LbEgTvazqAPsCul7vAawk0jR1GUSoM1h4YKW3qtqDhtzkbB&#10;bj1OJ+vl+8vPx+cBE6N/97pOlXoa9IspCE+9v4v/3SutIInjMDe8C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u89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+oD8UA&#10;AADdAAAADwAAAGRycy9kb3ducmV2LnhtbESPT4vCMBTE74LfITzBm6ZVEe0axT+oy57UXdjro3m2&#10;xealNFGrn94IC3scZuY3zGzRmFLcqHaFZQVxPwJBnFpdcKbg53vbm4BwHlljaZkUPMjBYt5uzTDR&#10;9s5Hup18JgKEXYIKcu+rREqX5mTQ9W1FHLyzrQ36IOtM6hrvAW5KOYiisTRYcFjIsaJ1TunldDUK&#10;nuNfPLj9YLUZak+P0WRnvw47pbqdZvkBwlPj/8N/7U+tYBjHU3i/CU9Az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6gP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GYl8MA&#10;AADdAAAADwAAAGRycy9kb3ducmV2LnhtbERP3WrCMBS+F/YO4Qx2p6ldldkZyxAHu5vWPcChOabF&#10;5qRtou329MvFYJcf3/+2mGwr7jT4xrGC5SIBQVw53bBR8HV+n7+A8AFZY+uYFHyTh2L3MNtirt3I&#10;J7qXwYgYwj5HBXUIXS6lr2qy6BeuI47cxQ0WQ4SDkXrAMYbbVqZJspYWG44NNXa0r6m6ljeroHfp&#10;Sk/lAT+vh82xMSbrf06ZUk+P09sriEBT+Bf/uT+0gudlGvfH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AGYl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y3ZMUA&#10;AADdAAAADwAAAGRycy9kb3ducmV2LnhtbESPwW7CMBBE70j9B2sr9VacgKAhxEFtJSSuQA8cF3tJ&#10;0sbrNHYh8PV1pUocRzPzRlOsBtuKM/W+cawgHScgiLUzDVcKPvbr5wyED8gGW8ek4EoeVuXDqMDc&#10;uAtv6bwLlYgQ9jkqqEPocim9rsmiH7uOOHon11sMUfaVND1eIty2cpIkc2mx4bhQY0fvNemv3Y9V&#10;sGmONJvr08Jmb3p7uH2H6cunUerpcXhdggg0hHv4v70xCqbpJIW/N/EJy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bLd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fa58EA&#10;AADdAAAADwAAAGRycy9kb3ducmV2LnhtbERPXWvCMBR9F/Yfwh3sTVM7EFeNMgeCQyfoRF8vzbUp&#10;NjelyWr992Yg+Hi+OdN5ZyvRUuNLxwqGgwQEce50yYWCw++yPwbhA7LGyjEpuJGH+eylN8VMuyvv&#10;qN2HQsQS9hkqMCHUmZQ+N2TRD1xNHLWzayyGCJtC6gavsdxWMk2SkbRYclwwWNOXofyy/7MKWtze&#10;kpNZ/Hx8l5s83S6Oax159fbafU5ABOrC0/xIr7SC92Ga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+32uf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DBHMQA&#10;AADdAAAADwAAAGRycy9kb3ducmV2LnhtbESPQUvDQBSE74L/YXmCN7tpCiKx21IKLR5t9ODxmX3N&#10;pmbfC7vbJvbXu4LgcZiZb5jlevK9ulCInbCB+awARdyI7bg18P62e3gCFROyxV6YDHxThPXq9maJ&#10;lZWRD3SpU6syhGOFBlxKQ6V1bBx5jDMZiLN3lOAxZRlabQOOGe57XRbFo/bYcV5wONDWUfNVn72B&#10;cd98nsrjh3XXMMiufpVT2Ysx93fT5hlUoin9h//aL9bAYl4u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AwR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Ifz8cA&#10;AADdAAAADwAAAGRycy9kb3ducmV2LnhtbESPW2sCMRSE3wv9D+EIfatZt6XKahQvFaS0iLf34+a4&#10;uzU5WTaprv++KRR8HGbmG2Y0aa0RF2p85VhBr5uAIM6drrhQsN8tnwcgfEDWaByTght5mIwfH0aY&#10;aXflDV22oRARwj5DBWUIdSalz0uy6LuuJo7eyTUWQ5RNIXWD1wi3RqZJ8iYtVhwXSqxpXlJ+3v5Y&#10;Bcv1wnynX5vpQYb5e/9oBh+zxadST512OgQRqA338H97pRW89NJ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CH8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l37ccA&#10;AADdAAAADwAAAGRycy9kb3ducmV2LnhtbESP3WrCQBSE7wt9h+UIvSm60RCR6CqlUIzQgn/g7TF7&#10;TILZsyG7TeLbdwuFXg4z8w2z2gymFh21rrKsYDqJQBDnVldcKDifPsYLEM4ja6wtk4IHOdisn59W&#10;mGrb84G6oy9EgLBLUUHpfZNK6fKSDLqJbYiDd7OtQR9kW0jdYh/gppazKJpLgxWHhRIbei8pvx+/&#10;jYJu/3ktss41u/vi1SXxdbv90helXkbD2xKEp8H/h//amVYQT2cJ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pd+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qVU8cA&#10;AADd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L/1sAL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alVPHAAAA3QAAAA8AAAAAAAAAAAAAAAAAmAIAAGRy&#10;cy9kb3ducmV2LnhtbFBLBQYAAAAABAAEAPUAAACMAwAAAAA=&#10;" fillcolor="black" stroked="f"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/zxs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k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v/P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VZAcIA&#10;AADdAAAADwAAAGRycy9kb3ducmV2LnhtbERPTWsCMRC9F/wPYQRvNauCyGoUsZR68aC19Dpsxs26&#10;m8k2ibr6681B6PHxvherzjbiSj5UjhWMhhkI4sLpiksFx+/P9xmIEJE1No5JwZ0CrJa9twXm2t14&#10;T9dDLEUK4ZCjAhNjm0sZCkMWw9C1xIk7OW8xJuhLqT3eUrht5DjLptJixanBYEsbQ0V9uFgFfv37&#10;UT/48lNnj909fJ27vxkapQb9bj0HEamL/+KXe6sVTEbj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xVk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1ZKMYA&#10;AADdAAAADwAAAGRycy9kb3ducmV2LnhtbESP3WrCQBSE7wXfYTlCb6RuTKHW1FVKoVCoFPx5gGP2&#10;mITung3ZU419+q4geDnMzDfMYtV7p07UxSawgekkA0VcBttwZWC/+3h8ARUF2aILTAYuFGG1HA4W&#10;WNhw5g2dtlKpBOFYoIFapC20jmVNHuMktMTJO4bOoyTZVdp2eE5w73SeZc/aY8NpocaW3msqf7a/&#10;3oDLD27+NYtruez1Ovvzshl/W2MeRv3bKyihXu7hW/vTGnia5n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1ZK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JpLMIA&#10;AADdAAAADwAAAGRycy9kb3ducmV2LnhtbERPz2vCMBS+C/4P4QneNFVhjM4oUxF68bBO8fps3pqy&#10;5KU0Uev++uUgePz4fi/XvbPiRl1oPCuYTTMQxJXXDdcKjt/7yTuIEJE1Ws+k4EEB1qvhYIm59nf+&#10;olsZa5FCOOSowMTY5lKGypDDMPUtceJ+fOcwJtjVUnd4T+HOynmWvUmHDacGgy1tDVW/5dUp2JWt&#10;nR8Lswnn0+FyscXfns47pcaj/vMDRKQ+vsRPd6EVLGaLtD+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smks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mDBsQA&#10;AADdAAAADwAAAGRycy9kb3ducmV2LnhtbESPQWvCQBSE74X+h+UVequ7UbCSuoYiBgRPtXro7bH7&#10;TGKzb0N2Nem/dwuCx2FmvmGWxehacaU+NJ41ZBMFgth423Cl4fBdvi1AhIhssfVMGv4oQLF6flpi&#10;bv3AX3Tdx0okCIccNdQxdrmUwdTkMEx8R5y8k+8dxiT7StoehwR3rZwqNZcOG04LNXa0rsn87i9O&#10;w7mUO28UmuPhOGzt+89mTq3S+vVl/PwAEWmMj/C9vbUaZtksg/8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gwb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/X8UA&#10;AADdAAAADwAAAGRycy9kb3ducmV2LnhtbESPQWvCQBSE7wX/w/IEb3VjAiLRVVQQSsWDWorHZ/aZ&#10;hGTfht1V03/fFQo9DjPzDbNY9aYVD3K+tqxgMk5AEBdW11wq+Drv3mcgfEDW2FomBT/kYbUcvC0w&#10;1/bJR3qcQikihH2OCqoQulxKX1Rk0I9tRxy9m3UGQ5SulNrhM8JNK9MkmUqDNceFCjvaVlQ0p7tR&#10;cLnv+XbIPtduE75tf/ZNep01So2G/XoOIlAf/sN/7Q+tIJtkKbzex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or9f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SgFscA&#10;AADdAAAADwAAAGRycy9kb3ducmV2LnhtbESPQWvCQBSE7wX/w/KE3pqNpi0aXUWFQi9CtT3U2zP7&#10;TILZt3F3q6m/visUPA4z8w0znXemEWdyvrasYJCkIIgLq2suFXx9vj2NQPiArLGxTAp+ycN81nuY&#10;Yq7thTd03oZSRAj7HBVUIbS5lL6oyKBPbEscvYN1BkOUrpTa4SXCTSOHafoqDdYcFypsaVVRcdz+&#10;GAXL8Wh5+njm9XWz39Hue398GbpUqcd+t5iACNSFe/i//a4VZIMsg9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0oBbHAAAA3QAAAA8AAAAAAAAAAAAAAAAAmAIAAGRy&#10;cy9kb3ducmV2LnhtbFBLBQYAAAAABAAEAPUAAACMAwAAAAA=&#10;" fillcolor="black" stroked="f"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HCY8UA&#10;AADdAAAADwAAAGRycy9kb3ducmV2LnhtbESPQUsDMRSE70L/Q3gFbzbbroisTctSKIqnbVW8vm5e&#10;N0s3L0sS0/XfG0HwOMzMN8x6O9lBJPKhd6xguShAELdO99wpeH/b3z2CCBFZ4+CYFHxTgO1mdrPG&#10;SrsrHygdYycyhEOFCkyMYyVlaA1ZDAs3Emfv7LzFmKXvpPZ4zXA7yFVRPEiLPecFgyPtDLWX45dV&#10;kE67pi7TZzKHV1933jXPH6dGqdv5VD+BiDTF//Bf+0UrKJflP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4cJ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qHCscA&#10;AADdAAAADwAAAGRycy9kb3ducmV2LnhtbESPQWvCQBSE74X+h+UVequbKBVNXUXEStuLGgU9PrKv&#10;2WD2bciuMe2v7xYKPQ4z8w0zW/S2Fh21vnKsIB0kIIgLpysuFRwPr08TED4ga6wdk4Iv8rCY39/N&#10;MNPuxnvq8lCKCGGfoQITQpNJ6QtDFv3ANcTR+3StxRBlW0rd4i3CbS2HSTKWFiuOCwYbWhkqLvnV&#10;KvDpan36sN/T7rwxvM3fzXhXGqUeH/rlC4hAffgP/7XftIJROnqG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qhw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1A1F" w:rsidRDefault="00A81A1F" w:rsidP="00A81A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A81A1F" w:rsidRPr="000209E7" w:rsidRDefault="00A81A1F" w:rsidP="00A81A1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A81A1F" w:rsidRPr="000209E7" w:rsidRDefault="00A81A1F" w:rsidP="00A81A1F">
      <w:pPr>
        <w:spacing w:after="0" w:line="240" w:lineRule="auto"/>
        <w:rPr>
          <w:rFonts w:ascii="Times New Roman" w:eastAsia="Calibri" w:hAnsi="Times New Roman" w:cs="Times New Roman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ітюка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 який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єстрований за адресою: </w:t>
      </w:r>
      <w:r w:rsidR="00BF4BAA" w:rsidRPr="00BF4BAA">
        <w:rPr>
          <w:rFonts w:ascii="Times New Roman" w:eastAsia="Calibri" w:hAnsi="Times New Roman" w:cs="Times New Roman"/>
          <w:sz w:val="24"/>
        </w:rPr>
        <w:t>___________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61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.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Г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81A1F" w:rsidRPr="000209E7" w:rsidRDefault="00A81A1F" w:rsidP="00A81A1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DA71F4" w:rsidRDefault="00DA71F4"/>
    <w:sectPr w:rsidR="00DA71F4" w:rsidSect="00DA7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81A1F"/>
    <w:rsid w:val="00171A2E"/>
    <w:rsid w:val="00304C90"/>
    <w:rsid w:val="00505B6D"/>
    <w:rsid w:val="00551B1E"/>
    <w:rsid w:val="006D3977"/>
    <w:rsid w:val="007D6C18"/>
    <w:rsid w:val="00801C95"/>
    <w:rsid w:val="00A81A1F"/>
    <w:rsid w:val="00BF4BAA"/>
    <w:rsid w:val="00D1641A"/>
    <w:rsid w:val="00DA71F4"/>
    <w:rsid w:val="00DB2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A1F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2020-01-13T07:10:00Z</dcterms:created>
  <dcterms:modified xsi:type="dcterms:W3CDTF">2020-01-13T07:26:00Z</dcterms:modified>
</cp:coreProperties>
</file>