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7FC" w:rsidRPr="00EA743B" w:rsidRDefault="009437FC" w:rsidP="009437FC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noProof/>
          <w:color w:val="FF0000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5F6099" wp14:editId="080986C2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901" cy="640080"/>
                <wp:effectExtent l="0" t="0" r="0" b="7620"/>
                <wp:wrapNone/>
                <wp:docPr id="9281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901" cy="640080"/>
                          <a:chOff x="3834" y="994"/>
                          <a:chExt cx="1142" cy="1718"/>
                        </a:xfrm>
                      </wpg:grpSpPr>
                      <wps:wsp>
                        <wps:cNvPr id="9282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3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4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5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6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7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8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9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4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5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6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7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8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9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0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1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8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9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0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1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2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3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4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5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6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7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8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0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1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ShMUA&#10;AADdAAAADwAAAGRycy9kb3ducmV2LnhtbESPQWsCMRSE74X+h/AKvdVsI1hdjSJKi+CpWsXjY/Pc&#10;Xbp5WZJ0Xf+9EYQeh5n5hpktetuIjnyoHWt4H2QgiAtnai41/Ow/38YgQkQ22DgmDVcKsJg/P80w&#10;N+7C39TtYikShEOOGqoY21zKUFRkMQxcS5y8s/MWY5K+lMbjJcFtI1WWjaTFmtNChS2tKip+d39W&#10;w7ZTo+Ppa233w1J9+GJ4WKu60fr1pV9OQUTq43/40d4YDRM1VnB/k5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5KE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9gLMUA&#10;AADdAAAADwAAAGRycy9kb3ducmV2LnhtbESPQYvCMBSE7wv+h/AEL6JpFVatRhFBUBcWtgpeH82z&#10;rTYvpYna/fcbQdjjMDPfMItVayrxoMaVlhXEwwgEcWZ1ybmC03E7mIJwHlljZZkU/JKD1bLzscBE&#10;2yf/0CP1uQgQdgkqKLyvEyldVpBBN7Q1cfAutjHog2xyqRt8Brip5CiKPqXBksNCgTVtCspu6d0o&#10;kMd07/eT0vTjw/m7je1185Vdlep12/UchKfW/4ff7Z1WMBtNx/B6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2As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SEMgA&#10;AADdAAAADwAAAGRycy9kb3ducmV2LnhtbESPT2sCMRTE7wW/Q3gFL0WzFSvrahRbUKSHQv1zf26e&#10;u1s3L9sk6raf3hQKHoeZ+Q0znbemFhdyvrKs4LmfgCDOra64ULDbLnspCB+QNdaWScEPeZjPOg9T&#10;zLS98iddNqEQEcI+QwVlCE0mpc9LMuj7tiGO3tE6gyFKV0jt8BrhppaDJBlJgxXHhRIbeispP23O&#10;RsFyTafxvvleDX/dS5F+HT7eX7dPSnUf28UERKA23MP/7bVWMB6kQ/h7E5+An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y9IQ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QpMUA&#10;AADdAAAADwAAAGRycy9kb3ducmV2LnhtbESPQWvCQBSE7wX/w/IEb3UTwRJTN6EoitBTVfT6mn0m&#10;abJvQ3Y16b/vFgo9DjPzDbPOR9OKB/WutqwgnkcgiAuray4VnE+75wSE88gaW8uk4Jsc5NnkaY2p&#10;tgN/0OPoSxEg7FJUUHnfpVK6oiKDbm474uDdbG/QB9mXUvc4BLhp5SKKXqTBmsNChR1tKiqa490o&#10;iN6X7eftwmNy3e6L5mvY8VDHSs2m49srCE+j/w//tQ9awWqRLOH3TX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FhCk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p/McA&#10;AADdAAAADwAAAGRycy9kb3ducmV2LnhtbESPQWsCMRSE74X+h/AEL6VmK62sq1FaQZEeCmq9PzfP&#10;3dXNy5pE3fbXm0LB4zAz3zDjaWtqcSHnK8sKXnoJCOLc6ooLBd+b+XMKwgdkjbVlUvBDHqaTx4cx&#10;ZtpeeUWXdShEhLDPUEEZQpNJ6fOSDPqebYijt7fOYIjSFVI7vEa4qWU/SQbSYMVxocSGZiXlx/XZ&#10;KJgv6TjcNqfF6697K9LD7uvzY/OkVLfTvo9ABGrDPfzfXmoFw346gL838Qn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V6fz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grSMYA&#10;AADdAAAADwAAAGRycy9kb3ducmV2LnhtbESPQWvCQBSE70L/w/IKvZmNQjWNWaW0WAo9aUu9PrPP&#10;JJp9G3a3Jv77riB4HGbmG6ZYDaYVZ3K+saxgkqQgiEurG64U/HyvxxkIH5A1tpZJwYU8rJYPowJz&#10;bXve0HkbKhEh7HNUUIfQ5VL6siaDPrEdcfQO1hkMUbpKaod9hJtWTtN0Jg02HBdq7OitpvK0/TMK&#10;0q/ndn/45SHbvX+Up2O/5r6ZKPX0OLwuQAQawj18a39qBS/TbA7XN/E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grSM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essMA&#10;AADdAAAADwAAAGRycy9kb3ducmV2LnhtbERPy2rCQBTdF/yH4Qrd1YkRSkydiKQKbmvjwt1t5uZB&#10;MndCZhpTv76zKHR5OO/dfja9mGh0rWUF61UEgri0uuVaQfF5eklAOI+ssbdMCn7IwT5bPO0w1fbO&#10;HzRdfC1CCLsUFTTeD6mUrmzIoFvZgThwlR0N+gDHWuoR7yHc9DKOoldpsOXQ0OBAeUNld/k2Cq7v&#10;XbfZcrR53KY8cflXUcTVUann5Xx4A+Fp9v/iP/dZK9jGSZgb3o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Iess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K8hMgA&#10;AADdAAAADwAAAGRycy9kb3ducmV2LnhtbESPQWvCQBSE7wX/w/IKvZRmo0jR1FVEFCq0h2rReHtk&#10;n0kw+zZm15j217sFocdhZr5hJrPOVKKlxpWWFfSjGARxZnXJuYLv7eplBMJ5ZI2VZVLwQw5m097D&#10;BBNtr/xF7cbnIkDYJaig8L5OpHRZQQZdZGvi4B1tY9AH2eRSN3gNcFPJQRy/SoMlh4UCa1oUlJ02&#10;F6NgSG06//g9fO7S89Lb4/N+7fp7pZ4eu/kbCE+d/w/f2+9awXgwGsPf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UryE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0YcMYA&#10;AADdAAAADwAAAGRycy9kb3ducmV2LnhtbESPQWvCQBSE70L/w/KE3nRXU4pGVylpC71q48HbM/tM&#10;QrJvQ3Yb0/76rlDocZiZb5jtfrStGKj3tWMNi7kCQVw4U3OpIf98n61A+IBssHVMGr7Jw373MNli&#10;atyNDzQcQykihH2KGqoQulRKX1Rk0c9dRxy9q+sthij7UpoebxFuW7lU6llarDkuVNhRVlHRHL+s&#10;htNr0yRrVsnPechWPrvk+fL6pvXjdHzZgAg0hv/wX/vDaFgn6gnub+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0Yc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26RsgA&#10;AADdAAAADwAAAGRycy9kb3ducmV2LnhtbESPQWvCQBSE70L/w/IKXkQ3tlVs6ipSLCjooSpqb4/s&#10;MwnNvo3ZNcb++q5Q6HGYmW+Y8bQxhaipcrllBf1eBII4sTrnVMFu+9EdgXAeWWNhmRTcyMF08tAa&#10;Y6ztlT+p3vhUBAi7GBVk3pexlC7JyKDr2ZI4eCdbGfRBVqnUFV4D3BTyKYqG0mDOYSHDkt4zSr43&#10;F6PgherjbPXztd4fz3NvT53D0vUPSrUfm9kbCE+N/w//tRdawetzNID7m/AE5O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LbpG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bh8gA&#10;AADdAAAADwAAAGRycy9kb3ducmV2LnhtbESPQWvCQBSE7wX/w/KE3urGWmyNrlIsrQWhYCrt9ZF9&#10;ZqPZt2l2NWl/fVcQPA4z8w0zW3S2EidqfOlYwXCQgCDOnS65ULD9fL17AuEDssbKMSn4JQ+Lee9m&#10;hql2LW/olIVCRAj7FBWYEOpUSp8bsugHriaO3s41FkOUTSF1g22E20reJ8lYWiw5LhisaWkoP2RH&#10;q+D7YfThzCpzx/bl7e+w+Xncfy3XSt32u+cpiEBduIYv7XetYDJKxnB+E5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NVuH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dgcYA&#10;AADdAAAADwAAAGRycy9kb3ducmV2LnhtbESPzW7CMBCE75V4B2uReisORS0Q4iBABaH2xN99FS9J&#10;RLxOYze4b19XqtTjaGa+0WTLYBrRU+dqywrGowQEcWF1zaWC82n7NAPhPLLGxjIp+CYHy3zwkGGq&#10;7Z0P1B99KSKEXYoKKu/bVEpXVGTQjWxLHL2r7Qz6KLtS6g7vEW4a+Zwkr9JgzXGhwpY2FRW345dR&#10;MHl/+dzpdfnWN7Od+9hft6EOF6Ueh2G1AOEp+P/wX3uvFcwnyRR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vdgc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zr8EA&#10;AADdAAAADwAAAGRycy9kb3ducmV2LnhtbERPTYvCMBC9C/sfwgjeNFFBt9UossuCIHtY3YPHoRmb&#10;YjMpTaz135uD4PHxvtfb3tWiozZUnjVMJwoEceFNxaWG/9PP+BNEiMgGa8+k4UEBtpuPwRpz4+/8&#10;R90xliKFcMhRg42xyaUMhSWHYeIb4sRdfOswJtiW0rR4T+GuljOlFtJhxanBYkNflorr8eY0nLPf&#10;bNrbb3Xolrt9LBjx2i20Hg373QpEpD6+xS/33mjI5irNTW/SE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i86/BAAAA3Q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GclccA&#10;AADdAAAADwAAAGRycy9kb3ducmV2LnhtbESPQWvCQBSE7wX/w/IEb83GCNJEVxFB8dKDVm2Pj+wz&#10;SZt9G7Nbjf56t1DwOMzMN8x03plaXKh1lWUFwygGQZxbXXGhYP+xen0D4TyyxtoyKbiRg/ms9zLF&#10;TNsrb+my84UIEHYZKii9bzIpXV6SQRfZhjh4J9sa9EG2hdQtXgPc1DKJ47E0WHFYKLGhZUn5z+7X&#10;KPgcvt/TZtQdki9/3nwn63O+Oo6VGvS7xQSEp84/w//tjVaQjuIU/t6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RnJX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1oMEA&#10;AADdAAAADwAAAGRycy9kb3ducmV2LnhtbERP3WrCMBS+H/gO4QjezVQdTqtRijJw7MrOBzg0x7ba&#10;nIQk2u7tl4vBLj++/+1+MJ14kg+tZQWzaQaCuLK65VrB5fvjdQUiRGSNnWVS8EMB9rvRyxZzbXs+&#10;07OMtUghHHJU0MTocilD1ZDBMLWOOHFX6w3GBH0ttcc+hZtOzrNsKQ22nBoadHRoqLqXD6MAvXs/&#10;ulL25+XtC0+3z4LebKHUZDwUGxCRhvgv/nOftIL1Ypb2pzfpCc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29aD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xBPccA&#10;AADdAAAADwAAAGRycy9kb3ducmV2LnhtbESPT2vCQBTE74V+h+UJvdVNFKxGV2mtAam5+O/g7ZF9&#10;JqHZtyG7atpP7wqFHoeZ+Q0zW3SmFldqXWVZQdyPQBDnVldcKDjs09cxCOeRNdaWScEPOVjMn59m&#10;mGh74y1dd74QAcIuQQWl900ipctLMuj6tiEO3tm2Bn2QbSF1i7cAN7UcRNFIGqw4LJTY0LKk/Ht3&#10;MQqyNGuyDa/Gp8/Lx/C0/j2+8Veq1Euve5+C8NT5//Bfe60VTIZxDI834QnI+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cQT3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/xeMMA&#10;AADdAAAADwAAAGRycy9kb3ducmV2LnhtbERPXWvCMBR9F/wP4Q5803QFxXVGGYKooIJusD3eNXdt&#10;WXNTk1jrvzcPgo+H8z1bdKYWLTlfWVbwOkpAEOdWV1wo+PpcDacgfEDWWFsmBTfysJj3ezPMtL3y&#10;kdpTKEQMYZ+hgjKEJpPS5yUZ9CPbEEfuzzqDIUJXSO3wGsNNLdMkmUiDFceGEhtalpT/ny5GweE8&#10;ueza75/1r+tWzbneLvf6rVJq8NJ9vIMI1IWn+OHeaAXpOI1z45v4BO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/xeM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6V8UA&#10;AADdAAAADwAAAGRycy9kb3ducmV2LnhtbESP0WrCQBRE3wX/YbkF35pNA9o2dRUpWEUEMfUDLtlr&#10;Npi9G7Krpv16VxB8HGbmDDOd97YRF+p87VjBW5KCIC6drrlScPhdvn6A8AFZY+OYFPyRh/lsOJhi&#10;rt2V93QpQiUihH2OCkwIbS6lLw1Z9IlriaN3dJ3FEGVXSd3hNcJtI7M0nUiLNccFgy19GypPxdkq&#10;4FQud9uy0fLn//C+WZliMz4XSo1e+sUXiEB9eIYf7bVWkI2zT7i/i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TpX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m+b8MA&#10;AADdAAAADwAAAGRycy9kb3ducmV2LnhtbERPy4rCMBTdC/5DuMLsNPWJVqPMOCOM7qyCuLs017bY&#10;3JQmo9WvN4sBl4fzXqwaU4ob1a6wrKDfi0AQp1YXnCk4HjbdKQjnkTWWlknBgxyslu3WAmNt77yn&#10;W+IzEULYxagg976KpXRpTgZdz1bEgbvY2qAPsM6krvEewk0pB1E0kQYLDg05VrTOKb0mf0ZBcjmf&#10;9Rf/jLbTsVvvdsPn7LT5Vuqj03zOQXhq/Fv87/7VCgbjYdgf3oQn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m+b8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2SKcUA&#10;AADdAAAADwAAAGRycy9kb3ducmV2LnhtbESP3WrCQBSE7wu+w3IK3tWNhhaJriJioRe9aNQHOGSP&#10;2djs2Zjd/Pj2XUHo5TDzzTDr7Whr0VPrK8cK5rMEBHHhdMWlgvPp820JwgdkjbVjUnAnD9vN5GWN&#10;mXYD59QfQyliCfsMFZgQmkxKXxiy6GeuIY7exbUWQ5RtKXWLQyy3tVwkyYe0WHFcMNjQ3lDxe+ys&#10;gsV5d91fftLv6y1N+GDNeOhyo9T0ddytQAQaw3/4SX/pyL2nc3i8iU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ZIp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xSLccA&#10;AADd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0uEghfub+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sUi3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sNMcA&#10;AADdAAAADwAAAGRycy9kb3ducmV2LnhtbESPQWvCQBSE74X+h+UVvJS6iWlDSF2lFAXrRbQVPD6y&#10;r0kw+zZk1yT++65Q8DjMzDfMfDmaRvTUudqygngagSAurK65VPDzvX7JQDiPrLGxTAqu5GC5eHyY&#10;Y67twHvqD74UAcIuRwWV920upSsqMuimtiUO3q/tDPogu1LqDocAN42cRVEqDdYcFips6bOi4ny4&#10;GAVbWfTPX68U78r+dF7tsqNJ97FSk6fx4x2Ep9Hfw//tjVYwe0sSuL0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ibDT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NKcUA&#10;AADdAAAADwAAAGRycy9kb3ducmV2LnhtbESPUWvCQBCE3wv+h2MLvtVLrSk29RSRCgoFqfoDlrtt&#10;EprbC7nVpP31XqHQx2Hmm2EWq8E36kpdrAMbeJxkoIhtcDWXBs6n7cMcVBRkh01gMvBNEVbL0d0C&#10;Cxd6/qDrUUqVSjgWaKASaQuto63IY5yEljh5n6HzKEl2pXYd9qncN3qaZc/aY81pocKWNhXZr+PF&#10;G5herFj/sv95fztLfji1fZbP18aM74f1KyihQf7Df/TOJS5/msHvm/QE9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o0p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XFccA&#10;AADdAAAADwAAAGRycy9kb3ducmV2LnhtbESPT2sCMRTE70K/Q3gFb5rtiqWsRpHSSgvbin8u3h7J&#10;c7O4eVk2UbffvikUPA4z8xtmvuxdI67UhdqzgqdxBoJYe1NzpeCwfx+9gAgR2WDjmRT8UIDl4mEw&#10;x8L4G2/puouVSBAOBSqwMbaFlEFbchjGviVO3sl3DmOSXSVNh7cEd43Ms+xZOqw5LVhs6dWSPu8u&#10;ToFeT8q3z/Jo9SXffFX196Z025NSw8d+NQMRqY/38H/7wyjIp5Mp/L1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w1xX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fMsQA&#10;AADdAAAADwAAAGRycy9kb3ducmV2LnhtbESPT4vCMBTE78J+h/AWvGlqxbJ0jSLCgl4E/7F7fDTP&#10;tti8lCbbVj+9EQSPw8z8hpkve1OJlhpXWlYwGUcgiDOrS84VnI4/oy8QziNrrCyTghs5WC4+BnNM&#10;te14T+3B5yJA2KWooPC+TqV0WUEG3djWxMG72MagD7LJpW6wC3BTyTiKEmmw5LBQYE3rgrLr4d8o&#10;qM39fPrb7tpo8oux7tbcXRNWavjZr75BeOr9O/xqb7SCeDZN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ynzL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wp8cA&#10;AADdAAAADwAAAGRycy9kb3ducmV2LnhtbESPQWvCQBSE7wX/w/KE3upGW2sbs4oIFk+CRkh7e2Sf&#10;SUj2bchuNO2v7xaEHoeZ+YZJ1oNpxJU6V1lWMJ1EIIhzqysuFJzT3dMbCOeRNTaWScE3OVivRg8J&#10;xtre+EjXky9EgLCLUUHpfRtL6fKSDLqJbYmDd7GdQR9kV0jd4S3ATSNnUfQqDVYcFkpsaVtSXp96&#10;o+Dl832TZvT1U2cfNpP79GAPu16px/GwWYLwNPj/8L291wpm8+cF/L0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G8Kf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4gAsQA&#10;AADdAAAADwAAAGRycy9kb3ducmV2LnhtbERPW2vCMBR+F/wP4Qh703SVFelMZWwMVgYDL7DXY3PW&#10;dm1OapJp/ffLg+Djx3dfb0bTizM531pW8LhIQBBXVrdcKzjs3+crED4ga+wtk4IredgU08kac20v&#10;vKXzLtQihrDPUUETwpBL6auGDPqFHYgj92OdwRChq6V2eInhppdpkmTSYMuxocGBXhuqut2fUXBa&#10;vnVf7vj9e/wsV9esq06pLDOlHmbjyzOIQGO4i2/uD60gfVrGufFNfA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uIALEAAAA3Q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jAXM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aQDl/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IwFz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v8j8MA&#10;AADdAAAADwAAAGRycy9kb3ducmV2LnhtbERP3WrCMBS+H+wdwhF2M2ZqcbJ1RhkyQVmhqHuAY3PW&#10;FpOTkkTt3n65ELz8+P7ny8EacSEfOscKJuMMBHHtdMeNgp/D+uUNRIjIGo1jUvBHAZaLx4c5Ftpd&#10;eUeXfWxECuFQoII2xr6QMtQtWQxj1xMn7td5izFB30jt8ZrCrZF5ls2kxY5TQ4s9rVqqT/uzVfCV&#10;H311xG9TZ4fGlNuqfH6vSqWeRsPnB4hIQ7yLb+6NVpC/TtP+9CY9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v8j8MAAADd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OPscA&#10;AADdAAAADwAAAGRycy9kb3ducmV2LnhtbESPT2vCQBTE7wW/w/IK3pqNWsWmrmKFQEHQ+ufQ42v2&#10;NRvMvk2zq6bfvisIPQ4z8xtmtuhsLS7U+sqxgkGSgiAunK64VHA85E9TED4ga6wdk4Jf8rCY9x5m&#10;mGl35R1d9qEUEcI+QwUmhCaT0heGLPrENcTR+3atxRBlW0rd4jXCbS2HaTqRFiuOCwYbWhkqTvuz&#10;VWAlfn6Vk7zYLEfr7fqlevv4yY1S/cdu+QoiUBf+w/f2u1YwHD8P4PY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6jj7HAAAA3QAAAA8AAAAAAAAAAAAAAAAAmAIAAGRy&#10;cy9kb3ducmV2LnhtbFBLBQYAAAAABAAEAPUAAACM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EA743B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9437FC" w:rsidRPr="00EA743B" w:rsidRDefault="009437FC" w:rsidP="009437F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УКРАЇНА</w:t>
      </w:r>
    </w:p>
    <w:p w:rsidR="009437FC" w:rsidRPr="00EA743B" w:rsidRDefault="009437FC" w:rsidP="009437FC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9437FC" w:rsidRPr="00EA743B" w:rsidRDefault="009437FC" w:rsidP="009437FC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 </w:t>
      </w:r>
      <w:r w:rsidRPr="00EA743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83644A" wp14:editId="7BAB6457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1270" r="48895" b="0"/>
                <wp:wrapNone/>
                <wp:docPr id="9364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936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7FC" w:rsidRDefault="009437FC" w:rsidP="00943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Bpo5+NJGgAAC5YBAAOAAAAAAAAAAAAAAAAAC4CAABk&#10;cnMvZTJvRG9jLnhtbFBLAQItABQABgAIAAAAIQDfzpAw4gAAAA0BAAAPAAAAAAAAAAAAAAAAAH5q&#10;AABkcnMvZG93bnJldi54bWxQSwUGAAAAAAQABADzAAAAjWsA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5i6MYA&#10;AADdAAAADwAAAGRycy9kb3ducmV2LnhtbESP0WrCQBRE3wv9h+UWfKubmjRo6ipSMPQlUKMfcM1e&#10;k2D2bshuY/x7t1Do4zAzZ5j1djKdGGlwrWUFb/MIBHFldcu1gtNx/7oE4Tyyxs4yKbiTg+3m+WmN&#10;mbY3PtBY+loECLsMFTTe95mUrmrIoJvbnjh4FzsY9EEOtdQD3gLcdHIRRak02HJYaLCnz4aqa/lj&#10;FGiZL8+noszP1+Q71slKx2laKDV7mXYfIDxN/j/81/7SClZx+g6/b8ITkJ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5i6MYAAADdAAAADwAAAAAAAAAAAAAAAACYAgAAZHJz&#10;L2Rvd25yZXYueG1sUEsFBgAAAAAEAAQA9QAAAIsDAAAAAA==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YVJsQA&#10;AADdAAAADwAAAGRycy9kb3ducmV2LnhtbESPQWsCMRSE7wX/Q3hCL0WzVbroahQpCO3RbcXrc/Pc&#10;Xdy8xCTq9t+bQqHHYWa+YZbr3nTiRj60lhW8jjMQxJXVLdcKvr+2oxmIEJE1dpZJwQ8FWK8GT0ss&#10;tL3zjm5lrEWCcChQQROjK6QMVUMGw9g64uSdrDcYk/S11B7vCW46OcmyXBpsOS006Oi9oepcXo2C&#10;T394C7uNy/c0j5krjy+ni7wq9TzsNwsQkfr4H/5rf2gF82mew+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mFSbEAAAA3QAAAA8AAAAAAAAAAAAAAAAAmAIAAGRycy9k&#10;b3ducmV2LnhtbFBLBQYAAAAABAAEAPUAAACJAwAAAAA=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XbHMcA&#10;AADdAAAADwAAAGRycy9kb3ducmV2LnhtbESPT2vCQBTE7wW/w/KE3uqmtmqM2QQpCD30EpXi8ZF9&#10;+UOzb0N2a6Kfvlso9DjMzG+YNJ9MJ640uNaygudFBIK4tLrlWsH5dHiKQTiPrLGzTApu5CDPZg8p&#10;JtqOXND16GsRIOwSVNB43ydSurIhg25he+LgVXYw6IMcaqkHHAPcdHIZRWtpsOWw0GBPbw2VX8dv&#10;oyAq7vFn2xdmWq0u59fqNN6qj1Gpx/m034HwNPn/8F/7XSvYvqw38PsmPAGZ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V2xzHAAAA3QAAAA8AAAAAAAAAAAAAAAAAmAIAAGRy&#10;cy9kb3ducmV2LnhtbFBLBQYAAAAABAAEAPUAAACMAwAAAAA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GLZsAA&#10;AADdAAAADwAAAGRycy9kb3ducmV2LnhtbERPTa/BQBTdS/yHyZXYMcV7QhkiwovloxaWN52rbXTu&#10;VGdQfr1ZSCxPzvd82ZhS3Kl2hWUFg34Egji1uuBMwTHZ9iYgnEfWWFomBU9ysFy0W3OMtX3wnu4H&#10;n4kQwi5GBbn3VSylS3My6Pq2Ig7c2dYGfYB1JnWNjxBuSjmMorE0WHBoyLGidU7p5XAzCq6bn/W1&#10;PCW/zb+J/oaXY/LCW6JUt9OsZiA8Nf4r/rh3WsF0NA5zw5vwB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GLZsAAAADd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q9cUA&#10;AADdAAAADwAAAGRycy9kb3ducmV2LnhtbESPS4vCQBCE78L+h6EXvOlkfaFZR1kWFjx4iRHx2GQ6&#10;DzbTEzKjif56RxA8FlX1FbXe9qYWV2pdZVnB1zgCQZxZXXGh4Jj+jZYgnEfWWFsmBTdysN18DNYY&#10;a9txQteDL0SAsItRQel9E0vpspIMurFtiIOX29agD7ItpG6xC3BTy0kULaTBisNCiQ39lpT9Hy5G&#10;QZTcl6eqSUw/n5+Pszztbvm+U2r42f98g/DU+3f41d5pBavpYgXPN+EJ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ur1xQAAAN0AAAAPAAAAAAAAAAAAAAAAAJgCAABkcnMv&#10;ZG93bnJldi54bWxQSwUGAAAAAAQABAD1AAAAigMAAAAA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4RvcMA&#10;AADdAAAADwAAAGRycy9kb3ducmV2LnhtbERPu27CMBTdK/UfrFupGzilBUqKQVXUIkYgDB2v4ksS&#10;EV+H2HnA1+MBqePReS/Xg6lER40rLSt4G0cgiDOrS84VHNPf0ScI55E1VpZJwZUcrFfPT0uMte15&#10;T93B5yKEsItRQeF9HUvpsoIMurGtiQN3so1BH2CTS91gH8JNJSdRNJMGSw4NBdaUFJSdD61RcPn5&#10;SC7VXzoddibaTM7H9IZtqtTry/D9BcLT4P/FD/dWK1i8z8P+8CY8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4RvcMAAADdAAAADwAAAAAAAAAAAAAAAACYAgAAZHJzL2Rv&#10;d25yZXYueG1sUEsFBgAAAAAEAAQA9QAAAIgDAAAAAA=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9C1McA&#10;AADdAAAADwAAAGRycy9kb3ducmV2LnhtbESP3WrCQBSE7wt9h+UI3jWbKNga3YgWKqWI1J/2+pg9&#10;JqHZsyG71ejTu4WCl8PMfMNMZ52pxYlaV1lWkEQxCOLc6ooLBfvd29MLCOeRNdaWScGFHMyyx4cp&#10;ptqeeUOnrS9EgLBLUUHpfZNK6fKSDLrINsTBO9rWoA+yLaRu8RzgppaDOB5JgxWHhRIbei0p/9n+&#10;GgVfS72+NvHhMv9crDZWXkd29f2hVL/XzScgPHX+Hv5vv2sF4+FzAn9vwhO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/QtTHAAAA3QAAAA8AAAAAAAAAAAAAAAAAmAIAAGRy&#10;cy9kb3ducmV2LnhtbFBLBQYAAAAABAAEAPUAAACMAwAAAAA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sBMYA&#10;AADdAAAADwAAAGRycy9kb3ducmV2LnhtbESPzWrDMBCE74W8g9hAbrXcNM2PGyUUQyCHHBrHD7C1&#10;NpaptTKWnLhvXwUKPQ4z8w2z3Y+2FTfqfeNYwUuSgiCunG64VlBeDs9rED4ga2wdk4If8rDfTZ62&#10;mGl35zPdilCLCGGfoQITQpdJ6StDFn3iOuLoXV1vMUTZ11L3eI9w28p5mi6lxYbjgsGOckPVdzFY&#10;BcVxvfgqh/OQytPb53XR5Btjc6Vm0/HjHUSgMfyH/9pHrWDzuprD4018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nsBMYAAADdAAAADwAAAAAAAAAAAAAAAACYAgAAZHJz&#10;L2Rvd25yZXYueG1sUEsFBgAAAAAEAAQA9QAAAIsDAAAAAA=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5OMYA&#10;AADdAAAADwAAAGRycy9kb3ducmV2LnhtbESPQWvCQBSE74L/YXmCN91YwdroKlqwiIiorZ6f2WcS&#10;zL4N2VWjv74rFHocZuYbZjytTSFuVLncsoJeNwJBnFidc6rg53vRGYJwHlljYZkUPMjBdNJsjDHW&#10;9s47uu19KgKEXYwKMu/LWEqXZGTQdW1JHLyzrQz6IKtU6grvAW4K+RZFA2kw57CQYUmfGSWX/dUo&#10;OHzpzbOMTo/Zdr7eWfkc2PVxpVS7Vc9GIDzV/j/8115qBR/99z683oQn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F5OMYAAADdAAAADwAAAAAAAAAAAAAAAACYAgAAZHJz&#10;L2Rvd25yZXYueG1sUEsFBgAAAAAEAAQA9QAAAIsDAAAAAA=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zR68UA&#10;AADdAAAADwAAAGRycy9kb3ducmV2LnhtbESPQWvCQBSE7wX/w/IEb3WjTatGVykBwUMPNfUHPLPP&#10;bDD7NmQ3Gv+9Wyj0OMzMN8xmN9hG3KjztWMFs2kCgrh0uuZKweln/7oE4QOyxsYxKXiQh9129LLB&#10;TLs7H+lWhEpECPsMFZgQ2kxKXxqy6KeuJY7exXUWQ5RdJXWH9wi3jZwnyYe0WHNcMNhSbqi8Fr1V&#10;UByW6fnUH/tEfr1/X9I6XxmbKzUZD59rEIGG8B/+ax+0gtXbIoXfN/EJyO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NHrxQAAAN0AAAAPAAAAAAAAAAAAAAAAAJgCAABkcnMv&#10;ZG93bnJldi54bWxQSwUGAAAAAAQABAD1AAAAig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C+scA&#10;AADdAAAADwAAAGRycy9kb3ducmV2LnhtbESPQWvCQBSE74L/YXmCl1A3tdg20VVKJdAKFrTB8yP7&#10;TILZt2l2q/HfdwuCx2FmvmEWq9404kydqy0reJzEIIgLq2suFeTf2cMrCOeRNTaWScGVHKyWw8EC&#10;U20vvKPz3pciQNilqKDyvk2ldEVFBt3EtsTBO9rOoA+yK6Xu8BLgppHTOH6WBmsOCxW29F5Rcdr/&#10;GgVfUbS2P9vokG92n9djcsrWGWVKjUf92xyEp97fw7f2h1aQPL3M4P9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KwvrHAAAA3QAAAA8AAAAAAAAAAAAAAAAAmAIAAGRy&#10;cy9kb3ducmV2LnhtbFBLBQYAAAAABAAEAPUAAACM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3HcYA&#10;AADdAAAADwAAAGRycy9kb3ducmV2LnhtbESPQWvCQBSE70L/w/IKXopuVLCauoooggWxGj30+Mi+&#10;JqHZtyG7muTfd4WCx2FmvmEWq9aU4k61KywrGA0jEMSp1QVnCq6X3WAGwnlkjaVlUtCRg9XypbfA&#10;WNuGz3RPfCYChF2MCnLvq1hKl+Zk0A1tRRy8H1sb9EHWmdQ1NgFuSjmOoqk0WHBYyLGiTU7pb3Iz&#10;Cm7lSeP2uGt09fV56Oitm30nhVL913b9AcJT65/h//ZeK5hP3qfweB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j3HcYAAADdAAAADwAAAAAAAAAAAAAAAACYAgAAZHJz&#10;L2Rvd25yZXYueG1sUEsFBgAAAAAEAAQA9QAAAIsDAAAAAA==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Uc9cYA&#10;AADdAAAADwAAAGRycy9kb3ducmV2LnhtbESPQWvCQBSE70L/w/IKvZmNbTEmzSqlUPHiwSjY4yP7&#10;mgSzb8PuNsZ/3xUKPQ4z8w1TbibTi5Gc7ywrWCQpCOLa6o4bBafj53wFwgdkjb1lUnAjD5v1w6zE&#10;QtsrH2isQiMihH2BCtoQhkJKX7dk0Cd2II7et3UGQ5SukdrhNcJNL5/TdCkNdhwXWhzoo6X6Uv0Y&#10;BatwSZ1b7GqZjdl5v3Vf5zx/VerpcXp/AxFoCv/hv/ZOK8hfsgzu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Uc9cYAAADdAAAADwAAAAAAAAAAAAAAAACYAgAAZHJz&#10;L2Rvd25yZXYueG1sUEsFBgAAAAAEAAQA9QAAAIsDAAAAAA=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BGMMA&#10;AADdAAAADwAAAGRycy9kb3ducmV2LnhtbERPz2vCMBS+D/wfwhO8DE10MLUaRQbCGIVh9eDx0Tyb&#10;YvNSmsx2++uXw2DHj+/3dj+4RjyoC7VnDfOZAkFcelNzpeFyPk5XIEJENth4Jg3fFGC/Gz1tMTO+&#10;5xM9iliJFMIhQw02xjaTMpSWHIaZb4kTd/Odw5hgV0nTYZ/CXSMXSr1KhzWnBostvVkq78WX05Dn&#10;18/lujjmXuXVT2+fV8p/BK0n4+GwARFpiP/iP/e70bB+Waa56U16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BGMMAAADdAAAADwAAAAAAAAAAAAAAAACYAgAAZHJzL2Rv&#10;d25yZXYueG1sUEsFBgAAAAAEAAQA9QAAAIgDAAAAAA==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m+8YA&#10;AADdAAAADwAAAGRycy9kb3ducmV2LnhtbESPW2sCMRSE3wv9D+EIfatZXfGyGqUWFOmbF9DHw+a4&#10;u+3mJGyirv31TUHwcZj5ZpjZojW1uFLjK8sKet0EBHFudcWFgsN+9T4G4QOyxtoyKbiTh8X89WWG&#10;mbY33tJ1FwoRS9hnqKAMwWVS+rwkg75rHXH0zrYxGKJsCqkbvMVyU8t+kgylwYrjQomOPkvKf3YX&#10;o2DytU4P68HGndLV/nivv91vsnRKvXXajymIQG14hh/0RkcuHU3g/01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9m+8YAAADdAAAADwAAAAAAAAAAAAAAAACYAgAAZHJz&#10;L2Rvd25yZXYueG1sUEsFBgAAAAAEAAQA9QAAAIsDAAAAAA=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EpL8A&#10;AADdAAAADwAAAGRycy9kb3ducmV2LnhtbERPTwsBQRS/K99hesqNWZRYhlCK4mBRjq+dZ3ez82bb&#10;Gaxvbw7K8dfv/3zZmFK8qHaFZQWDfgSCOLW64EzB5bztTUA4j6yxtEwKPuRguWi35hhr++YTvRKf&#10;iRDCLkYFufdVLKVLczLo+rYiDtzd1gZ9gHUmdY3vEG5KOYyisTRYcGjIsaJNTukjeRoFh+NttF/z&#10;pTyZDU6zY3RN18+BUt1Os5qB8NT4v/jn3mkF09Ek7A9vwhOQi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DASkvwAAAN0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ErsQA&#10;AADdAAAADwAAAGRycy9kb3ducmV2LnhtbESPQUsDMRSE74L/ITzBm01qQdtt0yKCoF7ErQePj80z&#10;Cd28LElso7/eCILHYWa+YTa7GkZxpJR9ZA3zmQJBPETj2Wp42z9cLUHkgmxwjEwavijDbnt+tsHO&#10;xBO/0rEvVjQI5w41uFKmTso8OAqYZ3Eibt5HTAFLk8lKk/DU4GGU10rdyICe24LDie4dDYf+M2h4&#10;719sWjw97+t39fbWHbxS6LW+vKh3axCFavkP/7UfjYbVYjmH3zftCc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RhK7EAAAA3QAAAA8AAAAAAAAAAAAAAAAAmAIAAGRycy9k&#10;b3ducmV2LnhtbFBLBQYAAAAABAAEAPUAAACJAwAAAAA=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JIMUA&#10;AADdAAAADwAAAGRycy9kb3ducmV2LnhtbESPQWvCQBSE70L/w/IKXkQ3WokaXUUEi1ethx4f2WcS&#10;uvs2za4x+uu7BcHjMDPfMKtNZ41oqfGVYwXjUQKCOHe64kLB+Ws/nIPwAVmjcUwK7uRhs37rrTDT&#10;7sZHak+hEBHCPkMFZQh1JqXPS7LoR64mjt7FNRZDlE0hdYO3CLdGTpIklRYrjgsl1rQrKf85Xa2C&#10;kM7M7/RsPtOFafP74PG9ndJBqf57t12CCNSFV/jZPmgFi4/5BP7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2skgxQAAAN0AAAAPAAAAAAAAAAAAAAAAAJgCAABkcnMv&#10;ZG93bnJldi54bWxQSwUGAAAAAAQABAD1AAAAigMAAAAA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Le8YA&#10;AADdAAAADwAAAGRycy9kb3ducmV2LnhtbESPzWrDMBCE74W+g9hCb43cJuTHiRLSQCH0EJo0D7BY&#10;G8vUWhlrY7t9+qpQyHGYmW+Y1WbwteqojVVgA8+jDBRxEWzFpYHz59vTHFQUZIt1YDLwTRE26/u7&#10;FeY29Hyk7iSlShCOORpwIk2udSwceYyj0BAn7xJaj5JkW2rbYp/gvtYvWTbVHitOCw4b2jkqvk5X&#10;b2BWHeToPibuvZ/18up/Jl293Rvz+DBsl6CEBrmF/9t7a2Axno/h7016An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0Le8YAAADdAAAADwAAAAAAAAAAAAAAAACYAgAAZHJz&#10;L2Rvd25yZXYueG1sUEsFBgAAAAAEAAQA9QAAAIs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Wp8gA&#10;AADdAAAADwAAAGRycy9kb3ducmV2LnhtbESP3UoDMRSE7wXfIRzBO5vVlrpdmxapKIUW6R8U7w6b&#10;42Zxc7Ikcbv16U1B8HKYmW+Y6by3jejIh9qxgvtBBoK4dLrmSsFh/3qXgwgRWWPjmBScKcB8dn01&#10;xUK7E2+p28VKJAiHAhWYGNtCylAashgGriVO3qfzFmOSvpLa4ynBbSMfsmwsLdacFgy2tDBUfu2+&#10;rYJ8vVh3crh5X739HF98MI/9x3il1O1N//wEIlIf/8N/7aVWMBnmI7i8SU9Az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uBanyAAAAN0AAAAPAAAAAAAAAAAAAAAAAJgCAABk&#10;cnMvZG93bnJldi54bWxQSwUGAAAAAAQABAD1AAAAjQ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c1mMcA&#10;AADdAAAADwAAAGRycy9kb3ducmV2LnhtbESPQWsCMRSE74L/IbxCb5qt1bKuRtGC4KWgtod6e26e&#10;u4ubl20SdeuvNwWhx2FmvmGm89bU4kLOV5YVvPQTEMS51RUXCr4+V70UhA/IGmvLpOCXPMxn3c4U&#10;M22vvKXLLhQiQthnqKAMocmk9HlJBn3fNsTRO1pnMETpCqkdXiPc1HKQJG/SYMVxocSG3kvKT7uz&#10;UbAcp8ufzZA/btvDnvbfh9No4BKlnp/axQREoDb8hx/ttVYwfk1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XNZjHAAAA3QAAAA8AAAAAAAAAAAAAAAAAmAIAAGRy&#10;cy9kb3ducmV2LnhtbFBLBQYAAAAABAAEAPUAAACMAwAAAAA=&#10;" fillcolor="black" stroked="f"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SCMUA&#10;AADdAAAADwAAAGRycy9kb3ducmV2LnhtbESPT2sCMRTE7wW/Q3hCbzVbtYuuRhGh0Hqpf++PzXOz&#10;NHlZNqlu/fRGKPQ4zMxvmPmyc1ZcqA21ZwWvgwwEcel1zZWC4+H9ZQIiRGSN1jMp+KUAy0XvaY6F&#10;9lfe0WUfK5EgHApUYGJsCilDachhGPiGOHln3zqMSbaV1C1eE9xZOcyyXDqsOS0YbGhtqPze/zgF&#10;X8OxvW3MqDvla7sNK/0mT5tPpZ773WoGIlIX/8N/7Q+tYDqa5PB4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ZIIxQAAAN0AAAAPAAAAAAAAAAAAAAAAAJgCAABkcnMv&#10;ZG93bnJldi54bWxQSwUGAAAAAAQABAD1AAAAigMAAAAA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2DAMcA&#10;AADdAAAADwAAAGRycy9kb3ducmV2LnhtbESP3WrCQBSE7wu+w3IE7+rGSGuMrmJaWsTihT8PcMge&#10;k2D2bJrdJunbdwuFXg4z8w2z3g6mFh21rrKsYDaNQBDnVldcKLhe3h4TEM4ja6wtk4JvcrDdjB7W&#10;mGrb84m6sy9EgLBLUUHpfZNK6fKSDLqpbYiDd7OtQR9kW0jdYh/gppZxFD1LgxWHhRIbeikpv5+/&#10;jILPwzF/PTx9vKNOZrrYmyweqkypyXjYrUB4Gvx/+K+91wqW82QBv2/CE5C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NgwDHAAAA3QAAAA8AAAAAAAAAAAAAAAAAmAIAAGRy&#10;cy9kb3ducmV2LnhtbFBLBQYAAAAABAAEAPUAAACMAwAAAAA=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Kj4cMA&#10;AADdAAAADwAAAGRycy9kb3ducmV2LnhtbERPW2vCMBR+F/YfwhnszabzUrQaRYTB9GWbW98PzbEp&#10;JielybTbr18eBj5+fPf1dnBWXKkPrWcFz1kOgrj2uuVGwdfny3gBIkRkjdYzKfihANvNw2iNpfY3&#10;/qDrKTYihXAoUYGJsSulDLUhhyHzHXHizr53GBPsG6l7vKVwZ+UkzwvpsOXUYLCjvaH6cvp2Ct4m&#10;M/t7NNOhKvb2Pez0XFbHg1JPj8NuBSLSEO/if/erVrCcLtLc9C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Kj4cMAAADd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GesUA&#10;AADdAAAADwAAAGRycy9kb3ducmV2LnhtbESPT2sCMRTE70K/Q3iF3jTrn4quRhFBaL20tfX+2Dw3&#10;i8nLsom69dMbQfA4zMxvmPmydVacqQmVZwX9XgaCuPC64lLB3++mOwERIrJG65kU/FOA5eKlM8dc&#10;+wv/0HkXS5EgHHJUYGKscylDYchh6PmaOHkH3ziMSTal1A1eEtxZOciysXRYcVowWNPaUHHcnZyC&#10;r8HIXrdm2O7Ha/sdVvpd7refSr29tqsZiEhtfIYf7Q+tYDqcTOH+Jj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gZ6xQAAAN0AAAAPAAAAAAAAAAAAAAAAAJgCAABkcnMv&#10;ZG93bnJldi54bWxQSwUGAAAAAAQABAD1AAAAigMAAAAA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A2sQA&#10;AADdAAAADwAAAGRycy9kb3ducmV2LnhtbERPy2oCMRTdC/2HcAvuNNMqxRmNItKCG0t9ILi7TK6T&#10;oZObdBLHab++WRS6PJz3YtXbRnTUhtqxgqdxBoK4dLrmSsHp+DaagQgRWWPjmBR8U4DV8mGwwEK7&#10;O++pO8RKpBAOBSowMfpCylAashjGzhMn7upaizHBtpK6xXsKt418zrIXabHm1GDQ08ZQ+Xm4WQX7&#10;H+PC9uP969Lt/PE8y1+n/nZSavjYr+cgIvXxX/zn3moF+SRP+9Ob9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5ANrEAAAA3QAAAA8AAAAAAAAAAAAAAAAAmAIAAGRycy9k&#10;b3ducmV2LnhtbFBLBQYAAAAABAAEAPUAAACJAwAAAAA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GcocUA&#10;AADdAAAADwAAAGRycy9kb3ducmV2LnhtbESPT2sCMRTE7wW/Q3iCt5pVW9HVKCII6qWtf+6PzXOz&#10;mLwsm6hrP31TKPQ4zMxvmPmydVbcqQmVZwWDfgaCuPC64lLB6bh5nYAIEVmj9UwKnhRguei8zDHX&#10;/sFfdD/EUiQIhxwVmBjrXMpQGHIY+r4mTt7FNw5jkk0pdYOPBHdWDrNsLB1WnBYM1rQ2VFwPN6fg&#10;Y/hmv/dm1J7Ha/sZVvpdnvc7pXrddjUDEamN/+G/9lYrmI6mA/h9k5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ZyhxQAAAN0AAAAPAAAAAAAAAAAAAAAAAJgCAABkcnMv&#10;ZG93bnJldi54bWxQSwUGAAAAAAQABAD1AAAAigMAAAAA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c7MccA&#10;AADdAAAADwAAAGRycy9kb3ducmV2LnhtbESPQWvCQBSE7wX/w/IEb3VjasWkrqKFQi+Fanuot2f2&#10;mQSzb+PuqrG/visUPA4z8w0zW3SmEWdyvrasYDRMQBAXVtdcKvj+enucgvABWWNjmRRcycNi3nuY&#10;Ya7thdd03oRSRAj7HBVUIbS5lL6oyKAf2pY4envrDIYoXSm1w0uEm0amSTKRBmuOCxW29FpRcdic&#10;jIJVNl0dP8f88bvebWn7szs8py5RatDvli8gAnXhHv5vv2sF2VOW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nOzHHAAAA3QAAAA8AAAAAAAAAAAAAAAAAmAIAAGRy&#10;cy9kb3ducmV2LnhtbFBLBQYAAAAABAAEAPUAAACMAwAAAAA=&#10;" fillcolor="black" stroked="f"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+nTcUA&#10;AADdAAAADwAAAGRycy9kb3ducmV2LnhtbESPT2sCMRTE7wW/Q3iCt5rVbaVujSKCoF7qn3p/bF43&#10;i8nLsom69tM3hUKPw8z8hpktOmfFjdpQe1YwGmYgiEuva64UfJ7Wz28gQkTWaD2TggcFWMx7TzMs&#10;tL/zgW7HWIkE4VCgAhNjU0gZSkMOw9A3xMn78q3DmGRbSd3iPcGdleMsm0iHNacFgw2tDJWX49Up&#10;+Bi/2O+dybvzZGX3Yalf5Xm3VWrQ75bvICJ18T/8195oBdN8msPvm/Q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H6dNxQAAAN0AAAAPAAAAAAAAAAAAAAAAAJgCAABkcnMv&#10;ZG93bnJldi54bWxQSwUGAAAAAAQABAD1AAAAigMAAAAA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Y/OcUA&#10;AADdAAAADwAAAGRycy9kb3ducmV2LnhtbESPT2sCMRTE74V+h/AK3jRbtaKrUUQQrJe2/rk/Ns/N&#10;YvKybFJd++mNIPQ4zMxvmNmidVZcqAmVZwXvvQwEceF1xaWCw37dHYMIEVmj9UwKbhRgMX99mWGu&#10;/ZV/6LKLpUgQDjkqMDHWuZShMOQw9HxNnLyTbxzGJJtS6gavCe6s7GfZSDqsOC0YrGllqDjvfp2C&#10;r/7Q/m3NoD2OVvY7LPWHPG4/leq8tcspiEht/A8/2xutYDKYDO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9j85xQAAAN0AAAAPAAAAAAAAAAAAAAAAAJgCAABkcnMv&#10;ZG93bnJldi54bWxQSwUGAAAAAAQABAD1AAAAigMAAAAA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9437FC" w:rsidRDefault="009437FC" w:rsidP="00943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437FC" w:rsidRPr="00EA743B" w:rsidRDefault="009437FC" w:rsidP="009437F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EA743B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EA743B">
        <w:rPr>
          <w:rFonts w:ascii="Times New Roman" w:eastAsia="Times New Roman" w:hAnsi="Times New Roman"/>
          <w:b/>
          <w:lang w:val="ru-RU"/>
        </w:rPr>
        <w:t>ІШЕННЯ</w:t>
      </w:r>
    </w:p>
    <w:p w:rsidR="009437FC" w:rsidRPr="00EA743B" w:rsidRDefault="009437FC" w:rsidP="009437F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___ </w:t>
      </w:r>
      <w:r w:rsidRPr="00EA743B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ради   </w:t>
      </w:r>
      <w:r w:rsidRPr="00EA743B">
        <w:rPr>
          <w:rFonts w:ascii="Times New Roman" w:eastAsia="Times New Roman" w:hAnsi="Times New Roman"/>
          <w:lang w:val="en-US"/>
        </w:rPr>
        <w:t>VI</w:t>
      </w:r>
      <w:r w:rsidRPr="00EA743B">
        <w:rPr>
          <w:rFonts w:ascii="Times New Roman" w:eastAsia="Times New Roman" w:hAnsi="Times New Roman"/>
        </w:rPr>
        <w:t>І</w:t>
      </w:r>
      <w:r w:rsidRPr="00EA743B">
        <w:rPr>
          <w:rFonts w:ascii="Times New Roman" w:eastAsia="Times New Roman" w:hAnsi="Times New Roman"/>
          <w:lang w:val="en-US"/>
        </w:rPr>
        <w:t>I</w:t>
      </w:r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9437FC" w:rsidRPr="00EA743B" w:rsidRDefault="009437FC" w:rsidP="009437FC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9437FC" w:rsidRPr="00EA743B" w:rsidRDefault="009437FC" w:rsidP="009437FC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Кратюк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А.В.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А.В.,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EA743B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Кратюку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Андрію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Володимировичу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EA743B">
        <w:rPr>
          <w:rFonts w:ascii="Times New Roman" w:eastAsia="Times New Roman" w:hAnsi="Times New Roman"/>
          <w:sz w:val="24"/>
        </w:rPr>
        <w:t xml:space="preserve">який зареєстрований за адресою: </w:t>
      </w:r>
      <w:r w:rsidR="00156252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0,1200 га, </w:t>
      </w:r>
      <w:r w:rsidRPr="00EA743B">
        <w:rPr>
          <w:rFonts w:ascii="Times New Roman" w:eastAsia="Times New Roman" w:hAnsi="Times New Roman"/>
          <w:sz w:val="24"/>
        </w:rPr>
        <w:t>для індивідуального садівництва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>омарівка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вул.Л.Українки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EA743B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А.В.,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9437FC" w:rsidRPr="00EA743B" w:rsidRDefault="009437FC" w:rsidP="009437F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437FC" w:rsidRPr="00EA743B" w:rsidRDefault="009437FC" w:rsidP="009437F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437FC" w:rsidRPr="00EA743B" w:rsidRDefault="009437FC" w:rsidP="009437FC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9437FC" w:rsidRPr="00EA743B" w:rsidRDefault="009437FC" w:rsidP="009437FC">
      <w:pPr>
        <w:rPr>
          <w:rFonts w:ascii="Times New Roman" w:hAnsi="Times New Roman"/>
          <w:sz w:val="24"/>
          <w:lang w:val="ru-RU"/>
        </w:rPr>
      </w:pPr>
    </w:p>
    <w:p w:rsidR="009437FC" w:rsidRPr="00EA743B" w:rsidRDefault="009437FC" w:rsidP="009437FC">
      <w:pPr>
        <w:rPr>
          <w:rFonts w:ascii="Times New Roman" w:hAnsi="Times New Roman"/>
          <w:sz w:val="24"/>
          <w:lang w:val="ru-RU"/>
        </w:rPr>
      </w:pPr>
    </w:p>
    <w:p w:rsidR="009437FC" w:rsidRPr="00EA743B" w:rsidRDefault="009437FC" w:rsidP="009437FC">
      <w:pPr>
        <w:rPr>
          <w:rFonts w:ascii="Times New Roman" w:hAnsi="Times New Roman"/>
          <w:sz w:val="24"/>
          <w:lang w:val="ru-RU"/>
        </w:rPr>
      </w:pPr>
      <w:proofErr w:type="spellStart"/>
      <w:r w:rsidRPr="00EA743B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EA743B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</w:p>
    <w:p w:rsidR="004D392D" w:rsidRDefault="004D392D"/>
    <w:sectPr w:rsidR="004D39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FC"/>
    <w:rsid w:val="00156252"/>
    <w:rsid w:val="00171A2E"/>
    <w:rsid w:val="00304C90"/>
    <w:rsid w:val="004D392D"/>
    <w:rsid w:val="00505B6D"/>
    <w:rsid w:val="006D3977"/>
    <w:rsid w:val="007D6C18"/>
    <w:rsid w:val="009437F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FC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ru-RU" w:eastAsia="ru-RU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ru-RU"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ru-RU"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ru-RU"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ru-RU"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ru-RU"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ru-RU"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ru-RU"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FC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ru-RU" w:eastAsia="ru-RU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ru-RU"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ru-RU"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ru-RU"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ru-RU"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ru-RU"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ru-RU"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ru-RU"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2020-11-17T16:26:00Z</dcterms:created>
  <dcterms:modified xsi:type="dcterms:W3CDTF">2020-11-18T07:12:00Z</dcterms:modified>
</cp:coreProperties>
</file>