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739" w:rsidRPr="00C92EA5" w:rsidRDefault="00C57739" w:rsidP="00C57739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</w:t>
      </w:r>
      <w:r w:rsidRPr="00C92EA5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КТ</w:t>
      </w:r>
    </w:p>
    <w:p w:rsidR="00C57739" w:rsidRPr="00C92EA5" w:rsidRDefault="00C57739" w:rsidP="00C577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0" b="0"/>
                <wp:wrapNone/>
                <wp:docPr id="1" name="Группа 100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7739" w:rsidRPr="00E77963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7739" w:rsidRDefault="00C57739" w:rsidP="00C5773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067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57739" w:rsidRPr="00E77963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57739" w:rsidRDefault="00C57739" w:rsidP="00C5773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57739" w:rsidRPr="00C92EA5" w:rsidRDefault="00C57739" w:rsidP="00C577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57739" w:rsidRPr="00C92EA5" w:rsidRDefault="00C57739" w:rsidP="00C5773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57739" w:rsidRPr="00C92EA5" w:rsidRDefault="00C57739" w:rsidP="00C577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57739" w:rsidRDefault="00C57739" w:rsidP="00C577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C57739" w:rsidRPr="00C92EA5" w:rsidRDefault="00C57739" w:rsidP="00C577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57739" w:rsidRPr="00C92EA5" w:rsidRDefault="00C57739" w:rsidP="00C5773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57739" w:rsidRPr="00C92EA5" w:rsidRDefault="00C57739" w:rsidP="00C577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57739" w:rsidRPr="00C92EA5" w:rsidRDefault="00C57739" w:rsidP="00C577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57739" w:rsidRPr="00C92EA5" w:rsidRDefault="00C57739" w:rsidP="00C577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57739" w:rsidRPr="00C92EA5" w:rsidRDefault="00C57739" w:rsidP="00C577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57739" w:rsidRPr="00C92EA5" w:rsidRDefault="00C57739" w:rsidP="00C577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57739" w:rsidRPr="00C92EA5" w:rsidRDefault="00C57739" w:rsidP="00C5773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C57739" w:rsidRPr="00C92EA5" w:rsidRDefault="00C57739" w:rsidP="00C5773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57739" w:rsidRPr="00C92EA5" w:rsidRDefault="00C57739" w:rsidP="00C5773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22.04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C57739" w:rsidRPr="00C92EA5" w:rsidRDefault="00C57739" w:rsidP="00C57739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57739" w:rsidRPr="00C92EA5" w:rsidRDefault="00C57739" w:rsidP="00C57739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C57739" w:rsidRPr="00C92EA5" w:rsidRDefault="00C57739" w:rsidP="00C577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C57739" w:rsidRPr="00C92EA5" w:rsidRDefault="00C57739" w:rsidP="00C577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C57739" w:rsidRPr="00C92EA5" w:rsidRDefault="00C57739" w:rsidP="00C577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Самолюку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Д.В.</w:t>
      </w:r>
    </w:p>
    <w:p w:rsidR="00C57739" w:rsidRPr="00C92EA5" w:rsidRDefault="00C57739" w:rsidP="00C577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C57739" w:rsidRPr="00C92EA5" w:rsidRDefault="00C57739" w:rsidP="00C577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ро</w:t>
      </w:r>
      <w:r>
        <w:rPr>
          <w:rFonts w:ascii="Times New Roman" w:eastAsia="Calibri" w:hAnsi="Times New Roman" w:cs="Times New Roman"/>
          <w:sz w:val="24"/>
        </w:rPr>
        <w:t xml:space="preserve">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Самолюка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Д.В.</w:t>
      </w:r>
      <w:r w:rsidRPr="00C92EA5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C57739" w:rsidRPr="00C92EA5" w:rsidRDefault="00C57739" w:rsidP="00C577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C57739" w:rsidRPr="00C92EA5" w:rsidRDefault="00C57739" w:rsidP="00C577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C57739" w:rsidRPr="00C92EA5" w:rsidRDefault="00C57739" w:rsidP="00C5773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C57739" w:rsidRPr="00C92EA5" w:rsidRDefault="00C57739" w:rsidP="00C577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>
        <w:rPr>
          <w:rFonts w:ascii="Times New Roman" w:eastAsia="Calibri" w:hAnsi="Times New Roman" w:cs="Times New Roman"/>
          <w:sz w:val="24"/>
        </w:rPr>
        <w:t xml:space="preserve">. Надати  </w:t>
      </w:r>
      <w:proofErr w:type="spellStart"/>
      <w:r>
        <w:rPr>
          <w:rFonts w:ascii="Times New Roman" w:eastAsia="Calibri" w:hAnsi="Times New Roman" w:cs="Times New Roman"/>
          <w:sz w:val="24"/>
        </w:rPr>
        <w:t>Самолюку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Дмитру Вікторовичу,  який 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FA7C9A">
        <w:rPr>
          <w:rFonts w:ascii="Times New Roman" w:eastAsia="Calibri" w:hAnsi="Times New Roman" w:cs="Times New Roman"/>
          <w:sz w:val="24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</w:t>
      </w:r>
      <w:r>
        <w:rPr>
          <w:rFonts w:ascii="Times New Roman" w:eastAsia="Calibri" w:hAnsi="Times New Roman" w:cs="Times New Roman"/>
          <w:sz w:val="24"/>
        </w:rPr>
        <w:t xml:space="preserve"> орієнтовною </w:t>
      </w:r>
      <w:r w:rsidRPr="00C92EA5">
        <w:rPr>
          <w:rFonts w:ascii="Times New Roman" w:eastAsia="Calibri" w:hAnsi="Times New Roman" w:cs="Times New Roman"/>
          <w:sz w:val="24"/>
        </w:rPr>
        <w:t xml:space="preserve"> площею </w:t>
      </w:r>
      <w:r>
        <w:rPr>
          <w:rFonts w:ascii="Times New Roman" w:eastAsia="Calibri" w:hAnsi="Times New Roman" w:cs="Times New Roman"/>
          <w:sz w:val="24"/>
        </w:rPr>
        <w:t>0,4000</w:t>
      </w:r>
      <w:r w:rsidRPr="00C92EA5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>, яка розташована на терит</w:t>
      </w:r>
      <w:r>
        <w:rPr>
          <w:rFonts w:ascii="Times New Roman" w:eastAsia="Calibri" w:hAnsi="Times New Roman" w:cs="Times New Roman"/>
          <w:sz w:val="24"/>
        </w:rPr>
        <w:t xml:space="preserve">орії 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сільської ради в селі Крупець</w:t>
      </w:r>
      <w:r w:rsidRPr="00C92EA5">
        <w:rPr>
          <w:rFonts w:ascii="Times New Roman" w:eastAsia="Calibri" w:hAnsi="Times New Roman" w:cs="Times New Roman"/>
          <w:sz w:val="24"/>
        </w:rPr>
        <w:t>.</w:t>
      </w:r>
    </w:p>
    <w:p w:rsidR="00C57739" w:rsidRPr="00C92EA5" w:rsidRDefault="00C57739" w:rsidP="00C577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Самолюку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Д.В.</w:t>
      </w:r>
      <w:r w:rsidRPr="00C92EA5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C57739" w:rsidRPr="00C92EA5" w:rsidRDefault="00C57739" w:rsidP="00C5773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C57739" w:rsidRPr="00C92EA5" w:rsidRDefault="00C57739" w:rsidP="00C5773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57739" w:rsidRPr="00C92EA5" w:rsidRDefault="00C57739" w:rsidP="00C577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C57739" w:rsidRDefault="00C57739" w:rsidP="00C577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C57739" w:rsidRPr="00C92EA5" w:rsidRDefault="00C57739" w:rsidP="00C577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C57739" w:rsidRPr="00C92EA5" w:rsidRDefault="00C57739" w:rsidP="00C5773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E4250" w:rsidRPr="00C57739" w:rsidRDefault="00C57739" w:rsidP="00C5773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FE4250" w:rsidRPr="00C5773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739"/>
    <w:rsid w:val="00171A2E"/>
    <w:rsid w:val="00304C90"/>
    <w:rsid w:val="00505B6D"/>
    <w:rsid w:val="006D3977"/>
    <w:rsid w:val="007D6C18"/>
    <w:rsid w:val="00C57739"/>
    <w:rsid w:val="00D1641A"/>
    <w:rsid w:val="00FA7C9A"/>
    <w:rsid w:val="00FE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F362C"/>
  <w15:docId w15:val="{D39B0DE6-1C9B-4F0F-BFB9-BDADA25B5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739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241</Words>
  <Characters>1375</Characters>
  <Application>Microsoft Office Word</Application>
  <DocSecurity>0</DocSecurity>
  <Lines>11</Lines>
  <Paragraphs>3</Paragraphs>
  <ScaleCrop>false</ScaleCrop>
  <Company>Microsoft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2021-04-14T12:05:00Z</dcterms:created>
  <dcterms:modified xsi:type="dcterms:W3CDTF">2021-04-15T12:21:00Z</dcterms:modified>
</cp:coreProperties>
</file>