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B71" w:rsidRPr="00154EFF" w:rsidRDefault="00FC4B71" w:rsidP="00FC4B7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B71" w:rsidRDefault="00FC4B71" w:rsidP="00FC4B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4B71" w:rsidRDefault="00FC4B71" w:rsidP="00FC4B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C4B71" w:rsidRDefault="00FC4B71" w:rsidP="00FC4B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4B71" w:rsidRDefault="00FC4B71" w:rsidP="00FC4B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C4B71" w:rsidRDefault="00FC4B71" w:rsidP="00FC4B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4B71" w:rsidRDefault="00FC4B71" w:rsidP="00FC4B7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№94</w:t>
      </w:r>
    </w:p>
    <w:p w:rsidR="00FC4B71" w:rsidRDefault="00FC4B71" w:rsidP="00FC4B7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4B71" w:rsidRPr="00F55ACB" w:rsidRDefault="00FC4B71" w:rsidP="00FC4B7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55ACB"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FC4B71" w:rsidRPr="00F55ACB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55ACB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55ACB">
        <w:rPr>
          <w:rFonts w:ascii="Times New Roman" w:eastAsia="Calibri" w:hAnsi="Times New Roman" w:cs="Times New Roman"/>
          <w:b/>
          <w:sz w:val="24"/>
        </w:rPr>
        <w:t xml:space="preserve"> із землеустрою щодо</w:t>
      </w:r>
    </w:p>
    <w:p w:rsidR="00FC4B71" w:rsidRPr="00F55ACB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55ACB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b/>
          <w:sz w:val="24"/>
        </w:rPr>
        <w:t>ділянки</w:t>
      </w:r>
    </w:p>
    <w:p w:rsidR="00FC4B71" w:rsidRPr="00F55ACB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55ACB">
        <w:rPr>
          <w:rFonts w:ascii="Times New Roman" w:eastAsia="Calibri" w:hAnsi="Times New Roman" w:cs="Times New Roman"/>
          <w:b/>
          <w:sz w:val="24"/>
        </w:rPr>
        <w:t>КП «</w:t>
      </w:r>
      <w:proofErr w:type="spellStart"/>
      <w:r w:rsidRPr="00F55ACB">
        <w:rPr>
          <w:rFonts w:ascii="Times New Roman" w:eastAsia="Calibri" w:hAnsi="Times New Roman" w:cs="Times New Roman"/>
          <w:b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b/>
          <w:sz w:val="24"/>
        </w:rPr>
        <w:t>піщаний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b/>
          <w:sz w:val="24"/>
        </w:rPr>
        <w:t>кар’єр»</w:t>
      </w:r>
    </w:p>
    <w:p w:rsidR="00FC4B71" w:rsidRPr="00F55ACB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C4B71" w:rsidRPr="00F55ACB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F55ACB">
        <w:rPr>
          <w:rFonts w:ascii="Times New Roman" w:eastAsia="Calibri" w:hAnsi="Times New Roman" w:cs="Times New Roman"/>
          <w:sz w:val="24"/>
        </w:rPr>
        <w:t>Відповідно до 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sz w:val="24"/>
        </w:rPr>
        <w:t>самоврядування в Україні»,  статей 12,  93, 123, 124 та 134   Земельного кодексу України, Закону України «Про землеустрій»,  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sz w:val="24"/>
        </w:rPr>
        <w:t>заяву   КП «</w:t>
      </w:r>
      <w:proofErr w:type="spellStart"/>
      <w:r w:rsidRPr="00F55ACB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sz w:val="24"/>
        </w:rPr>
        <w:t>піщаний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55ACB">
        <w:rPr>
          <w:rFonts w:ascii="Times New Roman" w:eastAsia="Calibri" w:hAnsi="Times New Roman" w:cs="Times New Roman"/>
          <w:sz w:val="24"/>
        </w:rPr>
        <w:t xml:space="preserve">кар’єр»,  сільська рада </w:t>
      </w:r>
    </w:p>
    <w:p w:rsidR="00FC4B71" w:rsidRPr="00AC04EC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C04EC">
        <w:rPr>
          <w:rFonts w:ascii="Times New Roman" w:eastAsia="Calibri" w:hAnsi="Times New Roman" w:cs="Times New Roman"/>
          <w:sz w:val="24"/>
        </w:rPr>
        <w:t>ВИРІШИЛА:</w:t>
      </w:r>
    </w:p>
    <w:p w:rsidR="00FC4B71" w:rsidRPr="006A474E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A474E">
        <w:rPr>
          <w:rFonts w:ascii="Times New Roman" w:eastAsia="Calibri" w:hAnsi="Times New Roman" w:cs="Times New Roman"/>
          <w:sz w:val="24"/>
        </w:rPr>
        <w:t xml:space="preserve">       1. Надати Колективному підприємству «</w:t>
      </w:r>
      <w:proofErr w:type="spellStart"/>
      <w:r w:rsidRPr="006A474E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6A474E">
        <w:rPr>
          <w:rFonts w:ascii="Times New Roman" w:eastAsia="Calibri" w:hAnsi="Times New Roman" w:cs="Times New Roman"/>
          <w:sz w:val="24"/>
        </w:rPr>
        <w:t xml:space="preserve"> піщаний кар’єр», код ЄДРПОУ 01527494,  дозвіл на розробку </w:t>
      </w:r>
      <w:proofErr w:type="spellStart"/>
      <w:r w:rsidRPr="006A474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6A474E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в оренду, орієнтовною площею 4,000 га, для </w:t>
      </w:r>
      <w:r w:rsidRPr="006A474E">
        <w:rPr>
          <w:rFonts w:ascii="Times New Roman" w:eastAsia="Calibri" w:hAnsi="Times New Roman" w:cs="Times New Roman"/>
          <w:sz w:val="24"/>
          <w:szCs w:val="24"/>
        </w:rPr>
        <w:t>потреб, пов’язаних з користуванням надрами</w:t>
      </w:r>
      <w:r w:rsidRPr="006A474E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за межами </w:t>
      </w:r>
      <w:proofErr w:type="spellStart"/>
      <w:r w:rsidRPr="006A474E"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 w:rsidRPr="006A474E">
        <w:rPr>
          <w:rFonts w:ascii="Times New Roman" w:eastAsia="Calibri" w:hAnsi="Times New Roman" w:cs="Times New Roman"/>
          <w:sz w:val="24"/>
        </w:rPr>
        <w:t xml:space="preserve">.  </w:t>
      </w:r>
    </w:p>
    <w:p w:rsidR="00FC4B71" w:rsidRPr="006A474E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A474E">
        <w:rPr>
          <w:rFonts w:ascii="Times New Roman" w:eastAsia="Calibri" w:hAnsi="Times New Roman" w:cs="Times New Roman"/>
          <w:sz w:val="24"/>
        </w:rPr>
        <w:t xml:space="preserve">      2. КП «</w:t>
      </w:r>
      <w:proofErr w:type="spellStart"/>
      <w:r w:rsidRPr="006A474E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6A474E">
        <w:rPr>
          <w:rFonts w:ascii="Times New Roman" w:eastAsia="Calibri" w:hAnsi="Times New Roman" w:cs="Times New Roman"/>
          <w:sz w:val="24"/>
        </w:rPr>
        <w:t xml:space="preserve"> піщаний кар’єр»,  розробити </w:t>
      </w:r>
      <w:proofErr w:type="spellStart"/>
      <w:r w:rsidRPr="006A474E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6A474E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в оренду та подати на розгляд  сесії сільської ради.</w:t>
      </w:r>
    </w:p>
    <w:p w:rsidR="00FC4B71" w:rsidRPr="006A474E" w:rsidRDefault="00FC4B71" w:rsidP="00FC4B7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A474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C4B71" w:rsidRPr="006A474E" w:rsidRDefault="00FC4B71" w:rsidP="00FC4B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A474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C4B71" w:rsidRPr="006A474E" w:rsidRDefault="00FC4B71" w:rsidP="00FC4B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C4B71" w:rsidRPr="00693AD6" w:rsidRDefault="00FC4B71" w:rsidP="00FC4B71">
      <w:pPr>
        <w:rPr>
          <w:rFonts w:ascii="Calibri" w:eastAsia="Times New Roman" w:hAnsi="Calibri" w:cs="Times New Roman"/>
          <w:b/>
        </w:rPr>
      </w:pPr>
    </w:p>
    <w:p w:rsidR="00FC4B71" w:rsidRDefault="00FC4B71" w:rsidP="00FC4B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4479A" w:rsidRPr="00FC4B71" w:rsidRDefault="00FC4B71" w:rsidP="00FC4B7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330F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C4479A" w:rsidRPr="00FC4B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B71"/>
    <w:rsid w:val="00C4479A"/>
    <w:rsid w:val="00FC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7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C4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C4B7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B7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C4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C4B7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2022-02-08T07:00:00Z</dcterms:created>
  <dcterms:modified xsi:type="dcterms:W3CDTF">2022-02-08T07:00:00Z</dcterms:modified>
</cp:coreProperties>
</file>