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11F" w:rsidRPr="003C3FA9" w:rsidRDefault="0059511F" w:rsidP="0059511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3435B95" wp14:editId="7A1D5B50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664" name="Группа 136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66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6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4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664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CVxcEA&#10;AADeAAAADwAAAGRycy9kb3ducmV2LnhtbERPy6rCMBDdX/AfwgjurqmWW6UaRUTFhSC+9kMztsVm&#10;Upqo9e9vBMHdHM5zpvPWVOJBjSstKxj0IxDEmdUl5wrOp/XvGITzyBory6TgRQ7ms87PFFNtn3yg&#10;x9HnIoSwS1FB4X2dSumyggy6vq2JA3e1jUEfYJNL3eAzhJtKDqMokQZLDg0F1rQsKLsd70aBjTfb&#10;3SUfHuIVjzwv9uPrpd0p1eu2iwkIT63/ij/urQ7z4yT5g/c74QY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QlcX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a5EcYA&#10;AADeAAAADwAAAGRycy9kb3ducmV2LnhtbERPS0sDMRC+C/6HMIKXYrMqpLo2LVJYHz0U+gCvw2bc&#10;rG4mSxLbtb++KQje5uN7znQ+uE7sKcTWs4bbcQGCuPam5UbDblvdPICICdlg55k0/FKE+ezyYoql&#10;8Qde036TGpFDOJaowabUl1LG2pLDOPY9ceY+fXCYMgyNNAEPOdx18q4olHTYcm6w2NPCUv29+XEa&#10;vqqV/VhMji9h9Lim46havnbvSuvrq+H5CUSiIf2L/9xvJs+/V0rB+Z18g5y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Ia5E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m4i8UA&#10;AADeAAAADwAAAGRycy9kb3ducmV2LnhtbESP0YrCMBBF34X9hzCCL6KpK9SlGkWWdRFfpLofMDRj&#10;U2wmpYm2/v1GEHyb4d65585q09ta3Kn1lWMFs2kCgrhwuuJSwd95N/kC4QOyxtoxKXiQh836Y7DC&#10;TLuOc7qfQiliCPsMFZgQmkxKXxiy6KeuIY7axbUWQ1zbUuoWuxhua/mZJKm0WHEkGGzo21BxPd1s&#10;hBzneDxcuvPut8cOfw6Gx9tcqdGw3y5BBOrD2/y63utYf56mC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2bi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I5w8YA&#10;AADeAAAADwAAAGRycy9kb3ducmV2LnhtbESPQUvEQAyF74L/YYjgzZ26apW6s4usCiJ4cBXEW+hk&#10;22InM8zEbf335iB4S3gv731ZbeYwmgPlMkR2cL6owBC30Q/cOXh/ezy7AVME2eMYmRz8UIHN+vho&#10;hY2PE7/SYSed0RAuDTroRVJjbWl7ClgWMRGrto85oOiaO+szThoeRrusqtoGHFgbeky07an92n0H&#10;By/TQ3q+rq/26TNfLm259/KxFedOT+a7WzBCs/yb/66fvOJf1LXy6js6g1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cI5w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qJYsUA&#10;AADeAAAADwAAAGRycy9kb3ducmV2LnhtbESP0YrCMBBF34X9hzCCL6KpKxS3GkWWdRFfpLofMDRj&#10;U2wmpYm2/v1GEHyb4d65585q09ta3Kn1lWMFs2kCgrhwuuJSwd95N1mA8AFZY+2YFDzIw2b9MVhh&#10;pl3HOd1PoRQxhH2GCkwITSalLwxZ9FPXEEft4lqLIa5tKXWLXQy3tfxMklRarDgSDDb0bai4nm42&#10;Qo5zPB4u3Xn322OHPwfD422u1GjYb5cgAvXhbX5d73WsP0/TL3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Col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2jGMcA&#10;AADeAAAADwAAAGRycy9kb3ducmV2LnhtbESPQUsDMRCF70L/QxjBm81adVvWpqVUBRF6aCtIb8Nm&#10;uru4mYRk7K7/3hwEbzPMm/fet1yPrlcXiqnzbOBuWoAirr3tuDHwcXy9XYBKgmyx90wGfijBejW5&#10;WmJl/cB7uhykUdmEU4UGWpFQaZ3qlhymqQ/E+Xb20aHkNTbaRhyyuev1rChK7bDjnNBioG1L9dfh&#10;2xnYDS/hfV4+nsMpPsx0erbyuRVjbq7HzRMooVH+xX/fbzbXvy/nGSDj5B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toxj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QbasUA&#10;AADeAAAADwAAAGRycy9kb3ducmV2LnhtbERP32vCMBB+H/g/hBP2IjN1Mjc6o6gQJkwQ3WCvR3O2&#10;Zc2lJJmt/70RhL3dx/fz5sveNuJMPtSOFUzGGQjiwpmaSwXfX/rpDUSIyAYbx6TgQgGWi8HDHHPj&#10;Oj7Q+RhLkUI45KigirHNpQxFRRbD2LXEiTs5bzEm6EtpPHYp3DbyOctm0mLNqaHCljYVFb/HP6tg&#10;ve/KqR8V6959nj5+XrQ2eqeVehz2q3cQkfr4L767tybNn85eJ3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JBt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bP4s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P91Ns/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MbP4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rNMUA&#10;AADeAAAADwAAAGRycy9kb3ducmV2LnhtbERP32vCMBB+F/Y/hBvsZcxUi250RlEhTHAwdIO9Hs3Z&#10;ljWXkmS2+++NMPDtPr6ft1gNthVn8qFxrGAyzkAQl840XCn4+tRPLyBCRDbYOiYFfxRgtbwbLbAw&#10;rucDnY+xEimEQ4EK6hi7QspQ1mQxjF1HnLiT8xZjgr6SxmOfwm0rp1k2lxYbTg01drStqfw5/loF&#10;m4++yv1juRnc/vT2PdPa6Het1MP9sH4FEWmIN/G/e2fS/Pw5n8H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Ks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Z/vMMA&#10;AADeAAAADwAAAGRycy9kb3ducmV2LnhtbERPS2rDMBDdF3IHMYHuGjnfBtdKCCmGULJJ2gMM1tRy&#10;bY2MpDju7atCobt5vO8U+9F2YiAfGscK5rMMBHHldMO1go/38mkLIkRkjZ1jUvBNAfa7yUOBuXZ3&#10;vtBwjbVIIRxyVGBi7HMpQ2XIYpi5njhxn85bjAn6WmqP9xRuO7nIso202HBqMNjT0VDVXm9WQfm2&#10;OA/tTfvSHcaVpbX52r4apR6n4+EFRKQx/ov/3Ced5i+flxv4fSf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Z/v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REz8IA&#10;AADeAAAADwAAAGRycy9kb3ducmV2LnhtbERPzWrCQBC+C32HZQredJNGq0Q3oQiKHpv6AEN2TILZ&#10;2TS7TeLbu4VCb/Px/c4+n0wrBupdY1lBvIxAEJdWN1wpuH4dF1sQziNrbC2Tggc5yLOX2R5TbUf+&#10;pKHwlQgh7FJUUHvfpVK6siaDbmk74sDdbG/QB9hXUvc4hnDTyrcoepcGGw4NNXZ0qKm8Fz9Gweox&#10;nr6L9T06akPxJeku7Mu1UvPX6WMHwtPk/8V/7rMO85NNsoHfd8INMn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9ET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nGEsUA&#10;AADeAAAADwAAAGRycy9kb3ducmV2LnhtbESPQWvCQBCF7wX/wzJCb3VTBa3RVaRiKZ40Vc9DdkxC&#10;s7Mhu2r8985B8DbDe/PeN/Nl52p1pTZUng18DhJQxLm3FRcGDn+bjy9QISJbrD2TgTsFWC56b3NM&#10;rb/xnq5ZLJSEcEjRQBljk2od8pIchoFviEU7+9ZhlLUttG3xJuGu1sMkGWuHFUtDiQ19l5T/Zxdn&#10;4DI+DQ983tpdtr7/TNebVdDHwpj3freagYrUxZf5ef1rBX80GQmvvCMz6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acY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rTlMYA&#10;AADeAAAADwAAAGRycy9kb3ducmV2LnhtbERPS2vCQBC+F/oflil4qxsbSTV1lSoU2h4qvg7eptkx&#10;iWZnY3bV+O/dQsHbfHzPGU1aU4kzNa60rKDXjUAQZ1aXnCtYrz6eByCcR9ZYWSYFV3IwGT8+jDDV&#10;9sILOi99LkIIuxQVFN7XqZQuK8ig69qaOHA72xj0ATa51A1eQrip5EsUJdJgyaGhwJpmBWWH5cko&#10;2MwHyXA+/ervv39+MTb6uNVlolTnqX1/A+Gp9Xfxv/tTh/nxazyEv3fCDX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rTl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+e4McA&#10;AADeAAAADwAAAGRycy9kb3ducmV2LnhtbESPT2vCQBDF7wW/wzKCN934B5XoKrZSK57UFrwO2WkS&#10;mp0N2a3GfnrnIPQ2w7x57/2W69ZV6kpNKD0bGA4SUMSZtyXnBr4+3/tzUCEiW6w8k4E7BVivOi9L&#10;TK2/8Ymu55grMeGQooEixjrVOmQFOQwDXxPL7ds3DqOsTa5tgzcxd5UeJclUOyxZEgqs6a2g7Of8&#10;6wz8TS94DB+j1+3YRrpP5jt/OO6M6XXbzQJUpDb+i5/feyv1x7OJAAiOzK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Pnu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pS1cMA&#10;AADeAAAADwAAAGRycy9kb3ducmV2LnhtbERP24rCMBB9X/Afwgi+aap2L1ajiCjs267d/YChGdNi&#10;M6lN1OrXmwVh3+ZwrrNYdbYWF2p95VjBeJSAIC6crtgo+P3ZDT9A+ICssXZMCm7kYbXsvSww0+7K&#10;e7rkwYgYwj5DBWUITSalL0qy6EeuIY7cwbUWQ4StkbrFawy3tZwkyZu0WHFsKLGhTUnFMT9bBSc3&#10;edVdvsWv43b2XRmTnu77VKlBv1vPQQTqwr/46f7Ucf70PR3D3zvxBr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pS1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SqScQA&#10;AADeAAAADwAAAGRycy9kb3ducmV2LnhtbERPyW7CMBC9V+IfrEHiVhygZQkxqEVC4spy6HFqTxaI&#10;xyE2kPbr60qVepunt0627mwt7tT6yrGC0TABQaydqbhQcDpun+cgfEA2WDsmBV/kYb3qPWWYGvfg&#10;Pd0PoRAxhH2KCsoQmlRKr0uy6IeuIY5c7lqLIcK2kKbFRwy3tRwnyVRarDg2lNjQpiR9Odysgl31&#10;Sa9TnS/s/F3vP76vYTI7G6UG/e5tCSJQF/7Ff+6difMns5cx/L4Tb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Uqk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n2BcYA&#10;AADeAAAADwAAAGRycy9kb3ducmV2LnhtbERP0WrCQBB8L/Qfji34ppdqsRo9RQWhpRqoSvu65NZc&#10;aG4v5K4x/n1PEPo2u7MzszNfdrYSLTW+dKzgeZCAIM6dLrlQcDpu+xMQPiBrrByTgit5WC4eH+aY&#10;anfhT2oPoRDRhH2KCkwIdSqlzw1Z9ANXE0fu7BqLIY5NIXWDl2huKzlMkrG0WHJMMFjTxlD+c/i1&#10;ClrMrsm3We+n7+UuH2brrw8d96r31K1mIAJ14f/4rn7T8f3R68sIbnUiBr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/n2B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2x68MA&#10;AADeAAAADwAAAGRycy9kb3ducmV2LnhtbERPTUvDQBC9C/6HZQRvdmMsVmK3pRQqHjXtweOYnWZT&#10;szNhd22iv94VBG/zeJ+zXE++V2cKsRM2cDsrQBE3YjtuDRz2u5sHUDEhW+yFycAXRVivLi+WWFkZ&#10;+ZXOdWpVDuFYoQGX0lBpHRtHHuNMBuLMHSV4TBmGVtuAYw73vS6L4l577Dg3OBxo66j5qD+9gfGp&#10;eT+VxzfrvsMgu/pFTmUvxlxfTZtHUImm9C/+cz/bPP9uMZ/D7zv5Br3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2x6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kEZ8YA&#10;AADeAAAADwAAAGRycy9kb3ducmV2LnhtbERP22oCMRB9L/gPYQTfarbaVlmN4qWCSIuo7fu4me6u&#10;JpNlk+r6941Q6NscznXG08YacaHal44VPHUTEMSZ0yXnCj4Pq8chCB+QNRrHpOBGHqaT1sMYU+2u&#10;vKPLPuQihrBPUUERQpVK6bOCLPquq4gj9+1qiyHCOpe6xmsMt0b2kuRVWiw5NhRY0aKg7Lz/sQpW&#10;26U59T52sy8ZFm+Doxlu5st3pTrtZjYCEagJ/+I/91rH+f3B8wvc34k3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kEZ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1HhMUA&#10;AADeAAAADwAAAGRycy9kb3ducmV2LnhtbERP22rCQBB9F/yHZYS+FN2o9UJ0FRGKCi14A1/H7JgE&#10;s7Mhu43p37uFgm9zONeZLxtTiJoql1tW0O9FIIgTq3NOFZxPn90pCOeRNRaWScEvOVgu2q05xto+&#10;+ED10acihLCLUUHmfRlL6ZKMDLqeLYkDd7OVQR9glUpd4SOEm0IOomgsDeYcGjIsaZ1Rcj/+GAX1&#10;/uuabmtX7u7TdzcaXjebb31R6q3TrGYgPDX+Jf53b3WYP5x8jOHvnXCDX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jUe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511F" w:rsidRDefault="0059511F" w:rsidP="0059511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2cAsYA&#10;AADeAAAADwAAAGRycy9kb3ducmV2LnhtbERPS2sCMRC+C/6HMEJvmq21PlajVKHQS8HXQW/jZrq7&#10;uJlsk6jb/vqmIHibj+85s0VjKnEl50vLCp57CQjizOqScwX73Xt3DMIHZI2VZVLwQx4W83Zrhqm2&#10;N97QdRtyEUPYp6igCKFOpfRZQQZ9z9bEkfuyzmCI0OVSO7zFcFPJfpIMpcGSY0OBNa0Kys7bi1Gw&#10;nIyX3+sBf/5uTkc6Hk7n175LlHrqNG9TEIGa8BDf3R86zn8ZDUbw/0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62cAsYAAADeAAAADwAAAAAAAAAAAAAAAACYAgAAZHJz&#10;L2Rvd25yZXYueG1sUEsFBgAAAAAEAAQA9QAAAIsDAAAAAA==&#10;" fillcolor="black" stroked="f">
                  <v:textbox>
                    <w:txbxContent>
                      <w:p w:rsidR="0059511F" w:rsidRDefault="0059511F" w:rsidP="0059511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EGcMkA&#10;AADeAAAADwAAAGRycy9kb3ducmV2LnhtbESPQU/CQBCF7yT+h82YcIMtoEgqCxHRxEQ8gB48jt2h&#10;3bQ723QXqP5652DibSbvzXvfLNe9b9SZuugCG5iMM1DERbCOSwMf78+jBaiYkC02gcnAN0VYr64G&#10;S8xtuPCezodUKgnhmKOBKqU21zoWFXmM49ASi3YMnccka1dq2+FFwn2jp1k21x4dS0OFLT1WVNSH&#10;kzfw+Tp3i72j6dfuZ/Nkd7f15m1bGzO87h/uQSXq07/57/rFCv7s7kZ45R2ZQa9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/EGc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/O2cUA&#10;AADeAAAADwAAAGRycy9kb3ducmV2LnhtbERPTU8CMRC9k/gfmiHxBl3UKCwUQjBGLh5AjdfJdtgu&#10;u50ubYGFX09NTLzNy/uc2aKzjTiRD5VjBaNhBoK4cLriUsHX59tgDCJEZI2NY1JwoQCL+V1vhrl2&#10;Z97QaRtLkUI45KjAxNjmUobCkMUwdC1x4nbOW4wJ+lJqj+cUbhv5kGXP0mLFqcFgSytDRb09WgV+&#10;+fNaX/n4XWfXj0t433eHMRql7vvdcgoiUhf/xX/utU7zH1+eJvD7Trp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787Z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1H0scA&#10;AADeAAAADwAAAGRycy9kb3ducmV2LnhtbESP0UoDQQxF34X+w5CCL2JnW9HWtdNSBEGwCK39gHQn&#10;7i7OZJad2G79evMg+JaQm3vvWa6HGMyJ+twmdjCdFGCIq+Rbrh0cPl5uF2CyIHsMicnBhTKsV6Or&#10;JZY+nXlHp73URk04l+igEelKa3PVUMQ8SR2x3j5TH1F07WvrezyreQx2VhQPNmLLmtBgR88NVV/7&#10;7+ggzI7h8W2et3I52G3xE2V38+6dux4PmycwQoP8i/++X73Wv5vfK4Di6Ax2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l9R9L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GjE8UA&#10;AADeAAAADwAAAGRycy9kb3ducmV2LnhtbERPS2sCMRC+F/ofwhS81axKH6xGqYqwFw/dWryOm3Gz&#10;NJksm6hrf70pFLzNx/ec2aJ3VpypC41nBaNhBoK48rrhWsHua/P8DiJEZI3WMym4UoDF/PFhhrn2&#10;F/6kcxlrkUI45KjAxNjmUobKkMMw9C1x4o6+cxgT7GqpO7ykcGflOMtepcOGU4PBllaGqp/y5BSs&#10;y9aOd4VZhv339nCwxe+G9mulBk/9xxREpD7exf/uQqf5k7eXEf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4aMT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aPUsMA&#10;AADeAAAADwAAAGRycy9kb3ducmV2LnhtbERPTWsCMRC9F/ofwhS81aRKVVazSykKQk9aPfQ2JOPu&#10;2s1k2UR3/fdGKPQ2j/c5q2JwjbhSF2rPGt7GCgSx8bbmUsPhe/O6ABEissXGM2m4UYAif35aYWZ9&#10;zzu67mMpUgiHDDVUMbaZlMFU5DCMfUucuJPvHMYEu1LaDvsU7ho5UWomHdacGips6bMi87u/OA3n&#10;jfzyRqE5Ho791s5/1jNqlNajl+FjCSLSEP/Ff+6tTfOn8/cJPN5JN8j8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DaPU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ZrsQA&#10;AADeAAAADwAAAGRycy9kb3ducmV2LnhtbERPS2vCQBC+F/wPywi96UZDq0RX0UKhVHrwgXgcs2MS&#10;kp0Nu6um/74rCL3Nx/ec+bIzjbiR85VlBaNhAoI4t7riQsFh/zmYgvABWWNjmRT8koflovcyx0zb&#10;O2/ptguFiCHsM1RQhtBmUvq8JIN+aFviyF2sMxgidIXUDu8x3DRynCTv0mDFsaHElj5Kyuvd1Sg4&#10;XTd8+Um/V24djrbb+3p8ntZKvfa71QxEoC78i5/uLx3np5O3FB7vx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2a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511F" w:rsidRDefault="0059511F" w:rsidP="0059511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aUqMYA&#10;AADeAAAADwAAAGRycy9kb3ducmV2LnhtbERPS2sCMRC+F/wPYYTealarVbdG0YLgpeDroLdxM91d&#10;3Ey2SdRtf70pFLzNx/ecyawxlbiS86VlBd1OAoI4s7rkXMF+t3wZgfABWWNlmRT8kIfZtPU0wVTb&#10;G2/oug25iCHsU1RQhFCnUvqsIIO+Y2viyH1ZZzBE6HKpHd5iuKlkL0nepMGSY0OBNX0UlJ23F6Ng&#10;MR4tvtd9/vzdnI50PJzOg55LlHpuN/N3EIGa8BD/u1c6zn8dDvrw9068QU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aUqMYAAADeAAAADwAAAAAAAAAAAAAAAACYAgAAZHJz&#10;L2Rvd25yZXYueG1sUEsFBgAAAAAEAAQA9QAAAIsDAAAAAA==&#10;" fillcolor="black" stroked="f">
                  <v:textbox>
                    <w:txbxContent>
                      <w:p w:rsidR="0059511F" w:rsidRDefault="0059511F" w:rsidP="0059511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w6mcQA&#10;AADeAAAADwAAAGRycy9kb3ducmV2LnhtbERPTUsDMRC9C/6HMII3m62lWtamZSmI4mlbW3qdbsbN&#10;0s1kSWK6/nsjCL3N433Ocj3aXiTyoXOsYDopQBA3TnfcKth/vj4sQISIrLF3TAp+KMB6dXuzxFK7&#10;C28p7WIrcgiHEhWYGIdSytAYshgmbiDO3JfzFmOGvpXa4yWH214+FsWTtNhxbjA40MZQc959WwXp&#10;tKmrWToms/3wVetd/XY41Urd343VC4hIY7yK/93vOs+fPc/n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cOp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Lg58YA&#10;AADeAAAADwAAAGRycy9kb3ducmV2LnhtbERPTWvCQBC9F/wPywje6kal0aauImKL9WIbC+1xyE6z&#10;wexsyG5j2l/vFgq9zeN9znLd21p01PrKsYLJOAFBXDhdcang7fR4uwDhA7LG2jEp+CYP69XgZomZ&#10;dhd+pS4PpYgh7DNUYEJoMil9YciiH7uGOHKfrrUYImxLqVu8xHBby2mSpNJixbHBYENbQ8U5/7IK&#10;/GS7ez/Yn/vu48nwMX826UtplBoN+80DiEB9+Bf/ufc6zp/N71L4fSfe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Lg5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511F" w:rsidRDefault="0059511F" w:rsidP="0059511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val="ru-RU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59511F" w:rsidRPr="003C3FA9" w:rsidRDefault="0059511F" w:rsidP="0059511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44F363" wp14:editId="173A096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757" name="Группа 137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758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511F" w:rsidRDefault="0059511F" w:rsidP="0059511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5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z/e8UA&#10;AADeAAAADwAAAGRycy9kb3ducmV2LnhtbESPQYvCQAyF7wv+hyGCt3WqZVepjiKi4kFYdNd76MS2&#10;2MmUzqj1328OgreE9/Lel/myc7W6UxsqzwZGwwQUce5txYWBv9/t5xRUiMgWa89k4EkBlovexxwz&#10;6x98pPspFkpCOGRooIyxybQOeUkOw9A3xKJdfOswytoW2rb4kHBX63GSfGuHFUtDiQ2tS8qvp5sz&#10;4NPd/nAuxsd0w5PIq5/p5dwdjBn0u9UMVKQuvs2v670V/HTyJbzy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HP97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oQ8cA&#10;AADeAAAADwAAAGRycy9kb3ducmV2LnhtbERPS2sCMRC+F/ofwhR6Ec3aUh9bo4iwfR0EH+B12Ew3&#10;224mSxJ16683hUJv8/E9Z7bobCNO5EPtWMFwkIEgLp2uuVKw3xX9CYgQkTU2jknBDwVYzG9vZphr&#10;d+YNnbaxEimEQ44KTIxtLmUoDVkMA9cSJ+7TeYsxQV9J7fGcwm0jH7JsJC3WnBoMtrQyVH5vj1bB&#10;V7E2h9X48uJ70w1desXHa/M+Uur+rls+g4jUxX/xn/tNp/mP46cp/L6Tbp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U6E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3UOsMA&#10;AADeAAAADwAAAGRycy9kb3ducmV2LnhtbESPzYrCMBDH74LvEGZhL6KpLohUo4isIl7EjwcYmrEp&#10;20xKk7Xdt3cOC95mmP/Hb1ab3tfqSW2sAhuYTjJQxEWwFZcG7rf9eAEqJmSLdWAy8EcRNuvhYIW5&#10;DR1f6HlNpZIQjjkacCk1udaxcOQxTkJDLLdHaD0mWdtS2xY7Cfe1nmXZXHusWBocNrRzVPxcf72U&#10;nL/wfHp0t/2hxw6/T45H24sxnx/9dgkqUZ/e4n/30Qr+dJEJr7wjM+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3UO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Vkm8UA&#10;AADeAAAADwAAAGRycy9kb3ducmV2LnhtbERPTUsDMRC9C/6HMEJvNtuitV2bFqktiNCDVSjehs10&#10;d3EzCcm0u/57Iwje5vE+Z7keXKcuFFPr2cBkXIAirrxtuTbw8b67nYNKgmyx80wGvinBenV9tcTS&#10;+p7f6HKQWuUQTiUaaERCqXWqGnKYxj4QZ+7ko0PJMNbaRuxzuOv0tChm2mHLuaHBQJuGqq/D2RnY&#10;99vw+jC7P4XPeDfV6dnKcSPGjG6Gp0dQQoP8i//cLzbPn8yLB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WS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JO4cUA&#10;AADeAAAADwAAAGRycy9kb3ducmV2LnhtbESP3WrCQBCF74W+wzJCb6RuUkEkdRUptYg34s8DDNkx&#10;G8zOhuzWpG/vXAjezTDnnG/Ocj34Rt2pi3VgA/k0A0VcBltzZeBy3n4sQMWEbLEJTAb+KcJ69TZa&#10;YmFDz0e6n1KlJIRjgQZcSm2hdSwdeYzT0BLL7Ro6j0nWrtK2w17CfaM/s2yuPdYsBIctfTsqb6c/&#10;L5DDDA/7a3/e/g7Y48/e8WRzNOZ9PGy+QCUa0kv8dO+svJ8vcikgdWQGv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k7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r+QMQA&#10;AADeAAAADwAAAGRycy9kb3ducmV2LnhtbERPTUsDMRC9C/0PYQrebHaL1rI2LaVVEMGDVSi9DZvp&#10;7uJmEpKxu/57Iwje5vE+Z7UZXa8uFFPn2UA5K0AR19523Bj4eH+6WYJKgmyx90wGvinBZj25WmFl&#10;/cBvdDlIo3IIpwoNtCKh0jrVLTlMMx+IM3f20aFkGBttIw453PV6XhQL7bDj3NBioF1L9efhyxl4&#10;HR7Dy/3i7hxO8Xau097KcSfGXE/H7QMooVH+xX/uZ5vnl8u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a/k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193sQA&#10;AADeAAAADwAAAGRycy9kb3ducmV2LnhtbERP32vCMBB+H/g/hBv4MjStY0OqUVQIDiaMOcHXoznb&#10;suZSkmi7/34ZCHu7j+/nLdeDbcWNfGgcK8inGQji0pmGKwWnLz2ZgwgR2WDrmBT8UID1avSwxMK4&#10;nj/pdoyVSCEcClRQx9gVUoayJoth6jrixF2ctxgT9JU0HvsUbls5y7JXabHh1FBjR7uayu/j1SrY&#10;fvTVs38qt4N7v+zPL1obfdBKjR+HzQJEpCH+i+/uN5Pm5/N8Bn/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Nfd7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GSusMA&#10;AADeAAAADwAAAGRycy9kb3ducmV2LnhtbERP3WrCMBS+H+wdwhF2N9PqNkpnFJkUZHgz3QMcmrOm&#10;2pyUJNbu7Y0geHc+vt+zWI22EwP50DpWkE8zEMS10y03Cn4P1WsBIkRkjZ1jUvBPAVbL56cFltpd&#10;+IeGfWxECuFQogITY19KGWpDFsPU9cSJ+3PeYkzQN1J7vKRw28lZln1Iiy2nBoM9fRmqT/uzVVB9&#10;z3bD6ax95dbjm6V3cyw2RqmXybj+BBFpjA/x3b3VaX5e5H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GSu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AMcUA&#10;AADeAAAADwAAAGRycy9kb3ducmV2LnhtbERPW2vCMBR+H/gfwhnsZWjabYp0RtFBmLDB8AJ7PTTH&#10;tqw5KUlm6783wmBv5+O7nsVqsK04kw+NYwX5JANBXDrTcKXgeNDjOYgQkQ22jknBhQKslqO7BRbG&#10;9byj8z5WIoVwKFBBHWNXSBnKmiyGieuIE3dy3mJM0FfSeOxTuG3lU5bNpMWGU0ONHb3VVP7sf62C&#10;zVdfPfvHcjO4j9P791Rroz+1Ug/3w/oVRKQh/ov/3FuT5ufz/AV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EAx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SvVcIA&#10;AADeAAAADwAAAGRycy9kb3ducmV2LnhtbERP3WrCMBS+F/YO4Qx2p2llSumMIhuFId6oe4BDc2yq&#10;zUlJYu3e3giD3Z2P7/esNqPtxEA+tI4V5LMMBHHtdMuNgp9TNS1AhIissXNMCn4pwGb9Mllhqd2d&#10;DzQcYyNSCIcSFZgY+1LKUBuyGGauJ07c2XmLMUHfSO3xnsJtJ+dZtpQWW04NBnv6NFRfjzeroNrN&#10;98P1pn3ltuO7pYW5FF9GqbfXcfsBItIY/8V/7m+d5udFvoDnO+kGuX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FK9V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ivysAA&#10;AADeAAAADwAAAGRycy9kb3ducmV2LnhtbERP24rCMBB9X/Afwgi+rWm9IbVRRFDWx61+wNCMbWkz&#10;qU209e/NgrBvczjXSXeDacSTOldZVhBPIxDEudUVFwqul+P3GoTzyBoby6TgRQ5229FXiom2Pf/S&#10;M/OFCCHsElRQet8mUrq8JINualviwN1sZ9AH2BVSd9iHcNPIWRStpMGKQ0OJLR1KyuvsYRQsXv3p&#10;ni3r6KgNxed5e2afL5WajIf9BoSnwf+LP+4fHebH63gFf++EG+T2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Qivys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c/sMA&#10;AADeAAAADwAAAGRycy9kb3ducmV2LnhtbERPS4vCMBC+C/sfwix407QefFTTIisu4mmt7p6HZmyL&#10;zaQ0Ueu/N8KCt/n4nrPKetOIG3WutqwgHkcgiAuray4VnI7b0RyE88gaG8uk4EEOsvRjsMJE2zsf&#10;6Jb7UoQQdgkqqLxvEyldUZFBN7YtceDOtjPoA+xKqTu8h3DTyEkUTaXBmkNDhS19VVRc8qtRcJ3+&#10;TU583uuffPP4Xmy2ayd/S6WGn/16CcJT79/if/dOh/nxPJ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Yc/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4kckA&#10;AADeAAAADwAAAGRycy9kb3ducmV2LnhtbESPzU7DQAyE70i8w8pI3OgmgKI07bYCpErAgap/h95M&#10;1iSBrDfNLm14+/qA1JutGc98ns4H16oj9aHxbCAdJaCIS28brgxsN4u7HFSIyBZbz2TgjwLMZ9dX&#10;UyysP/GKjutYKQnhUKCBOsau0DqUNTkMI98Ri/ble4dR1r7StseThLtW3ydJph02LA01dvRSU/mz&#10;/nUGdss8Gy+f3x6/3z8+8cHZw942mTG3N8PTBFSkIV7M/9evVvDTPBVeeUdm0L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rY4k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MKnsQA&#10;AADeAAAADwAAAGRycy9kb3ducmV2LnhtbERPS2vCQBC+F/oflhG81U1UJKbZSFvRFk++wOuQnSbB&#10;7GzIrhr767uFgrf5+J6TLXrTiCt1rrasIB5FIIgLq2suFRwPq5cEhPPIGhvLpOBODhb581OGqbY3&#10;3tF170sRQtilqKDyvk2ldEVFBt3ItsSB+7adQR9gV0rd4S2Em0aOo2gmDdYcGips6aOi4ry/GAU/&#10;sxNu3ef4fTnRnu7TZG0327VSw0H/9grCU+8f4n/3lw7z4ySew9874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0DCp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wAEMYA&#10;AADeAAAADwAAAGRycy9kb3ducmV2LnhtbESPQW/CMAyF70j7D5GRdoOUik1dIaAJMWm3jW4/wGq8&#10;tKJxShOg49fjw6TdbPn5vfett6Pv1IWG2AY2sJhnoIjrYFt2Br6/3mYFqJiQLXaBycAvRdhuHiZr&#10;LG248oEuVXJKTDiWaKBJqS+1jnVDHuM89MRy+wmDxyTr4LQd8CrmvtN5lj1rjy1LQoM97Rqqj9XZ&#10;GziF/MmO1R4/jvuXz9a55el2WBrzOB1fV6ASjelf/Pf9bqX+osgFQHBkBr2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wAE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zDYMQA&#10;AADeAAAADwAAAGRycy9kb3ducmV2LnhtbERPyW7CMBC9I/EP1lTqrTihAtIUJ2orVeLKcuA4tYck&#10;bTwOsQspX4+RKnGbp7fOshxsK07U+8axgnSSgCDWzjRcKdhtP58yED4gG2wdk4I/8lAW49ESc+PO&#10;vKbTJlQihrDPUUEdQpdL6XVNFv3EdcSRO7jeYoiwr6Tp8RzDbSunSTKXFhuODTV29FGT/tn8WgWr&#10;5otmc314sdm7Xu8vx/C8+DZKPT4Mb68gAg3hLv53r0ycn2bTFG7vxBtk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cw2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VyJsYA&#10;AADeAAAADwAAAGRycy9kb3ducmV2LnhtbERP0WrCQBB8L/gPxwq+1UuUFhu9iAqCpa1QlfZ1ya25&#10;YG4v5M4Y/75XKPRtdmdnZmex7G0tOmp95VhBOk5AEBdOV1wqOB23jzMQPiBrrB2Tgjt5WOaDhwVm&#10;2t34k7pDKEU0YZ+hAhNCk0npC0MW/dg1xJE7u9ZiiGNbSt3iLZrbWk6S5FlarDgmGGxoY6i4HK5W&#10;QYf7e/Jt1h8vr9V7Mdmvv9503KvRsF/NQQTqw//xn3qn4/vp7GkK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VyJ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E1yMMA&#10;AADeAAAADwAAAGRycy9kb3ducmV2LnhtbERPTUvDQBC9C/0Pywje7KZBpcRuixQqHjX20OM0O82m&#10;ZmfC7tpEf70rCN7m8T5ntZl8ry4UYidsYDEvQBE3YjtuDezfd7dLUDEhW+yFycAXRdisZ1crrKyM&#10;/EaXOrUqh3Cs0IBLaai0jo0jj3EuA3HmThI8pgxDq23AMYf7XpdF8aA9dpwbHA60ddR81J/ewPjc&#10;HM/l6WDddxhkV7/KuezFmJvr6ekRVKIp/Yv/3C82z18s7+/g9518g1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8E1y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WARMUA&#10;AADeAAAADwAAAGRycy9kb3ducmV2LnhtbERP22oCMRB9L/QfwhT6VrMK2mU1itUKUiri7X3cjLvb&#10;JpNlk+r2740g+DaHc53RpLVGnKnxlWMF3U4Cgjh3uuJCwX63eEtB+ICs0TgmBf/kYTJ+fhphpt2F&#10;N3TehkLEEPYZKihDqDMpfV6SRd9xNXHkTq6xGCJsCqkbvMRwa2QvSQbSYsWxocSaZiXlv9s/q2Cx&#10;npuf3mozPcgw+3w/mvTrY/6t1OtLOx2CCNSGh/juXuo4v5v2+3B7J94gx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dYB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HDp8QA&#10;AADeAAAADwAAAGRycy9kb3ducmV2LnhtbERP24rCMBB9F/Yfwgj7ImvqilKqURZBVFjBy4KvYzO2&#10;xWZSmljr328Ewbc5nOtM560pRUO1KywrGPQjEMSp1QVnCv6Oy68YhPPIGkvLpOBBDuazj84UE23v&#10;vKfm4DMRQtglqCD3vkqkdGlOBl3fVsSBu9jaoA+wzqSu8R7CTSm/o2gsDRYcGnKsaJFTej3cjIJm&#10;93vO1o2rNte450bD82q11SelPrvtzwSEp9a/xS/3Wof5g3g0huc74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Rw6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511F" w:rsidRDefault="0059511F" w:rsidP="0059511F"/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YIcYA&#10;AADeAAAADwAAAGRycy9kb3ducmV2LnhtbERPTWsCMRC9C/6HMEJvmlVqu65G0YLQi1BtD/U2bsbd&#10;xc1km0Td+usboeBtHu9zZovW1OJCzleWFQwHCQji3OqKCwVfn+t+CsIHZI21ZVLwSx4W825nhpm2&#10;V97SZRcKEUPYZ6igDKHJpPR5SQb9wDbEkTtaZzBE6AqpHV5juKnlKElepMGKY0OJDb2VlJ92Z6Ng&#10;NUlXPx/PvLltD3vafx9O45FLlHrqtcspiEBteIj/3e86zh+m41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XEYIcYAAADeAAAADwAAAAAAAAAAAAAAAACYAgAAZHJz&#10;L2Rvd25yZXYueG1sUEsFBgAAAAAEAAQA9QAAAIsDAAAAAA==&#10;" fillcolor="black" stroked="f">
                  <v:textbox>
                    <w:txbxContent>
                      <w:p w:rsidR="0059511F" w:rsidRDefault="0059511F" w:rsidP="0059511F"/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2CU8kA&#10;AADeAAAADwAAAGRycy9kb3ducmV2LnhtbESPT2vDMAzF74N+B6PBbqvTQkvI6pb1z2Cw7tBuhx3V&#10;WE1MYjnEXpvt00+HQW8S7+m9nxarwbfqQn10gQ1Mxhko4jJYx5WBz4+XxxxUTMgW28Bk4IcirJaj&#10;uwUWNlz5QJdjqpSEcCzQQJ1SV2gdy5o8xnHoiEU7h95jkrWvtO3xKuG+1dMsm2uPjqWhxo42NZXN&#10;8dsb+Hqbu/zgaHra/653dj9r1u/bxpiH++H5CVSiId3M/9evVvAn+Ux45R2ZQS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S2CU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NK+sQA&#10;AADeAAAADwAAAGRycy9kb3ducmV2LnhtbERPTWsCMRC9C/6HMEJvNavQsm6NIorYSw+1lV6HzXSz&#10;3c1kTaKu/vqmUPA2j/c582VvW3EmH2rHCibjDARx6XTNlYLPj+1jDiJEZI2tY1JwpQDLxXAwx0K7&#10;C7/TeR8rkUI4FKjAxNgVUobSkMUwdh1x4r6dtxgT9JXUHi8p3LZymmXP0mLNqcFgR2tDZbM/WQV+&#10;9bVpbnw6NNnt7Rp2P/0xR6PUw6hfvYCI1Me7+N/9qtP8Sf40g79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zSv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SfkccA&#10;AADeAAAADwAAAGRycy9kb3ducmV2LnhtbESPQWsCQQyF7wX/w5BCL0Vn9WDt6ihSKBQqBa0/IO7E&#10;3aUzmWUn1bW/vjkUekvIy3vvW22GGMyF+twmdjCdFGCIq+Rbrh0cP1/HCzBZkD2GxOTgRhk269Hd&#10;Ckufrryny0FqoyacS3TQiHSltblqKGKepI5Yb+fURxRd+9r6Hq9qHoOdFcXcRmxZExrs6KWh6uvw&#10;HR2E2Sk8vz/lndyOdlf8RNk/fnjnHu6H7RKM0CD/4r/vN6/1p4u5AiiOz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Un5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7UMQA&#10;AADeAAAADwAAAGRycy9kb3ducmV2LnhtbERPS2sCMRC+C/0PYQRvml0PIluj+EDYi4duLV7HzbhZ&#10;TCbLJtVtf31TKPQ2H99zVpvBWfGgPrSeFeSzDARx7XXLjYLz+3G6BBEiskbrmRR8UYDN+mW0wkL7&#10;J7/Ro4qNSCEcClRgYuwKKUNtyGGY+Y44cTffO4wJ9o3UPT5TuLNynmUL6bDl1GCwo72h+l59OgWH&#10;qrPzc2l24fJxul5t+X2ky0GpyXjYvoKINMR/8Z+71Gl+vlzk8PtOu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Ie1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9XEcIA&#10;AADeAAAADwAAAGRycy9kb3ducmV2LnhtbERPS4vCMBC+L/gfwgje1kQPVapRlmUFwdP6OHgbkrGt&#10;NpPSZG3992ZB8DYf33OW697V4k5tqDxrmIwVCGLjbcWFhuNh8zkHESKyxdozaXhQgPVq8LHE3PqO&#10;f+m+j4VIIRxy1FDG2ORSBlOSwzD2DXHiLr51GBNsC2lb7FK4q+VUqUw6rDg1lNjQd0nmtv9zGq4b&#10;ufNGoTkdT93Wzs4/GdVK69Gw/1qAiNTHt/jl3to0fzLPpvD/TrpBr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X1cR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sB7cMA&#10;AADeAAAADwAAAGRycy9kb3ducmV2LnhtbERPS4vCMBC+L/gfwgje1lQFKdUoKiwsyh58IB7HZmxL&#10;m0lJotZ/vxEW9jYf33Pmy8404kHOV5YVjIYJCOLc6ooLBafj12cKwgdkjY1lUvAiD8tF72OOmbZP&#10;3tPjEAoRQ9hnqKAMoc2k9HlJBv3QtsSRu1lnMEToCqkdPmO4aeQ4SabSYMWxocSWNiXl9eFuFFzu&#10;O779TLYrtw5n2x19Pb6mtVKDfreagQjUhX/xn/tbx/mjdDqB9zvxBr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sB7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511F" w:rsidRDefault="0059511F" w:rsidP="0059511F"/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9M68UA&#10;AADeAAAADwAAAGRycy9kb3ducmV2LnhtbERPTWsCMRC9F/ofwhR6q1lFZV2NooLQS0FtD3obN+Pu&#10;4mayJqmu/nojFHqbx/ucyaw1tbiQ85VlBd1OAoI4t7riQsHP9+ojBeEDssbaMim4kYfZ9PVlgpm2&#10;V97QZRsKEUPYZ6igDKHJpPR5SQZ9xzbEkTtaZzBE6AqpHV5juKllL0mG0mDFsaHEhpYl5aftr1Gw&#10;GKWL87rPX/fNYU/73eE06LlEqfe3dj4GEagN/+I/96eO87vpsA/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z0zrxQAAAN4AAAAPAAAAAAAAAAAAAAAAAJgCAABkcnMv&#10;ZG93bnJldi54bWxQSwUGAAAAAAQABAD1AAAAigMAAAAA&#10;" fillcolor="black" stroked="f">
                  <v:textbox>
                    <w:txbxContent>
                      <w:p w:rsidR="0059511F" w:rsidRDefault="0059511F" w:rsidP="0059511F"/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Xi2sMA&#10;AADeAAAADwAAAGRycy9kb3ducmV2LnhtbERPS0sDMRC+C/0PYQrebLaKpaxNy1IQxdP2hdfpZrpZ&#10;upksSUzXf28Ewdt8fM9ZbUbbi0Q+dI4VzGcFCOLG6Y5bBcfD68MSRIjIGnvHpOCbAmzWk7sVltrd&#10;eEdpH1uRQziUqMDEOJRShsaQxTBzA3HmLs5bjBn6VmqPtxxue/lYFAtpsePcYHCgraHmuv+yCtJ5&#10;W1dP6TOZ3YevWu/qt9O5Vup+OlYvICKN8V/8537Xef58uXiG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zXi2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511F" w:rsidRDefault="0059511F" w:rsidP="0059511F"/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s4pMQA&#10;AADeAAAADwAAAGRycy9kb3ducmV2LnhtbERPTWvCQBC9F/wPyxR6q5t4CJq6ShEtrRdrLOhxyE6z&#10;odnZkN3G1F/vFgRv83ifM18OthE9db52rCAdJyCIS6drrhR8HTbPUxA+IGtsHJOCP/KwXIwe5phr&#10;d+Y99UWoRAxhn6MCE0KbS+lLQxb92LXEkft2ncUQYVdJ3eE5httGTpIkkxZrjg0GW1oZKn+KX6vA&#10;p6v1cWsvs/70ZnhXfJjsszJKPT0Ory8gAg3hLr6533Wcn06zDP7fiTfI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LOKT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511F" w:rsidRDefault="0059511F" w:rsidP="0059511F"/>
                    </w:txbxContent>
                  </v:textbox>
                </v:shape>
              </v:group>
            </w:pict>
          </mc:Fallback>
        </mc:AlternateContent>
      </w:r>
    </w:p>
    <w:p w:rsidR="0059511F" w:rsidRPr="003C3FA9" w:rsidRDefault="0059511F" w:rsidP="00595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  <w:r w:rsidRPr="003C3FA9">
        <w:rPr>
          <w:rFonts w:ascii="Times New Roman" w:eastAsia="Times New Roman" w:hAnsi="Times New Roman" w:cs="Times New Roman"/>
          <w:b/>
          <w:lang w:eastAsia="en-US"/>
        </w:rPr>
        <w:t>РІШЕННЯ</w:t>
      </w:r>
    </w:p>
    <w:p w:rsidR="0059511F" w:rsidRPr="003C3FA9" w:rsidRDefault="0059511F" w:rsidP="005951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en-US"/>
        </w:rPr>
      </w:pPr>
    </w:p>
    <w:p w:rsidR="0059511F" w:rsidRPr="003C3FA9" w:rsidRDefault="0059511F" w:rsidP="0059511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59511F" w:rsidRPr="003C3FA9" w:rsidRDefault="0059511F" w:rsidP="0059511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9511F" w:rsidRPr="003C3FA9" w:rsidRDefault="0059511F" w:rsidP="0059511F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en-US"/>
        </w:rPr>
      </w:pPr>
    </w:p>
    <w:p w:rsidR="0059511F" w:rsidRPr="003C3FA9" w:rsidRDefault="0059511F" w:rsidP="0059511F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>____.06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>.2021р.                                                      Крупець                                        №_____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Вознюка М.М.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116,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122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 Вознюка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Вознюку Миколі Михайловичу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lang w:eastAsia="en-US"/>
        </w:rPr>
        <w:t xml:space="preserve">: </w:t>
      </w:r>
      <w:r w:rsidR="00E50FE2">
        <w:rPr>
          <w:rFonts w:ascii="Times New Roman" w:eastAsia="Times New Roman" w:hAnsi="Times New Roman" w:cs="Times New Roman"/>
          <w:sz w:val="24"/>
          <w:lang w:eastAsia="en-US"/>
        </w:rPr>
        <w:t>____________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3C3FA9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ід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ентифікаційний номер  </w:t>
      </w:r>
      <w:r w:rsidR="00E50FE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0,0843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6823982100:01:012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025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3C3FA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ля ведення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 селянського  господарства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с.Головлі</w:t>
      </w:r>
      <w:proofErr w:type="spellEnd"/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Вознюку М.М.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3C3FA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9511F" w:rsidRPr="003C3FA9" w:rsidRDefault="0059511F" w:rsidP="0059511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511F" w:rsidRPr="003C3FA9" w:rsidRDefault="0059511F" w:rsidP="0059511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9511F" w:rsidRPr="003C3FA9" w:rsidRDefault="0059511F" w:rsidP="0059511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9511F" w:rsidRPr="003C3FA9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9511F" w:rsidRDefault="0059511F" w:rsidP="005951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B6B97" w:rsidRDefault="00AB6B97"/>
    <w:sectPr w:rsidR="00AB6B9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511F"/>
    <w:rsid w:val="0059511F"/>
    <w:rsid w:val="00AB6B97"/>
    <w:rsid w:val="00E50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11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2</Pages>
  <Words>257</Words>
  <Characters>1466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2021-06-22T10:22:00Z</dcterms:created>
  <dcterms:modified xsi:type="dcterms:W3CDTF">2021-06-22T13:18:00Z</dcterms:modified>
</cp:coreProperties>
</file>