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D27" w:rsidRDefault="00363D27" w:rsidP="00363D2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63D27" w:rsidRPr="0066767B" w:rsidRDefault="00363D27" w:rsidP="00363D2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363D27" w:rsidRPr="0066767B" w:rsidRDefault="00363D27" w:rsidP="00363D27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AA34B87" wp14:editId="45957227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243" name="Группа 10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24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4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5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6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4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dGj8IA&#10;AADeAAAADwAAAGRycy9kb3ducmV2LnhtbERPS4vCMBC+C/6HMII3Ta3iSm0UkVU8CKKr96GZPrCZ&#10;lCar9d9vFgRv8/E9J113phYPal1lWcFkHIEgzqyuuFBw/dmNFiCcR9ZYWyYFL3KwXvV7KSbaPvlM&#10;j4svRAhhl6CC0vsmkdJlJRl0Y9sQBy63rUEfYFtI3eIzhJtaxlE0lwYrDg0lNrQtKbtffo0CO90f&#10;jrciPk+/+cvz5rTIb91RqeGg2yxBeOr8R/x2H3SYP4lnM/h/J9w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V0aP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9Rt8cA&#10;AADeAAAADwAAAGRycy9kb3ducmV2LnhtbERPTWsCMRC9F/ofwhS8SM0q1tqtUYqw2vZQUAu9Dpvp&#10;ZtvNZEmirv56IxR6m8f7nNmis404kA+1YwXDQQaCuHS65krB5664n4IIEVlj45gUnCjAYn57M8Nc&#10;uyNv6LCNlUghHHJUYGJscylDachiGLiWOHHfzluMCfpKao/HFG4bOcqyibRYc2ow2NLSUPm73VsF&#10;P8WH+Vo+nle+/7Shc794XzdvE6V6d93LM4hIXfwX/7lfdZo/HI0f4PpOukH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HfUb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5rwcYA&#10;AADeAAAADwAAAGRycy9kb3ducmV2LnhtbESP0WrCQBBF3wv9h2WEvhTdaEVKdA2hNFJ8EbUfMGTH&#10;bDA7G7LbJP17VxB8m+HeuefOJhttI3rqfO1YwXyWgCAuna65UvB7LqafIHxA1tg4JgX/5CHbvr5s&#10;MNVu4CP1p1CJGMI+RQUmhDaV0peGLPqZa4mjdnGdxRDXrpK6wyGG20YukmQlLdYcCQZb+jJUXk9/&#10;NkIOH3jYX4ZzsRtxwO+94ff8qNTbZMzXIAKN4Wl+XP/oWH++WK7g/k6cQW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x5rw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bbYMQA&#10;AADeAAAADwAAAGRycy9kb3ducmV2LnhtbERPTUsDMRC9C/6HMII3m+1SW1mbFqkKRfDQVhBvw2a6&#10;u7iZhGTsbv+9EYTe5vE+Z7keXa9OFFPn2cB0UoAirr3tuDHwcXi9ewCVBNli75kMnCnBenV9tcTK&#10;+oF3dNpLo3IIpwoNtCKh0jrVLTlMEx+IM3f00aFkGBttIw453PW6LIq5dthxbmgx0Kal+nv/4wy8&#10;Dy/hbTG/P4avOCt1erbyuRFjbm/Gp0dQQqNcxP/urc3zp+VsA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W22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1aKMQA&#10;AADeAAAADwAAAGRycy9kb3ducmV2LnhtbESPzWrCQBDH74W+wzIFL0U3flAkdRURleJF1D7AkB2z&#10;odnZkF1NfPvOQfA2w/w/frNY9b5Wd2pjFdjAeJSBIi6Crbg08HvZDeegYkK2WAcmAw+KsFq+vy0w&#10;t6HjE93PqVQSwjFHAy6lJtc6Fo48xlFoiOV2Da3HJGtbattiJ+G+1pMs+9IeK5YGhw1tHBV/55uX&#10;kuMUj4drd9nte+xwe3D8uT4ZM/jo19+gEvXpJX66f6zgjycz4ZV3ZAa9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NWi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XqicUA&#10;AADeAAAADwAAAGRycy9kb3ducmV2LnhtbERPTUsDMRC9C/0PYQrebLZLrbo2LaVVEKEHqyDehs10&#10;d3EzCcnYXf+9EQRv83ifs9qMrldniqnzbGA+K0AR19523Bh4e328ugWVBNli75kMfFOCzXpyscLK&#10;+oFf6HyURuUQThUaaEVCpXWqW3KYZj4QZ+7ko0PJMDbaRhxyuOt1WRRL7bDj3NBioF1L9efxyxk4&#10;DA/h+WZ5fQofcVHqtLfyvhNjLqfj9h6U0Cj/4j/3k83z5+Xi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BeqJ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PIIMgA&#10;AADeAAAADwAAAGRycy9kb3ducmV2LnhtbESPQUsDMRCF74L/IYzQi7TZVlpkbVqsECoolNaC12Ez&#10;3V3cTJYkdtd/7xwEbzPMm/fet96OvlNXiqkNbGA+K0ARV8G1XBs4f9jpI6iUkR12gcnADyXYbm5v&#10;1li6MPCRrqdcKzHhVKKBJue+1DpVDXlMs9ATy+0Soscsa6y1iziIue/0oihW2mPLktBgTy8NVV+n&#10;b29gdxjqh3hf7cbwdtl/Lq119t0aM7kbn59AZRrzv/jv+9VJ/fliKQCCIzPoz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48gg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8nRMIA&#10;AADeAAAADwAAAGRycy9kb3ducmV2LnhtbERP3WrCMBS+H+wdwhnsbqYtKtIZRTYKMrxR9wCH5thU&#10;m5OSxNq9/SII3p2P7/cs16PtxEA+tI4V5JMMBHHtdMuNgt9j9bEAESKyxs4xKfijAOvV68sSS+1u&#10;vKfhEBuRQjiUqMDE2JdShtqQxTBxPXHiTs5bjAn6RmqPtxRuO1lk2VxabDk1GOzpy1B9OVytguqn&#10;2A2Xq/aV24xTSzNzXnwbpd7fxs0niEhjfIof7q1O8/NilsP9nXSD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nydE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X3zzMQA&#10;AADeAAAADwAAAGRycy9kb3ducmV2LnhtbERP32vCMBB+H+x/CDfYi2hqhyKdUeYgbKAwpoKvR3O2&#10;Zc2lJJnt/nsjCHu7j+/nLdeDbcWFfGgcK5hOMhDEpTMNVwqOBz1egAgR2WDrmBT8UYD16vFhiYVx&#10;PX/TZR8rkUI4FKigjrErpAxlTRbDxHXEiTs7bzEm6CtpPPYp3LYyz7K5tNhwaqixo/eayp/9r1Ww&#10;+eqrFz8qN4Pbnj9OM62N3mmlnp+Gt1cQkYb4L767P02aP81nOdzeSTfI1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V988z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EcqMMA&#10;AADeAAAADwAAAGRycy9kb3ducmV2LnhtbERP3WrCMBS+H+wdwhl4N1PrHNKZimwURHaj2wMcmrOm&#10;a3NSkljr25vBwLvz8f2ezXayvRjJh9axgsU8A0FcO91yo+D7q3pegwgRWWPvmBRcKcC2fHzYYKHd&#10;hY80nmIjUgiHAhWYGIdCylAbshjmbiBO3I/zFmOCvpHa4yWF217mWfYqLbacGgwO9G6o7k5nq6A6&#10;5J9jd9a+crvpxdLK/K4/jFKzp2n3BiLSFO/if/dep/mLfLWEv3fSDb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gEcq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YaNMIA&#10;AADeAAAADwAAAGRycy9kb3ducmV2LnhtbERPzWqDQBC+F/oOywR6q6tpLMW4hlIwJMeaPsDgTlV0&#10;Z627UfP22UKht/n4fic/rGYQM02us6wgiWIQxLXVHTcKvi7l8xsI55E1DpZJwY0cHIrHhxwzbRf+&#10;pLnyjQgh7DJU0Ho/ZlK6uiWDLrIjceC+7WTQBzg1Uk+4hHAzyG0cv0qDHYeGFkf6aKnuq6tRsLst&#10;x58q7eNSG0rOL+OZfZ0q9bRZ3/cgPK3+X/znPukwP9mmO/h9J9wgi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Jho0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ipAMIA&#10;AADeAAAADwAAAGRycy9kb3ducmV2LnhtbERPTYvCMBC9C/sfwix409SCotW0yIqLeFqru+ehGdti&#10;MylN1PrvzYLgbR7vc1ZZbxpxo87VlhVMxhEI4sLqmksFp+N2NAfhPLLGxjIpeJCDLP0YrDDR9s4H&#10;uuW+FCGEXYIKKu/bREpXVGTQjW1LHLiz7Qz6ALtS6g7vIdw0Mo6imTRYc2iosKWviopLfjUKrrO/&#10;+MTnvf7JN4/vxWa7dvK3VGr42a+XIDz1/i1+uXc6zJ/E0yn8vxNukO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aKkA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WHasYA&#10;AADeAAAADwAAAGRycy9kb3ducmV2LnhtbERPS2vCQBC+F/wPywi91Y3WBo2uYgsF20ODr4O3MTsm&#10;0exsmt1q+u+7BcHbfHzPmc5bU4kLNa60rKDfi0AQZ1aXnCvYbt6fRiCcR9ZYWSYFv+RgPus8TDHR&#10;9soruqx9LkIIuwQVFN7XiZQuK8ig69maOHBH2xj0ATa51A1eQ7ip5CCKYmmw5NBQYE1vBWXn9Y9R&#10;sEtH8Th9/RiePr8O+Gz0916XsVKP3XYxAeGp9Xfxzb3UYX5/8BLD/zvh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WHa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C1ZcUA&#10;AADeAAAADwAAAGRycy9kb3ducmV2LnhtbERPTWvCQBC9F/wPywje6sbY2hCzilpqxVO0hV6H7JgE&#10;s7Mhu9XYX98tFLzN431OtuxNIy7Uudqygsk4AkFcWF1zqeDz4+0xAeE8ssbGMim4kYPlYvCQYart&#10;lQ90OfpShBB2KSqovG9TKV1RkUE3ti1x4E62M+gD7EqpO7yGcNPIOIpm0mDNoaHCljYVFefjt1Hw&#10;M/vC3L3H69ep9nR7SrZ2n2+VGg371RyEp97fxf/unQ7zJ/HzC/y9E26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YLVl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ZIucYA&#10;AADeAAAADwAAAGRycy9kb3ducmV2LnhtbESPQW/CMAyF70j7D5En7UZTKkCsI6BpYhK3jbIfYDVe&#10;WtE4pcmg49fPh0ncbL3n9z6vt6Pv1IWG2AY2MMtyUMR1sC07A1/H9+kKVEzIFrvAZOCXImw3D5M1&#10;ljZc+UCXKjklIRxLNNCk1Jdax7ohjzELPbFo32HwmGQdnLYDXiXcd7rI86X22LI0NNjTW0P1qfrx&#10;Bs6hWNix2uHHaff82To3P98Oc2OeHsfXF1CJxnQ3/1/vreDPioXwyjsyg97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cZIu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aLycQA&#10;AADeAAAADwAAAGRycy9kb3ducmV2LnhtbERPyW7CMBC9V+o/WFOJW3EAQUmKg1okJK4shx6n9mSB&#10;eJzGbkj79RipUm/z9NZZrQfbiJ46XztWMBknIIi1MzWXCk7H7fMShA/IBhvHpOCHPKzzx4cVZsZd&#10;eU/9IZQihrDPUEEVQptJ6XVFFv3YtcSRK1xnMUTYldJ0eI3htpHTJFlIizXHhgpb2lSkL4dvq2BX&#10;f9J8oYvULt/1/uP3K8xezkap0dPw9goi0BD+xX/unYnzJ9N5Cvd34g0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2i8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ERPsUA&#10;AADeAAAADwAAAGRycy9kb3ducmV2LnhtbERPTWvCQBC9C/0PyxS86cYcpE1dpRYKSlvBD+p1yI7Z&#10;0OxsyK4x/vvOodDbzLyPeW+xGnyjeupiHdjAbJqBIi6DrbkycDq+T55AxYRssQlMBu4UYbV8GC2w&#10;sOHGe+oPqVJiwrFAAy6lttA6lo48xmloiQW7hM5jkrWrtO3wJua+0XmWzbXHmuWDw5beHJU/h6s3&#10;0OPunp3d+ut5W3+W+W79/WHlbsaPw+sLqERD+if/qTdW4s/yuRSQOjKD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QRE+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BrP8IA&#10;AADeAAAADwAAAGRycy9kb3ducmV2LnhtbERPTUvDQBC9C/6HZQRvdpMciqTdFhFaPGr04HGanWbT&#10;ZmfC7raJ/npXELzN433Oejv7QV0pxF7YQLkoQBG3YnvuDHy87x4eQcWEbHEQJgNfFGG7ub1ZY21l&#10;4je6NqlTOYRjjQZcSmOtdWwdeYwLGYkzd5TgMWUYOm0DTjncD7oqiqX22HNucDjSs6P23Fy8gWnf&#10;Hk7V8dO67zDKrnmVUzWIMfd389MKVKI5/Yv/3C82zy+rZQm/7+Qb9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Gs/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rlX8UA&#10;AADeAAAADwAAAGRycy9kb3ducmV2LnhtbERPS2vCQBC+F/oflhF6qxtzUEndBB8VilREW+9jdpqk&#10;3Z0N2a2m/94VhN7m43vOrOitEWfqfONYwWiYgCAunW64UvD5sX6egvABWaNxTAr+yEORPz7MMNPu&#10;wns6H0IlYgj7DBXUIbSZlL6syaIfupY4cl+usxgi7CqpO7zEcGtkmiRjabHh2FBjS8uayp/Dr1Ww&#10;3q3Md7rdz48yLF8nJzPdLFbvSj0N+vkLiEB9+Bff3W86zh+l4xRu78QbZH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KuVf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CdUMQA&#10;AADeAAAADwAAAGRycy9kb3ducmV2LnhtbERP24rCMBB9F/Yfwizsi2iqYpFqFBEWXVjBG/g6NmNb&#10;bCalydb692ZB8G0O5zqzRWtK0VDtCssKBv0IBHFqdcGZgtPxuzcB4TyyxtIyKXiQg8X8ozPDRNs7&#10;76k5+EyEEHYJKsi9rxIpXZqTQde3FXHgrrY26AOsM6lrvIdwU8phFMXSYMGhIceKVjmlt8OfUdDs&#10;fi/ZpnHVz23SdePRZb3e6rNSX5/tcgrCU+vf4pd7o8P8wTAewf874QY5f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QnV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V7OcUA&#10;AADeAAAADwAAAGRycy9kb3ducmV2LnhtbERPTWsCMRC9F/ofwhS81ayLFV2NooLQS0FtD3obN+Pu&#10;4mayJlG3/nojFHqbx/ucyaw1tbiS85VlBb1uAoI4t7riQsHP9+p9CMIHZI21ZVLwSx5m09eXCWba&#10;3nhD120oRAxhn6GCMoQmk9LnJRn0XdsQR+5oncEQoSukdniL4aaWaZIMpMGKY0OJDS1Lyk/bi1Gw&#10;GA0X53Wfv+6bw572u8PpI3WJUp23dj4GEagN/+I/96eO83vpoA/Pd+IN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FXs5xQAAAN4AAAAPAAAAAAAAAAAAAAAAAJgCAABkcnMv&#10;ZG93bnJldi54bWxQSwUGAAAAAAQABAD1AAAAigMAAAAA&#10;" fillcolor="black" stroked="f"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prQosYA&#10;AADeAAAADwAAAGRycy9kb3ducmV2LnhtbERPS2vCQBC+F/wPyxS81Y0Bg6SuUh8FQT34OPQ4zU6T&#10;JdnZkN1q7K/vCoXe5uN7zmzR20ZcqfPGsYLxKAFBXDhtuFRwOb+/TEH4gKyxcUwK7uRhMR88zTDX&#10;7sZHup5CKWII+xwVVCG0uZS+qMiiH7mWOHJfrrMYIuxKqTu8xXDbyDRJMmnRcGyosKVVRUV9+rYK&#10;PnaZmR4NpZ/7n+VG7yf18rCulRo+92+vIAL14V/8597qOH+cZhN4vBNv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prQo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oj58MA&#10;AADeAAAADwAAAGRycy9kb3ducmV2LnhtbERPTWsCMRC9F/wPYQRvNauHRVajSEXspQdtxeuwGTfb&#10;3UzWJOrqr28Khd7m8T5nseptK27kQ+1YwWScgSAuna65UvD1uX2dgQgRWWPrmBQ8KMBqOXhZYKHd&#10;nfd0O8RKpBAOBSowMXaFlKE0ZDGMXUecuLPzFmOCvpLa4z2F21ZOsyyXFmtODQY7ejNUNoerVeDX&#10;p03z5OuxyZ4fj7D77i8zNEqNhv16DiJSH//Ff+53neZPpnkOv++kG+T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Boj58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cwN8QA&#10;AADeAAAADwAAAGRycy9kb3ducmV2LnhtbERP22rCQBB9L/gPywh9KXVjHrykriKFQqEiePmAaXaa&#10;BHdnQ3aq0a93hULf5nCus1j13qkzdbEJbGA8ykARl8E2XBk4Hj5eZ6CiIFt0gcnAlSKsloOnBRY2&#10;XHhH571UKoVwLNBALdIWWseyJo9xFFrixP2EzqMk2FXadnhJ4d7pPMsm2mPDqaHGlt5rKk/7X2/A&#10;5d9u/jWNG7ke9Sa7edm9bK0xz8N+/QZKqJd/8Z/706b543wyhcc76Qa9v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nMDf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jlH8cA&#10;AADeAAAADwAAAGRycy9kb3ducmV2LnhtbESPQU/DMAyF70j7D5EncWPpephQWTbBpkm9cKAM7eo1&#10;pqlInKrJtsKvxwckbrbe83uf19speHWlMfWRDSwXBSjiNtqeOwPH98PDI6iUkS36yGTgmxJsN7O7&#10;NVY23viNrk3ulIRwqtCAy3motE6to4BpEQdi0T7jGDDLOnbajniT8OB1WRQrHbBnaXA40M5R+9Vc&#10;goF9M/jyWLuXdPp4PZ99/XOg096Y+/n0/AQq05T/zX/XtRX8ZbkSXnlHZtCb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o5R/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HyssIA&#10;AADeAAAADwAAAGRycy9kb3ducmV2LnhtbERPTYvCMBC9L/gfwgje1kQP3bUaRURB8LSuHrwNydhW&#10;m0lpoq3/frOwsLd5vM9ZrHpXiye1ofKsYTJWIIiNtxUXGk7fu/dPECEiW6w9k4YXBVgtB28LzK3v&#10;+Iuex1iIFMIhRw1ljE0uZTAlOQxj3xAn7upbhzHBtpC2xS6Fu1pOlcqkw4pTQ4kNbUoy9+PDabjt&#10;5MEbheZ8Ond7+3HZZlQrrUfDfj0HEamP/+I/996m+ZNpNoPfd9INcv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IfKy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o+lccA&#10;AADeAAAADwAAAGRycy9kb3ducmV2LnhtbESPQWvCQBCF74X+h2UKvdWNKVhJXcUWBKl4qErpcZod&#10;k5DsbNhdNf33zkHwNsO8ee99s8XgOnWmEBvPBsajDBRx6W3DlYHDfvUyBRUTssXOMxn4pwiL+ePD&#10;DAvrL/xN512qlJhwLNBAnVJfaB3LmhzGke+J5Xb0wWGSNVTaBryIuet0nmUT7bBhSaixp8+aynZ3&#10;cgZ+Txs+bl+/luEj/fhhH9v8b9oa8/w0LN9BJRrSXXz7XlupP87fBEBwZAY9v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qPpX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tOfMYA&#10;AADeAAAADwAAAGRycy9kb3ducmV2LnhtbERPS2vCQBC+F/wPywi91U1CtZq6Si0UehHq46C3MTtN&#10;gtnZdHer0V/fFYTe5uN7znTemUacyPnasoJ0kIAgLqyuuVSw3Xw8jUH4gKyxsUwKLuRhPus9TDHX&#10;9swrOq1DKWII+xwVVCG0uZS+qMigH9iWOHLf1hkMEbpSaofnGG4amSXJSBqsOTZU2NJ7RcVx/WsU&#10;LCbjxc/XMy+vq8Oe9rvDcZi5RKnHfvf2CiJQF/7Fd/enjvPT7CWF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btOfMYAAADeAAAADwAAAAAAAAAAAAAAAACYAgAAZHJz&#10;L2Rvd25yZXYueG1sUEsFBgAAAAAEAAQA9QAAAIsDAAAAAA==&#10;" fillcolor="black" stroked="f"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/bocMA&#10;AADeAAAADwAAAGRycy9kb3ducmV2LnhtbERP30vDMBB+F/Y/hBv45tJVUKnLRhmMiU/dVHy9Nbem&#10;rLmUJGb1vzeC4Nt9fD9vtZnsIBL50DtWsFwUIIhbp3vuFLy/7e6eQISIrHFwTAq+KcBmPbtZYaXd&#10;lQ+UjrETOYRDhQpMjGMlZWgNWQwLNxJn7uy8xZih76T2eM3hdpBlUTxIiz3nBoMjbQ21l+OXVZBO&#10;26a+T5/JHF593XnX7D9OjVK386l+BhFpiv/iP/eLzvOX5WMJ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t/bo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86M8UA&#10;AADeAAAADwAAAGRycy9kb3ducmV2LnhtbERPTWvCQBC9F/oflil4q5so2Jq6ikhbtBdrFPQ4ZKfZ&#10;YHY2ZLcx+uu7hUJv83ifM1v0thYdtb5yrCAdJiCIC6crLhUc9m+PzyB8QNZYOyYFV/KwmN/fzTDT&#10;7sI76vJQihjCPkMFJoQmk9IXhiz6oWuII/flWoshwraUusVLDLe1HCXJRFqsODYYbGhlqDjn31aB&#10;T1evxw97m3and8PbfGMmn6VRavDQL19ABOrDv/jPvdZxfjp6GsPvO/EG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Pzoz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63D27" w:rsidRPr="0066767B" w:rsidRDefault="00363D27" w:rsidP="00363D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363D27" w:rsidRPr="0066767B" w:rsidRDefault="00363D27" w:rsidP="00363D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63D27" w:rsidRPr="0066767B" w:rsidRDefault="00363D27" w:rsidP="00363D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63D27" w:rsidRPr="0066767B" w:rsidRDefault="00363D27" w:rsidP="00363D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63D27" w:rsidRPr="0066767B" w:rsidRDefault="00363D27" w:rsidP="00363D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363D27" w:rsidRPr="0066767B" w:rsidRDefault="00363D27" w:rsidP="00363D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363D27" w:rsidRPr="0066767B" w:rsidRDefault="00363D27" w:rsidP="00363D27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363D27" w:rsidRPr="0066767B" w:rsidRDefault="00363D27" w:rsidP="00363D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363D27" w:rsidRPr="0066767B" w:rsidRDefault="00363D27" w:rsidP="00363D27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363D27" w:rsidRPr="0066767B" w:rsidRDefault="00363D27" w:rsidP="00363D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1492287" wp14:editId="3DBE5F26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274" name="Группа 10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1275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6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7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8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79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0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1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2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3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4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5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6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7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8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89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0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1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2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3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4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5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6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7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8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99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0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1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2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3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04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63D27" w:rsidRDefault="00363D27" w:rsidP="00363D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7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cpqcIA&#10;AADeAAAADwAAAGRycy9kb3ducmV2LnhtbERPTYvCMBC9C/6HMII3TW1ZlWqUIioeBNFd70MztsVm&#10;Upqo9d+bhYW9zeN9znLdmVo8qXWVZQWTcQSCOLe64kLBz/duNAfhPLLG2jIpeJOD9arfW2Kq7YvP&#10;9Lz4QoQQdikqKL1vUildXpJBN7YNceButjXoA2wLqVt8hXBTyziKptJgxaGhxIY2JeX3y8MosMn+&#10;cLwW8TnZ8sxzdprfrt1RqeGgyxYgPHX+X/znPugwfxLPvuD3nXCDXH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dymp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2EFfccA&#10;AADeAAAADwAAAGRycy9kb3ducmV2LnhtbERPTWsCMRC9C/0PYQpepGb1sLZboxRhrfUguC30Omym&#10;m203kyVJdfXXN4VCb/N4n7NcD7YTJ/KhdaxgNs1AENdOt9woeHst7+5BhIissXNMCi4UYL26GS2x&#10;0O7MRzpVsREphEOBCkyMfSFlqA1ZDFPXEyfuw3mLMUHfSO3xnMJtJ+dZlkuLLacGgz1tDNVf1bdV&#10;8FkezPtmcd36ycORrpNy/9y95EqNb4enRxCRhvgv/nPvdJo/my9y+H0n3S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9hBX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4E58YA&#10;AADeAAAADwAAAGRycy9kb3ducmV2LnhtbESP0WrCQBBF3wv9h2WEvhTdaEFLdA2hNFJ8EbUfMGTH&#10;bDA7G7LbJP17VxB8m+HeuefOJhttI3rqfO1YwXyWgCAuna65UvB7LqafIHxA1tg4JgX/5CHbvr5s&#10;MNVu4CP1p1CJGMI+RQUmhDaV0peGLPqZa4mjdnGdxRDXrpK6wyGG20YukmQpLdYcCQZb+jJUXk9/&#10;NkIOH3jYX4ZzsRtxwO+94ff8qNTbZMzXIAKN4Wl+XP/oWH++WK3g/k6cQW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j4E5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WFr8cA&#10;AADeAAAADwAAAGRycy9kb3ducmV2LnhtbESPT0sDMRDF70K/QxjBm8120Va2TUupCiJ46B+Q3sJm&#10;uru4mYRk7K7f3jkI3mZ4b977zWoz+l5dMeUukIHZtACFVAfXUWPgdHy9fwKV2ZKzfSA08IMZNuvJ&#10;zcpWLgy0x+uBGyUhlCtroGWOlda5btHbPA0RSbRLSN6yrKnRLtlBwn2vy6KYa287kobWRty1WH8d&#10;vr2Bj+Elvi/mj5d4Tg+lzs+OP3dszN3tuF2CYhz53/x3/eYEf1YuhFfekR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lha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01DsYA&#10;AADeAAAADwAAAGRycy9kb3ducmV2LnhtbESP0WoCMRBF3wv+Q5hCX4pmVWjrahSRKsUX2dUPGDbj&#10;ZulmsmxSs/17IxT6NsO9c8+d1WawrbhR7xvHCqaTDARx5XTDtYLLeT/+AOEDssbWMSn4JQ+b9ehp&#10;hbl2kQu6laEWKYR9jgpMCF0upa8MWfQT1xEn7ep6iyGtfS11jzGF21bOsuxNWmw4EQx2tDNUfZc/&#10;NkFOczwdr/G8PwwY8fNo+HVbKPXyPGyXIAIN4d/8d/2lU/3p7H0B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01D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b5jscA&#10;AADeAAAADwAAAGRycy9kb3ducmV2LnhtbESPT0vDQBDF70K/wzKCN7tp0Lak3ZZSFUTw0FaQ3obs&#10;NAlm/7A7NvHbOwfB2wzz5r33W29H16srpdwFb2A2LUCRr4PtfGPg4/RyvwSVGb3FPngy8EMZtpvJ&#10;zRorGwZ/oOuRGyUmPldooGWOlda5bslhnoZIXm6XkByyrKnRNuEg5q7XZVHMtcPOS0KLkfYt1V/H&#10;b2fgfXiOb4v54yWe00Op85Plzz0bc3c77lagmEb+F/99v1qpPyuXAiA4MoP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GG+Y7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9B/MQA&#10;AADeAAAADwAAAGRycy9kb3ducmV2LnhtbERP32vCMBB+H/g/hBv4MjStY0OqUVQIDiaMOcHXoznb&#10;suZSkmi7/34ZCHu7j+/nLdeDbcWNfGgcK8inGQji0pmGKwWnLz2ZgwgR2WDrmBT8UID1avSwxMK4&#10;nj/pdoyVSCEcClRQx9gVUoayJoth6jrixF2ctxgT9JU0HvsUbls5y7JXabHh1FBjR7uayu/j1SrY&#10;fvTVs38qt4N7v+zPL1obfdBKjR+HzQJEpCH+i+/uN5Pm57N5Dn/vpB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PQfz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2VdMIA&#10;AADeAAAADwAAAGRycy9kb3ducmV2LnhtbERP3WrCMBS+H/gO4Qy8m6lFpXRGEUdhDG/8eYBDc9Z0&#10;NiclibW+vRkMdnc+vt+z3o62EwP50DpWMJ9lIIhrp1tuFFzO1VsBIkRkjZ1jUvCgANvN5GWNpXZ3&#10;PtJwio1IIRxKVGBi7EspQ23IYpi5njhx385bjAn6RmqP9xRuO5ln2UpabDk1GOxpb6i+nm5WQfWV&#10;H4brTfvK7caFpaX5KT6MUtPXcfcOItIY/8V/7k+d5s/zIoffd9IN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LZV0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F6EMUA&#10;AADeAAAADwAAAGRycy9kb3ducmV2LnhtbERP22oCMRB9L/QfwhT6UjSrUpGtUVQIFSyIF/B12Iy7&#10;SzeTJUnd7d8bodC3OZzrzJe9bcSNfKgdKxgNMxDEhTM1lwrOJz2YgQgR2WDjmBT8UoDl4vlpjrlx&#10;HR/odoylSCEcclRQxdjmUoaiIoth6FrixF2dtxgT9KU0HrsUbhs5zrKptFhzaqiwpU1FxffxxypY&#10;77ty4t+Kde9218/Lu9ZGf2mlXl/61QeISH38F/+5tybNH41nE3i8k26Qi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Xo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iom8IA&#10;AADeAAAADwAAAGRycy9kb3ducmV2LnhtbERP3WrCMBS+H+wdwhl4N1OLSumMIhsFGd6oe4BDc2yq&#10;zUlJYu3efhkI3p2P7/esNqPtxEA+tI4VzKYZCOLa6ZYbBT+n6r0AESKyxs4xKfilAJv168sKS+3u&#10;fKDhGBuRQjiUqMDE2JdShtqQxTB1PXHizs5bjAn6RmqP9xRuO5ln2VJabDk1GOzp01B9Pd6sguo7&#10;3w/Xm/aV245zSwtzKb6MUpO3cfsBItIYn+KHe6fT/FlezOH/nXSD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iKib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qT6MIA&#10;AADeAAAADwAAAGRycy9kb3ducmV2LnhtbERP22rCQBB9L/gPywi+NZvYRkJ0FSlY6mOjHzBkxySY&#10;nY3ZbS5/7xYKfZvDuc7uMJlWDNS7xrKCJIpBEJdWN1wpuF5OrxkI55E1tpZJwUwODvvFyw5zbUf+&#10;pqHwlQgh7HJUUHvf5VK6siaDLrIdceButjfoA+wrqXscQ7hp5TqON9Jgw6Ghxo4+airvxY9R8D6P&#10;n48ivccnbSg5v3Vn9mWq1Go5HbcgPE3+X/zn/tJhfrLOUvh9J9wg9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CpPo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obMMEA&#10;AADeAAAADwAAAGRycy9kb3ducmV2LnhtbERPy6rCMBDdC/5DmAvuNLWLotUockWRu9L6WA/N2Bab&#10;SWmi1r+/EQR3czjPmS87U4sHta6yrGA8ikAQ51ZXXCg4HTfDCQjnkTXWlknBixwsF/3eHFNtn3yg&#10;R+YLEULYpaig9L5JpXR5SQbdyDbEgbva1qAPsC2kbvEZwk0t4yhKpMGKQ0OJDf2WlN+yu1FwTy7x&#10;ia9/ep+tX9vperNy8lwoNfjpVjMQnjr/FX/cOx3mj+NJAu93wg1y8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TaGzD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kOtsYA&#10;AADeAAAADwAAAGRycy9kb3ducmV2LnhtbERPS2vCQBC+F/oflil4qxu1pDF1FRUE24Pi69DbNDtN&#10;0mZnY3ar8d+7QsHbfHzPGU1aU4kTNa60rKDXjUAQZ1aXnCvY7xbPCQjnkTVWlknBhRxMxo8PI0y1&#10;PfOGTlufixDCLkUFhfd1KqXLCjLourYmDty3bQz6AJtc6gbPIdxUsh9FsTRYcmgosKZ5Qdnv9s8o&#10;OKyTeLievb/8fKy+cGD08VOXsVKdp3b6BsJT6+/if/dSh/m9fvIKt3fCDXJ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kOt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NUMcA&#10;AADeAAAADwAAAGRycy9kb3ducmV2LnhtbESPT2vCQBDF70K/wzKF3nRjKhJSV6lKrfTkn0KvQ3aa&#10;hGZnQ3bV6Kd3DgVvM7w37/1mtuhdo87UhdqzgfEoAUVceFtzaeD7+DHMQIWIbLHxTAauFGAxfxrM&#10;MLf+wns6H2KpJIRDjgaqGNtc61BU5DCMfEss2q/vHEZZu1LbDi8S7hqdJslUO6xZGipsaVVR8Xc4&#10;OQO36Q/uwme6XL/aSNdJtvFfu40xL8/9+xuoSH18mP+vt1bwx2kmvPKOzK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fDVD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rBZcQA&#10;AADeAAAADwAAAGRycy9kb3ducmV2LnhtbERPzWrCQBC+F/oOyxS81Y0hLRpdRUShtzZpH2DIjptg&#10;djZm1yT26buFQm/z8f3OZjfZVgzU+8axgsU8AUFcOd2wUfD1eXpegvABWWPrmBTcycNu+/iwwVy7&#10;kQsaymBEDGGfo4I6hC6X0lc1WfRz1xFH7ux6iyHC3kjd4xjDbSvTJHmVFhuODTV2dKipupQ3q+Dq&#10;0hc9lUd8vxxXH40x2fW7yJSaPU37NYhAU/gX/7nfdJy/SJcr+H0n3i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qwW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WYzsYA&#10;AADeAAAADwAAAGRycy9kb3ducmV2LnhtbESPT2/CMAzF75P4DpGRdoMUJv51BASTJnGF7cDRS0zb&#10;rXFKE6Ds088HpN1s+fm991uuO1+rK7WxCmxgNMxAEdvgKi4MfH68D+agYkJ2WAcmA3eKsF71npaY&#10;u3DjPV0PqVBiwjFHA2VKTa51tCV5jMPQEMvtFFqPSda20K7Fm5j7Wo+zbKo9ViwJJTb0VpL9OVy8&#10;gV31RZOpPS38fGv3x99zepl9O2Oe+93mFVSiLv2LH987J/VH44UACI7M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rWYz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jEgsYA&#10;AADeAAAADwAAAGRycy9kb3ducmV2LnhtbERP0WrCQBB8L/Qfji34Vi/Jg2jqGZpCQdEK2tK+Lrlt&#10;LjS3F3JnjH/fEwTfZnd2ZnaWxWhbMVDvG8cK0mkCgrhyuuFawdfn+/MchA/IGlvHpOBCHorV48MS&#10;c+3OfKDhGGoRTdjnqMCE0OVS+sqQRT91HXHkfl1vMcSxr6Xu8RzNbSuzJJlJiw3HBIMdvRmq/o4n&#10;q2DA/SX5MeXHYtPsqmxffm913KvJ0/j6AiLQGO7HN/Vax/fTbJHCtU7EIF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tjEg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Fb8IA&#10;AADeAAAADwAAAGRycy9kb3ducmV2LnhtbERPPU/DMBDdkfgP1iGxUaceEIS6VYVUxAiBoeMRX+O0&#10;8V1kmybw6zESEts9vc9bbeYwqDPF1AtbWC4qUMStuJ47C+9vu5s7UCkjOxyEycIXJdisLy9WWDuZ&#10;+JXOTe5UCeFUowWf81hrnVpPAdNCRuLCHSQGzAXGTruIUwkPgzZVdasD9lwaPI706Kk9NZ/BwvTU&#10;fhzNYe/8dxxl17zI0Qxi7fXVvH0AlWnO/+I/97Mr85fm3sDvO+UGv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B4Vv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Mw48YA&#10;AADeAAAADwAAAGRycy9kb3ducmV2LnhtbERP22oCMRB9F/yHMIJvmnUL1W6NYr1AkZbipe/TzXR3&#10;NZksm1TXv2+EQt/mcK4znbfWiAs1vnKsYDRMQBDnTldcKDgeNoMJCB+QNRrHpOBGHuazbmeKmXZX&#10;3tFlHwoRQ9hnqKAMoc6k9HlJFv3Q1cSR+3aNxRBhU0jd4DWGWyPTJHmUFiuODSXWtCwpP+9/rILN&#10;x8qc0vfd4lOG5Xr8ZSbbl9WbUv1eu3gGEagN/+I/96uO80fp0wPc34k3yN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Mw4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x1A8YA&#10;AADeAAAADwAAAGRycy9kb3ducmV2LnhtbERPTWvCQBC9F/oflhG8SN0Y26LRVYpQoqDQpoVex+yY&#10;BLOzIbuN8d+7BaG3ebzPWa57U4uOWldZVjAZRyCIc6srLhR8f70/zUA4j6yxtkwKruRgvXp8WGKi&#10;7YU/qct8IUIIuwQVlN43iZQuL8mgG9uGOHAn2xr0AbaF1C1eQripZRxFr9JgxaGhxIY2JeXn7Nco&#10;6D72x2LbuWZ3no3cy/SYpgf9o9Rw0L8tQHjq/b/47t7qMH8Sz5/h751wg1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x1A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yuhcUA&#10;AADeAAAADwAAAGRycy9kb3ducmV2LnhtbERPTWsCMRC9C/6HMAVvmnXRolujqCB4EdT2UG/jZrq7&#10;uJmsSdRtf30jFHqbx/uc2aI1tbiT85VlBcNBAoI4t7riQsHH+6Y/AeEDssbaMin4Jg+Lebczw0zb&#10;Bx/ofgyFiCHsM1RQhtBkUvq8JIN+YBviyH1ZZzBE6AqpHT5iuKllmiSv0mDFsaHEhtYl5ZfjzShY&#10;TSer637Eu5/D+USnz/NlnLpEqd5Lu3wDEagN/+I/91bH+cN0Oob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K6FxQAAAN4AAAAPAAAAAAAAAAAAAAAAAJgCAABkcnMv&#10;ZG93bnJldi54bWxQSwUGAAAAAAQABAD1AAAAigMAAAAA&#10;" fillcolor="black" stroked="f"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0+8sYA&#10;AADeAAAADwAAAGRycy9kb3ducmV2LnhtbERPS2vCQBC+F/oflil4qxsDDTZ1Fe0DCupB20OP0+yY&#10;LMnOhuyq0V/vCoK3+fieM5n1thEH6rxxrGA0TEAQF04bLhX8/nw9j0H4gKyxcUwKTuRhNn18mGCu&#10;3ZE3dNiGUsQQ9jkqqEJocyl9UZFFP3QtceR2rrMYIuxKqTs8xnDbyDRJMmnRcGyosKX3iop6u7cK&#10;/paZGW8Mpf+r8+JTr17qxfqjVmrw1M/fQATqw118c3/rOH+UvmZwfSfeIK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50+8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P2W8QA&#10;AADeAAAADwAAAGRycy9kb3ducmV2LnhtbERPO2/CMBDekfofrKvEBg4MFFIMQkVVu3TgUXU9xdc4&#10;TXwOtoHAr6+RkNju0/e8+bKzjTiRD5VjBaNhBoK4cLriUsF+9z6YgggRWWPjmBRcKMBy8dSbY67d&#10;mTd02sZSpBAOOSowMba5lKEwZDEMXUucuF/nLcYEfSm1x3MKt40cZ9lEWqw4NRhs6c1QUW+PVoFf&#10;/azrKx+/6+z6dQkff91hikap/nO3egURqYsP8d39qdP80Xj2Ard30g1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D9l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3UYscA&#10;AADeAAAADwAAAGRycy9kb3ducmV2LnhtbESP3UoDQQyF74W+w5CCN2Jnuxdq106LCIJgKfTnAeJO&#10;3F2cySw7sd369Oai4F3COTnny3I9xmBONOQusYP5rABDXCffcePgeHi7fwKTBdljSEwOLpRhvZrc&#10;LLHy6cw7Ou2lMRrCuUIHrUhfWZvrliLmWeqJVftKQ0TRdWisH/Cs4THYsigebMSOtaHFnl5bqr/3&#10;P9FBKD/D4uMxb+RytJviN8rubuudu52OL89ghEb5N1+v373iz8uF8uo7OoNd/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Bt1GL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Ewo8QA&#10;AADeAAAADwAAAGRycy9kb3ducmV2LnhtbERPPW/CMBDdK/EfrEPqVhwyVJBiEBQhZelASsV6xEcc&#10;YZ+j2IW0v75GQup2T+/zFqvBWXGlPrSeFUwnGQji2uuWGwWHz93LDESIyBqtZ1LwQwFWy9HTAgvt&#10;b7ynaxUbkUI4FKjAxNgVUobakMMw8R1x4s6+dxgT7Bupe7ylcGdlnmWv0mHLqcFgR++G6kv17RRs&#10;q87mh9JswvHr43Sy5e+OjlulnsfD+g1EpCH+ix/uUqf503w+h/s76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jxMKP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WxEsYA&#10;AADeAAAADwAAAGRycy9kb3ducmV2LnhtbESPT2sCMRDF7wW/Qxiht5rYgsrWKFIqCD3VP4fehmTc&#10;Xd1Mlk3qbr995yB4m2HevPd+y/UQGnWjLtWRLUwnBhSxi77m0sLxsH1ZgEoZ2WMTmSz8UYL1avS0&#10;xMLHnr/pts+lEhNOBVqocm4LrZOrKGCaxJZYbufYBcyydqX2HfZiHhr9asxMB6xZEips6aMid93/&#10;BguXrf6KzqA7HU/9zs9/PmfUGGufx8PmHVSmIT/E9++dl/rTNyMAgiMz6N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WxE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Hn7sQA&#10;AADeAAAADwAAAGRycy9kb3ducmV2LnhtbERP32vCMBB+H+x/CDfwbaZVGFKN4gRBlD1Mx/Dx1pxN&#10;aXMpSVq7/34ZDPZ2H9/PW21G24qBfKgdK8inGQji0umaKwUfl/3zAkSIyBpbx6TgmwJs1o8PKyy0&#10;u/M7DedYiRTCoUAFJsaukDKUhiyGqeuIE3dz3mJM0FdSe7yncNvKWZa9SIs1pwaDHe0Mlc25twqu&#10;/Ylvb/Pj1r/GTzdeQjP7WjRKTZ7G7RJEpDH+i//cB53m5/Msh9930g1y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B5+7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46s68YA&#10;AADeAAAADwAAAGRycy9kb3ducmV2LnhtbERPTWsCMRC9F/ofwhS81cStLbo1ihYEL4Vqe9DbuJnu&#10;Lm4maxJ17a9vhEJv83ifM5l1thFn8qF2rGHQVyCIC2dqLjV8fS4fRyBCRDbYOCYNVwowm97fTTA3&#10;7sJrOm9iKVIIhxw1VDG2uZShqMhi6LuWOHHfzluMCfpSGo+XFG4bmSn1Ii3WnBoqbOmtouKwOVkN&#10;i/FocfwY8vvPer+j3XZ/eM680rr30M1fQUTq4r/4z70yaf7gSWVweyfdIK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46s68YAAADeAAAADwAAAAAAAAAAAAAAAACYAgAAZHJz&#10;L2Rvd25yZXYueG1sUEsFBgAAAAAEAAQA9QAAAIsDAAAAAA==&#10;" fillcolor="black" stroked="f"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QC2sMA&#10;AADeAAAADwAAAGRycy9kb3ducmV2LnhtbERP30vDMBB+F/wfwg325tJZEKnLRhmIsqdubuz11pxN&#10;WXMpSczqf28Ewbf7+H7eajPZQSTyoXesYLkoQBC3TvfcKTh+vD48gwgRWePgmBR8U4DN+v5uhZV2&#10;N95TOsRO5BAOFSowMY6VlKE1ZDEs3EicuU/nLcYMfSe1x1sOt4N8LIonabHn3GBwpK2h9nr4sgrS&#10;ZdvUZTons9/5uvOueTtdGqXms6l+ARFpiv/iP/e7zvOXZVHC7zv5Brn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QC2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Hep8UA&#10;AADeAAAADwAAAGRycy9kb3ducmV2LnhtbERPTWvCQBC9F/wPywje6ia1iI2uUkRL7aU1LdTjkB2z&#10;wexsyG5j9Ne7hUJv83ifs1j1thYdtb5yrCAdJyCIC6crLhV8fW7vZyB8QNZYOyYFF/KwWg7uFphp&#10;d+Y9dXkoRQxhn6ECE0KTSekLQxb92DXEkTu61mKIsC2lbvEcw20tH5JkKi1WHBsMNrQ2VJzyH6vA&#10;p+vN95u9PnWHF8Pv+c5MP0qj1GjYP89BBOrDv/jP/arj/HSSPMLvO/EG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Md6n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63D27" w:rsidRDefault="00363D27" w:rsidP="00363D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363D27" w:rsidRPr="0066767B" w:rsidRDefault="00363D27" w:rsidP="00363D2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66767B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363D27" w:rsidRPr="0066767B" w:rsidRDefault="00363D27" w:rsidP="00363D27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363D27" w:rsidRPr="0066767B" w:rsidRDefault="00363D27" w:rsidP="00363D2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363D27" w:rsidRPr="0066767B" w:rsidRDefault="00363D27" w:rsidP="00363D27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363D27" w:rsidRDefault="00363D27" w:rsidP="00363D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.01.2021р.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     Крупець                                        №_____</w:t>
      </w:r>
    </w:p>
    <w:p w:rsidR="00363D27" w:rsidRDefault="00363D27" w:rsidP="00363D2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63D27" w:rsidRPr="001C55EE" w:rsidRDefault="00363D27" w:rsidP="00363D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363D27" w:rsidRPr="001C55EE" w:rsidRDefault="00363D27" w:rsidP="00363D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із землеустрою щодо поділу та об’єднання</w:t>
      </w:r>
    </w:p>
    <w:p w:rsidR="00363D27" w:rsidRPr="001C55EE" w:rsidRDefault="00363D27" w:rsidP="00363D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земельних ділянок </w:t>
      </w:r>
      <w:proofErr w:type="spellStart"/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Крупецької</w:t>
      </w:r>
      <w:proofErr w:type="spellEnd"/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сільської ради</w:t>
      </w:r>
    </w:p>
    <w:p w:rsidR="00363D27" w:rsidRPr="001C55EE" w:rsidRDefault="00363D27" w:rsidP="00363D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63D27" w:rsidRPr="001C55EE" w:rsidRDefault="00363D27" w:rsidP="00363D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сільського голови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В.А. сільська  рада ВИРІШИЛА:</w:t>
      </w:r>
    </w:p>
    <w:p w:rsidR="00363D27" w:rsidRPr="001C55EE" w:rsidRDefault="00363D27" w:rsidP="00363D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63D27" w:rsidRPr="001C55EE" w:rsidRDefault="00363D27" w:rsidP="00363D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 w:rsidRPr="001C55EE">
        <w:rPr>
          <w:rFonts w:ascii="Times New Roman" w:eastAsia="Calibri" w:hAnsi="Times New Roman" w:cs="Times New Roman"/>
          <w:sz w:val="24"/>
          <w:lang w:val="uk-UA"/>
        </w:rPr>
        <w:t>Крупецькій</w:t>
      </w:r>
      <w:proofErr w:type="spellEnd"/>
      <w:r w:rsidRPr="001C55EE">
        <w:rPr>
          <w:rFonts w:ascii="Times New Roman" w:eastAsia="Calibri" w:hAnsi="Times New Roman" w:cs="Times New Roman"/>
          <w:sz w:val="24"/>
          <w:lang w:val="uk-UA"/>
        </w:rPr>
        <w:t xml:space="preserve"> сільській раді, ідентифікаційний номер 04405030, т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ехнічну документацію із землеустрою щодо поділу</w:t>
      </w: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та об’єднання земельних ділянок комунальної власності, земельні ділянки кожної категорії земель, які не надані у власність або користування громадянам чи юридичним особам (16.00), землі сільськогосподарс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ького призначення, площею 0,1521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6823984000:03:018:0356; площею 0,8321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6823984000:03:018:0358; площею 0,6798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6823984000:03:018:0357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яка розташована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сільської ради,  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 межами   с.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Крупець.</w:t>
      </w:r>
    </w:p>
    <w:p w:rsidR="00363D27" w:rsidRPr="001C55EE" w:rsidRDefault="00363D27" w:rsidP="00363D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Крупецькій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сільській раді в особі сільського голови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Валерія Анатолійовича</w:t>
      </w: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363D27" w:rsidRPr="001C55EE" w:rsidRDefault="00363D27" w:rsidP="00363D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63D27" w:rsidRPr="001C55EE" w:rsidRDefault="00363D27" w:rsidP="00363D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63D27" w:rsidRPr="001C55EE" w:rsidRDefault="00363D27" w:rsidP="00363D2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363D27" w:rsidRPr="001C55EE" w:rsidRDefault="00363D27" w:rsidP="00363D27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363D27" w:rsidRPr="00363D27" w:rsidRDefault="00363D27" w:rsidP="00363D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</w:p>
    <w:p w:rsidR="006F5B7E" w:rsidRPr="00363D27" w:rsidRDefault="00363D27" w:rsidP="00363D2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6F5B7E" w:rsidRPr="00363D27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D1D" w:rsidRDefault="008A2D1D">
      <w:pPr>
        <w:spacing w:after="0" w:line="240" w:lineRule="auto"/>
      </w:pPr>
      <w:r>
        <w:separator/>
      </w:r>
    </w:p>
  </w:endnote>
  <w:endnote w:type="continuationSeparator" w:id="0">
    <w:p w:rsidR="008A2D1D" w:rsidRDefault="008A2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D1D" w:rsidRDefault="008A2D1D">
      <w:pPr>
        <w:spacing w:after="0" w:line="240" w:lineRule="auto"/>
      </w:pPr>
      <w:r>
        <w:separator/>
      </w:r>
    </w:p>
  </w:footnote>
  <w:footnote w:type="continuationSeparator" w:id="0">
    <w:p w:rsidR="008A2D1D" w:rsidRDefault="008A2D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D27"/>
    <w:rsid w:val="00363D27"/>
    <w:rsid w:val="006F5B7E"/>
    <w:rsid w:val="008A2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D27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D27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2021-01-18T11:51:00Z</dcterms:created>
  <dcterms:modified xsi:type="dcterms:W3CDTF">2021-01-18T11:51:00Z</dcterms:modified>
</cp:coreProperties>
</file>