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46" w:rsidRPr="00FC0DC9" w:rsidRDefault="00747846" w:rsidP="0074784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47846" w:rsidRPr="00FC0DC9" w:rsidRDefault="00747846" w:rsidP="00747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1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846" w:rsidRDefault="00747846" w:rsidP="00747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6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hOfXcAAPpY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7846" w:rsidRDefault="00747846" w:rsidP="00747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846" w:rsidRPr="00FC0DC9" w:rsidRDefault="00747846" w:rsidP="0074784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47846" w:rsidRPr="00FC0DC9" w:rsidRDefault="00747846" w:rsidP="007478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846" w:rsidRPr="00FC0DC9" w:rsidRDefault="00747846" w:rsidP="007478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47846" w:rsidRPr="00FC0DC9" w:rsidRDefault="00747846" w:rsidP="007478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7846" w:rsidRPr="00FC0DC9" w:rsidRDefault="00747846" w:rsidP="007478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   Крупець                                                 №___</w:t>
      </w:r>
    </w:p>
    <w:p w:rsidR="00747846" w:rsidRPr="00FC0DC9" w:rsidRDefault="00747846" w:rsidP="0074784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7846" w:rsidRPr="00FC0DC9" w:rsidRDefault="00747846" w:rsidP="0074784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Кондратюку О.В.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</w:t>
      </w:r>
      <w:r>
        <w:rPr>
          <w:rFonts w:ascii="Times New Roman" w:eastAsia="Calibri" w:hAnsi="Times New Roman" w:cs="Times New Roman"/>
          <w:sz w:val="24"/>
        </w:rPr>
        <w:t>вши   заяву    Кондратюка  О.В.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47846" w:rsidRPr="00FC0DC9" w:rsidRDefault="00747846" w:rsidP="0074784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 Надати  Кондратюку Олегу Володимировичу</w:t>
      </w:r>
      <w:r w:rsidRPr="00FC0DC9">
        <w:rPr>
          <w:rFonts w:ascii="Times New Roman" w:eastAsia="Calibri" w:hAnsi="Times New Roman" w:cs="Times New Roman"/>
          <w:sz w:val="24"/>
        </w:rPr>
        <w:t>,  як</w:t>
      </w:r>
      <w:r>
        <w:rPr>
          <w:rFonts w:ascii="Times New Roman" w:eastAsia="Calibri" w:hAnsi="Times New Roman" w:cs="Times New Roman"/>
          <w:sz w:val="24"/>
        </w:rPr>
        <w:t>ий  зареєстрований</w:t>
      </w:r>
      <w:r w:rsidRPr="00FC0DC9">
        <w:rPr>
          <w:rFonts w:ascii="Times New Roman" w:eastAsia="Calibri" w:hAnsi="Times New Roman" w:cs="Times New Roman"/>
          <w:sz w:val="24"/>
        </w:rPr>
        <w:t xml:space="preserve">  за </w:t>
      </w:r>
      <w:r>
        <w:rPr>
          <w:rFonts w:ascii="Times New Roman" w:eastAsia="Calibri" w:hAnsi="Times New Roman" w:cs="Times New Roman"/>
          <w:sz w:val="24"/>
        </w:rPr>
        <w:t>адресою: ______________</w:t>
      </w:r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2,0000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за рахунок земель колективної власності, </w:t>
      </w:r>
      <w:r w:rsidRPr="00FC0DC9">
        <w:rPr>
          <w:rFonts w:ascii="Times New Roman" w:eastAsia="Calibri" w:hAnsi="Times New Roman" w:cs="Times New Roman"/>
          <w:sz w:val="24"/>
        </w:rPr>
        <w:t>яка розташована на території  Крупецької сільської ради, за меж</w:t>
      </w:r>
      <w:r>
        <w:rPr>
          <w:rFonts w:ascii="Times New Roman" w:eastAsia="Calibri" w:hAnsi="Times New Roman" w:cs="Times New Roman"/>
          <w:sz w:val="24"/>
        </w:rPr>
        <w:t>ами населеного пункту  с.Дідова  Гора</w:t>
      </w:r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Кондратюку О.В.</w:t>
      </w:r>
      <w:r w:rsidRPr="00FC0DC9">
        <w:rPr>
          <w:rFonts w:ascii="Times New Roman" w:eastAsia="Calibri" w:hAnsi="Times New Roman" w:cs="Times New Roman"/>
          <w:sz w:val="24"/>
        </w:rPr>
        <w:t>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747846" w:rsidRPr="00FC0DC9" w:rsidRDefault="00747846" w:rsidP="007478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47846" w:rsidRPr="00FC0DC9" w:rsidRDefault="00747846" w:rsidP="0074784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47846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747846" w:rsidRPr="00FC0DC9" w:rsidRDefault="00747846" w:rsidP="007478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8080E" w:rsidRPr="00747846" w:rsidRDefault="00747846" w:rsidP="0074784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8080E" w:rsidRPr="007478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46"/>
    <w:rsid w:val="00171A2E"/>
    <w:rsid w:val="00304C90"/>
    <w:rsid w:val="00505B6D"/>
    <w:rsid w:val="006D3977"/>
    <w:rsid w:val="00747846"/>
    <w:rsid w:val="007D6C18"/>
    <w:rsid w:val="00D1641A"/>
    <w:rsid w:val="00E8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2021-03-22T07:26:00Z</dcterms:created>
  <dcterms:modified xsi:type="dcterms:W3CDTF">2021-03-22T07:26:00Z</dcterms:modified>
</cp:coreProperties>
</file>