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4380" w:rsidRPr="00062C82" w:rsidRDefault="00224380" w:rsidP="00224380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224380" w:rsidRPr="00062C82" w:rsidRDefault="00224380" w:rsidP="00224380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224380" w:rsidRPr="00062C82" w:rsidRDefault="00AE16CF" w:rsidP="0022438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AE16CF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gm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pu18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aNxPID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qm7X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40rsgA&#10;AADdAAAADwAAAGRycy9kb3ducmV2LnhtbESPQUsDMRSE74L/ITzBS7FZF1x127RIYav1ILQKvT42&#10;r5utm5clSdu1v94IBY/DzHzDTOeD7cSRfGgdK7gfZyCIa6dbbhR8fVZ3TyBCRNbYOSYFPxRgPru+&#10;mmKp3YnXdNzERiQIhxIVmBj7UspQG7IYxq4nTt7OeYsxSd9I7fGU4LaTeZYV0mLLacFgTwtD9ffm&#10;YBXsqw+zXTyel370vKbzqHp/7VaFUrc3w8sERKQh/ocv7Tet4KHIc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bjSu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rzSsQA&#10;AADdAAAADwAAAGRycy9kb3ducmV2LnhtbESP32rCMBTG7we+QziCN0PTKZNRjaWIyuhNUfcAh+bY&#10;FJuT0mS2vv0yGOzy4/vz49tmo23Fg3rfOFbwtkhAEFdON1wr+Loe5x8gfEDW2DomBU/ykO0mL1tM&#10;tRv4TI9LqEUcYZ+iAhNCl0rpK0MW/cJ1xNG7ud5iiLKvpe5xiOO2lcskWUuLDUeCwY72hqr75dtG&#10;SLnCsrgN1+NpxAEPheHX/KzUbDrmGxCBxvAf/mt/agXv6+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680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i+nsYA&#10;AADdAAAADwAAAGRycy9kb3ducmV2LnhtbESPQUvDQBSE70L/w/IK3uymoY0Suy1SFUTwYBXE2yP7&#10;moRm3y67zyb+e1cQPA4z8w2z2U1uUGeKqfdsYLkoQBE33vbcGnh/e7y6AZUE2eLgmQx8U4Lddnax&#10;wdr6kV/pfJBWZQinGg10IqHWOjUdOUwLH4izd/TRoWQZW20jjhnuBl0WRaUd9pwXOgy076g5Hb6c&#10;gZfxITxfV+tj+IyrUqd7Kx97MeZyPt3dghKa5D/8136yBtZVuY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i+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/OpcQA&#10;AADdAAAADwAAAGRycy9kb3ducmV2LnhtbESP32rCMBTG7we+QziCN0PTOSqjGksRleFNUfcAh+bY&#10;FJuT0mS2vv0yGOzy4/vz49vko23Fg3rfOFbwtkhAEFdON1wr+Loe5h8gfEDW2DomBU/ykG8nLxvM&#10;tBv4TI9LqEUcYZ+hAhNCl0npK0MW/cJ1xNG7ud5iiLKvpe5xiOO2lcskWUmLDUeCwY52hqr75dtG&#10;SPmO5ek2XA/HEQfcnwy/FmelZtOxWIMINIb/8F/7UytIV8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fzq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aFcs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hZV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NoV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qAl8cA&#10;AADdAAAADwAAAGRycy9kb3ducmV2LnhtbESP3WoCMRSE74W+QziF3pSa1aKVrVG0ECpUEH/A28Pm&#10;uLt0c7Ikqbt9e1MoeDnMzDfMfNnbRlzJh9qxgtEwA0FcOFNzqeB01C8zECEiG2wck4JfCrBcPAzm&#10;mBvX8Z6uh1iKBOGQo4IqxjaXMhQVWQxD1xIn7+K8xZikL6Xx2CW4beQ4y6bSYs1pocKWPioqvg8/&#10;VsF615Wv/rlY9+7r8nmeaG30Viv19Niv3kFE6uM9/N/eGAWT6fgN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/6gJ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1OoMAA&#10;AADdAAAADwAAAGRycy9kb3ducmV2LnhtbERPzYrCMBC+C75DGMGbppZVpBpFlMKyeFl3H2Boxqba&#10;TEoSa337zUHY48f3v90PthU9+dA4VrCYZyCIK6cbrhX8/pSzNYgQkTW2jknBiwLsd+PRFgvtnvxN&#10;/SXWIoVwKFCBibErpAyVIYth7jrixF2dtxgT9LXUHp8p3LYyz7KVtNhwajDY0dFQdb88rILyKz/3&#10;94f2pTsMH5aW5rY+GaWmk+GwARFpiP/it/tTK1iu8jQ3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91Oo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mxfscA&#10;AADdAAAADwAAAGRycy9kb3ducmV2LnhtbESP3WoCMRSE74W+QziF3pSa1aLUrVG0ECpUEH/A28Pm&#10;uLt0c7Ikqbt9e1MoeDnMzDfMfNnbRlzJh9qxgtEwA0FcOFNzqeB01C9vIEJENtg4JgW/FGC5eBjM&#10;MTeu4z1dD7EUCcIhRwVVjG0uZSgqshiGriVO3sV5izFJX0rjsUtw28hxlk2lxZrTQoUtfVRUfB9+&#10;rIL1ritf/XOx7t3X5fM80drorVbq6bFfvYOI1Md7+L+9MQom0/EM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psX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LUe8AA&#10;AADdAAAADwAAAGRycy9kb3ducmV2LnhtbERPzYrCMBC+C/sOYRa8abq6ilSjyEpBlr2s+gBDMzbV&#10;ZlKSWOvbm4Pg8eP7X21624iOfKgdK/gaZyCIS6drrhScjsVoASJEZI2NY1LwoACb9cdghbl2d/6n&#10;7hArkUI45KjAxNjmUobSkMUwdi1x4s7OW4wJ+kpqj/cUbhs5ybK5tFhzajDY0o+h8nq4WQXF7+Sv&#10;u960L9y2/7Y0M5fFzig1/Oy3SxCR+vgWv9x7rWA2n6b9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LUe8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trxsMA&#10;AADdAAAADwAAAGRycy9kb3ducmV2LnhtbESP0WqDQBRE3wv5h+UG+lZXa5VgswmhkJA81uQDLu6t&#10;Sty7xt1E/ftuoNDHYWbOMOvtZDrxoMG1lhUkUQyCuLK65VrB5bx/W4FwHlljZ5kUzORgu1m8rLHQ&#10;duRvepS+FgHCrkAFjfd9IaWrGjLoItsTB+/HDgZ9kEMt9YBjgJtOvsdxLg22HBYa7Omroepa3o2C&#10;j3k83MrsGu+1oeSU9if2VabU63LafYLwNPn/8F/7qBVkeZrA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trx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vsrcQA&#10;AADdAAAADwAAAGRycy9kb3ducmV2LnhtbESPT4vCMBTE78J+h/AWvGm6XbZoNYqsKIsnrX/Oj+bZ&#10;lm1eShO1fnsjCB6HmfkNM513phZXal1lWcHXMAJBnFtdcaHgsF8NRiCcR9ZYWyYFd3Iwn330pphq&#10;e+MdXTNfiABhl6KC0vsmldLlJRl0Q9sQB+9sW4M+yLaQusVbgJtaxlGUSIMVh4USG/otKf/PLkbB&#10;JTnFBz5v9DZb3tfj5Wrh5LFQqv/ZLSYgPHX+HX61/7SCn+Q7hue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77K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Q2MccA&#10;AADdAAAADwAAAGRycy9kb3ducmV2LnhtbESPQWvCQBSE74L/YXmF3nTTRoNNXcUWBPWgVO2ht9fs&#10;axLNvo3ZVeO/dwuFHoeZ+YYZT1tTiQs1rrSs4KkfgSDOrC45V7DfzXsjEM4ja6wsk4IbOZhOup0x&#10;ptpe+YMuW5+LAGGXooLC+zqV0mUFGXR9WxMH78c2Bn2QTS51g9cAN5V8jqJEGiw5LBRY03tB2XF7&#10;Ngo+N6PkZfO2HBxW62+MjT596TJR6vGhnb2C8NT6//Bfe6EVDJM4ht834QnIy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UNjH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Vsts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3iLJ1P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Vs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GalcUA&#10;AADdAAAADwAAAGRycy9kb3ducmV2LnhtbESP0WrCQBRE3wX/YbmCb7rRmtBGVylFoW/V2A+4ZG83&#10;wezdmN1q9Ou7BcHHYWbOMKtNbxtxoc7XjhXMpgkI4tLpmo2C7+Nu8grCB2SNjWNScCMPm/VwsMJc&#10;uysf6FIEIyKEfY4KqhDaXEpfVmTRT11LHL0f11kMUXZG6g6vEW4bOU+STFqsOS5U2NJHReWp+LUK&#10;zm6e6r7Y4tdp+7avjVmc74eFUuNR/74EEagPz/Cj/akVpNlLCv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0Zq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KOisUA&#10;AADdAAAADwAAAGRycy9kb3ducmV2LnhtbESPwW7CMBBE75X6D9ZW6g2cFhFCwIlapEpcoT1wXOwl&#10;CY3XaWwg7ddjJKQeRzPzRrMsB9uKM/W+cazgZZyAINbONFwp+Pr8GGUgfEA22DomBb/koSweH5aY&#10;G3fhDZ23oRIRwj5HBXUIXS6l1zVZ9GPXEUfv4HqLIcq+kqbHS4TbVr4mSSotNhwXauxoVZP+3p6s&#10;gnWzp2mqD3ObvevN7u8nTGZHo9Tz0/C2ABFoCP/he3ttFEzTSQq3N/EJy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Io6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fY5cMA&#10;AADdAAAADwAAAGRycy9kb3ducmV2LnhtbERPXWvCMBR9F/Yfwh3sTdM5dLMzigoDRS3MyfZ6ae6a&#10;suamNFmt/94Igo/nmzOdd7YSLTW+dKzgeZCAIM6dLrlQcPz66L+B8AFZY+WYFJzJw3z20Jtiqt2J&#10;P6k9hELEEvYpKjAh1KmUPjdk0Q9cTRy1X9dYDBE2hdQNnmK5reQwScbSYslxwWBNK0P53+HfKmgx&#10;Oyc/ZrmfbMpdPsyW31sdefX02C3eQQTqwt18S6+1gtH45RW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fY5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y98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h9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/L3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QRy8cA&#10;AADdAAAADwAAAGRycy9kb3ducmV2LnhtbESPQWsCMRSE7wX/Q3iCt5pVqdXVKFYrFGkRbb0/N8/d&#10;tcnLskl1/femUOhxmJlvmOm8sUZcqPalYwW9bgKCOHO65FzB1+f6cQTCB2SNxjEpuJGH+az1MMVU&#10;uyvv6LIPuYgQ9ikqKEKoUil9VpBF33UVcfROrrYYoqxzqWu8Rrg1sp8kQ2mx5LhQYEXLgrLv/Y9V&#10;sN6uzLn/sVscZFi+Ph/NaPOyeleq024WExCBmvAf/mu/aQVPw8EYft/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nkEc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8GksIA&#10;AADdAAAADwAAAGRycy9kb3ducmV2LnhtbERPy4rCMBTdD/gP4QpuBk3VUaQaRQRRYQRf4PbaXNti&#10;c1OaWOvfm8XALA/nPVs0phA1VS63rKDfi0AQJ1bnnCq4nNfdCQjnkTUWlknBmxws5q2vGcbavvhI&#10;9cmnIoSwi1FB5n0ZS+mSjAy6ni2JA3e3lUEfYJVKXeErhJtCDqJoLA3mHBoyLGmVUfI4PY2C+vB7&#10;S7e1K3ePybcbDW+bzV5fleq0m+UUhKfG/4v/3FutYDT+CfvDm/AE5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waS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LfwM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hv0u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S38DHAAAA3QAAAA8AAAAAAAAAAAAAAAAAmAIAAGRy&#10;cy9kb3ducmV2LnhtbFBLBQYAAAAABAAEAPUAAACMAwAAAAA=&#10;" fillcolor="black" stroked="f"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mCuccA&#10;AADdAAAADwAAAGRycy9kb3ducmV2LnhtbESPQWvCQBSE74X+h+UVeqsbgwaJrqKtgqA9aHvw+Mw+&#10;kyXZtyG71bS/visUehxm5htmtuhtI67UeeNYwXCQgCAunDZcKvj82LxMQPiArLFxTAq+ycNi/vgw&#10;w1y7Gx/oegyliBD2OSqoQmhzKX1RkUU/cC1x9C6usxii7EqpO7xFuG1kmiSZtGg4LlTY0mtFRX38&#10;sgpOu8xMDobS8/5ntdb7cb16f6uVen7ql1MQgfrwH/5rb7WCcTZK4f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pgr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AZl8YA&#10;AADdAAAADwAAAGRycy9kb3ducmV2LnhtbESPQWsCMRSE74L/ITzBm2atVmRrFLEUvXioben1sXnd&#10;bHfzsk2irv76piD0OMzMN8xy3dlGnMmHyrGCyTgDQVw4XXGp4P3tZbQAESKyxsYxKbhSgPWq31ti&#10;rt2FX+l8jKVIEA45KjAxtrmUoTBkMYxdS5y8L+ctxiR9KbXHS4LbRj5k2VxarDgtGGxpa6iojyer&#10;wG8+n+sbnz7q7Ha4ht1397NAo9Rw0G2eQETq4n/43t5rBY/z2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AZl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kUcYA&#10;AADdAAAADwAAAGRycy9kb3ducmV2LnhtbESP3WoCMRSE7wu+QziCN6VmFavtapQiFApKwZ8HON0c&#10;dxeTk2VzqmufvhEKvRxm5htmseq8UxdqYx3YwGiYgSIugq25NHA8vD+9gIqCbNEFJgM3irBa9h4W&#10;mNtw5R1d9lKqBOGYo4FKpMm1jkVFHuMwNMTJO4XWoyTZltq2eE1w7/Q4y6baY81pocKG1hUV5/23&#10;N+DGX+51M4tbuR31Nvvxsnv8tMYM+t3bHJRQJ//hv/aHNfA8nUzg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0kU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2OjsYA&#10;AADdAAAADwAAAGRycy9kb3ducmV2LnhtbESPQWsCMRSE74X+h/CE3mpWqVJWo1hF2EsPrhavz81z&#10;s5i8LJuo2/76Rij0OMzMN8x82TsrbtSFxrOC0TADQVx53XCt4LDfvr6DCBFZo/VMCr4pwHLx/DTH&#10;XPs77+hWxlokCIccFZgY21zKUBlyGIa+JU7e2XcOY5JdLXWH9wR3Vo6zbCodNpwWDLa0NlRdyqtT&#10;sClbOz4U5iMcvz5PJ1v8bOm4Uepl0K9mICL18T/81y60gsn0bQK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2Oj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hfSMUA&#10;AADdAAAADwAAAGRycy9kb3ducmV2LnhtbESPzWrDMBCE74W+g9hCb43U0jjFiWxKSSCQU/Nz6G2R&#10;NrYTa2UsJXbePioUehxm5htmUY6uFVfqQ+NZw+tEgSA23jZcadjvVi8fIEJEtth6Jg03ClAWjw8L&#10;zK0f+Juu21iJBOGQo4Y6xi6XMpiaHIaJ74iTd/S9w5hkX0nb45DgrpVvSmXSYcNpocaOvmoy5+3F&#10;aTit5MYbheawPwxrO/tZZtQqrZ+fxs85iEhj/A//tddWwzR7z+D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+F9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1Y/ccA&#10;AADdAAAADwAAAGRycy9kb3ducmV2LnhtbESPW2sCMRSE3wv9D+EUfKvZeqtsN4oKhVLxoVpKH083&#10;Zy/s5mRJoq7/vhEEH4eZ+YbJlr1pxYmcry0reBkmIIhzq2suFXwf3p/nIHxA1thaJgUX8rBcPD5k&#10;mGp75i867UMpIoR9igqqELpUSp9XZNAPbUccvcI6gyFKV0rt8BzhppWjJJlJgzXHhQo72lSUN/uj&#10;UfB73HKxG3+u3Dr82P7gm9HfvFFq8NSv3kAE6sM9fGt/aAXT2eQVrm/iE5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CtWP3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h2XcMA&#10;AADdAAAADwAAAGRycy9kb3ducmV2LnhtbERPy4rCMBTdC/MP4Qqz01RRcapRRmHAjTA+FuPu2lzb&#10;YnNTk6h1vt4sBJeH857OG1OJGzlfWlbQ6yYgiDOrS84V7Hc/nTEIH5A1VpZJwYM8zGcfrSmm2t55&#10;Q7dtyEUMYZ+igiKEOpXSZwUZ9F1bE0fuZJ3BEKHLpXZ4j+Gmkv0kGUmDJceGAmtaFpSdt1ejYPE1&#10;Xlx+B7z+3xwPdPg7nod9lyj12W6+JyACNeEtfrlXWsFwNIhz45v4BO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h2XcMAAADdAAAADwAAAAAAAAAAAAAAAACYAgAAZHJzL2Rv&#10;d25yZXYueG1sUEsFBgAAAAAEAAQA9QAAAIgDAAAAAA==&#10;" fillcolor="black" stroked="f"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gpx8UA&#10;AADdAAAADwAAAGRycy9kb3ducmV2LnhtbESPQUsDMRSE70L/Q3iCN5u1atG1aVkKonjatpZeXzfP&#10;zeLmZUliuv57IxR6HGbmG2axGm0vEvnQOVZwNy1AEDdOd9wq+Ny93j6BCBFZY++YFPxSgNVycrXA&#10;UrsTbyhtYysyhEOJCkyMQyllaAxZDFM3EGfvy3mLMUvfSu3xlOG2l7OimEuLHecFgwOtDTXf2x+r&#10;IB3XdXWfDslsPnzVele/7Y+1UjfXY/UCItIYL+Fz+10reJw/PM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mCnH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2dcMA&#10;AADdAAAADwAAAGRycy9kb3ducmV2LnhtbERPz2vCMBS+D/wfwhO8zVTBMjujiLihXqbdYB4fzbMp&#10;Ni+libXbX28Ogx0/vt+LVW9r0VHrK8cKJuMEBHHhdMWlgq/Pt+cXED4ga6wdk4If8rBaDp4WmGl3&#10;5xN1eShFDGGfoQITQpNJ6QtDFv3YNcSRu7jWYoiwLaVu8R7DbS2nSZJKixXHBoMNbQwV1/xmFfjJ&#10;Zvt9sL/z7vxu+CPfm/RYGqVGw379CiJQH/7Ff+6dVjBLZ3F/fBOf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z2dc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224380" w:rsidRPr="00062C82" w:rsidRDefault="00224380" w:rsidP="00224380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AE16CF" w:rsidRPr="00AE16CF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6D3cQA&#10;AADdAAAADwAAAGRycy9kb3ducmV2LnhtbESPQWvCQBSE74X+h+UVvNWNEVOJriKlioeAaPX+yD6z&#10;wezbkF01/nu3UPA4zMw3zHzZ20bcqPO1YwWjYQKCuHS65krB8Xf9OQXhA7LGxjEpeJCH5eL9bY65&#10;dnfe0+0QKhEh7HNUYEJocyl9aciiH7qWOHpn11kMUXaV1B3eI9w2Mk2STFqsOS4YbOnbUHk5XK0C&#10;N95si1OV7sc//BV4tZueT32h1OCjX81ABOrDK/zf3moFk2ySwt+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+g9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TiSMgA&#10;AADdAAAADwAAAGRycy9kb3ducmV2LnhtbESPQUsDMRSE74X+h/AKXorNqnTVtWmRwqrtQWgVvD42&#10;z822m5clie3aX2+EQo/DzHzDzBa9bcWBfGgcK7iZZCCIK6cbrhV8fpTXDyBCRNbYOiYFvxRgMR8O&#10;Zlhod+QNHbaxFgnCoUAFJsaukDJUhiyGieuIk/ftvMWYpK+l9nhMcNvK2yzLpcWG04LBjpaGqv32&#10;xyrYle/ma3l/evHjxw2dxuX6tV3lSl2N+ucnEJH6eAmf229awTSf3sH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JOJ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UYQ8QA&#10;AADdAAAADwAAAGRycy9kb3ducmV2LnhtbESP24rCMBRF34X5h3CEeRFNZ7wwdIwiMor4Urx8wKE5&#10;NsXmpDTRdv7eCIKPm31Z7Pmys5W4U+NLxwq+RgkI4tzpkgsF59Nm+APCB2SNlWNS8E8elouP3hxT&#10;7Vo+0P0YChFH2KeowIRQp1L63JBFP3I1cfQurrEYomwKqRts47it5HeSzKTFkiPBYE1rQ/n1eLMR&#10;ko0x21/a02bbYYt/e8OD1UGpz363+gURqAvv8Ku90wqms+kE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VGE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JoeM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VW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4mh4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sjr8MA&#10;AADdAAAADwAAAGRycy9kb3ducmV2LnhtbESP3YrCMBCF7wXfIYywN7Kmu2JZqlFk0UW8kaoPMDRj&#10;U2wmpYm2+/ZGELw8nJ+Ps1j1thZ3an3lWMHXJAFBXDhdcangfNp+/oDwAVlj7ZgU/JOH1XI4WGCm&#10;Xcc53Y+hFHGEfYYKTAhNJqUvDFn0E9cQR+/iWoshyraUusUujttafidJKi1WHAkGG/o1VFyPNxsh&#10;hyke9pfutP3rscPN3vB4nSv1MerXcxCB+vAOv9o7rWCWzlJ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sjr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xTlMYA&#10;AADdAAAADwAAAGRycy9kb3ducmV2LnhtbESPQUvDQBSE70L/w/IK3uzGYlKJ3ZbSKojgwSqIt0f2&#10;NQlm3y67zyb+e1cQPA4z8w2z3k5uUGeKqfds4HpRgCJuvO25NfD2+nB1CyoJssXBMxn4pgTbzexi&#10;jbX1I7/Q+SityhBONRroREKtdWo6cpgWPhBn7+SjQ8kyttpGHDPcDXpZFJV22HNe6DDQvqPm8/jl&#10;DDyP9+FpVZWn8BFvljodrLzvxZjL+bS7AyU0yX/4r/1oDZRVu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XxTl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NnmMMA&#10;AADdAAAADwAAAGRycy9kb3ducmV2LnhtbERPW2vCMBR+H/gfwhn4MjTdpCKdUXQQHDgQL7DXQ3Ns&#10;y5qTkmS2+/fmQdjjx3dfrgfbihv50DhW8DrNQBCXzjRcKbic9WQBIkRkg61jUvBHAdar0dMSC+N6&#10;PtLtFCuRQjgUqKCOsSukDGVNFsPUdcSJuzpvMSboK2k89inctvIty+bSYsOpocaOPmoqf06/VsH2&#10;0Fcz/1JuB7e/7r5zrY3+0kqNn4fNO4hIQ/wXP9yfRkE+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Nnm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YRsQA&#10;AADdAAAADwAAAGRycy9kb3ducmV2LnhtbESPUWvCMBSF3wf+h3AF32aqrKLVKOIoyNjL3H7Apbk2&#10;1eamJLHWf28Ggz0ezjnf4Wx2g21FTz40jhXMphkI4srphmsFP9/l6xJEiMgaW8ek4EEBdtvRywYL&#10;7e78Rf0p1iJBOBSowMTYFVKGypDFMHUdcfLOzluMSfpaao/3BLetnGfZQlpsOC0Y7OhgqLqeblZB&#10;+TH/7K837Uu3H94s5eayfDdKTcbDfg0i0hD/w3/to1aQL/I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XmE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mhI8MA&#10;AADdAAAADwAAAGRycy9kb3ducmV2LnhtbERPXWvCMBR9H/gfwhX2MjSdwyLVKDoIEzYYU8HXS3Nt&#10;i81NSaKt/355GOzxcL5Xm8G24k4+NI4VvE4zEMSlMw1XCk5HPVmACBHZYOuYFDwowGY9elphYVzP&#10;P3Q/xEqkEA4FKqhj7AopQ1mTxTB1HXHiLs5bjAn6ShqPfQq3rZxlWS4tNpwaauzovabyerhZBbvv&#10;vnrzL+VucJ+Xj/Nca6O/tFLP42G7BBFpiP/iP/feKJjn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mhI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1e/c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TZ6v4P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NXv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arMIA&#10;AADdAAAADwAAAGRycy9kb3ducmV2LnhtbESP0YrCMBRE3wX/IVxh3zTVtUW6piILLvpo9QMuzd22&#10;tLmpTdbWv98Igo/DzJxhtrvRtOJOvastK1guIhDEhdU1lwqul8N8A8J5ZI2tZVLwIAe7bDrZYqrt&#10;wGe6574UAcIuRQWV910qpSsqMugWtiMO3q/tDfog+1LqHocAN61cRVEiDdYcFirs6Luiosn/jIL1&#10;Y/i55XETHbSh5emzO7EvYqU+ZuP+C4Sn0b/Dr/ZRK4iTZAXPN+EJ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Gtqs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RmK8UA&#10;AADdAAAADwAAAGRycy9kb3ducmV2LnhtbESPQWvCQBSE7wX/w/KE3urGSIONriEYLKWnGq3nR/aZ&#10;BLNvQ3bV+O+7hUKPw8x8w6yz0XTiRoNrLSuYzyIQxJXVLdcKjofdyxKE88gaO8uk4EEOss3kaY2p&#10;tnfe0630tQgQdikqaLzvUyld1ZBBN7M9cfDOdjDogxxqqQe8B7jpZBxFiTTYclhosKdtQ9WlvBoF&#10;1+QUH/n8qb/K4vH+VuxyJ79rpZ6nY74C4Wn0/+G/9odW8JokC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xGYr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6BWMgA&#10;AADdAAAADwAAAGRycy9kb3ducmV2LnhtbESPzU7DMBCE70i8g7VIvVEHaK021IkAqVLpoRX9OXBb&#10;4iUJxOs0Nm369jUSEsfRzHyjmeW9bcSROl871nA3TEAQF87UXGrYbee3ExA+IBtsHJOGM3nIs+ur&#10;GabGnfiNjptQighhn6KGKoQ2ldIXFVn0Q9cSR+/TdRZDlF0pTYenCLeNvE8SJS3WHBcqbOmlouJ7&#10;82M17NcTNV0/v46+lqsPfLDm8G5qpfXgpn96BBGoD//hv/bCaBgrNYLfN/EJyO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joF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rmMMYA&#10;AADdAAAADwAAAGRycy9kb3ducmV2LnhtbESPQWvCQBSE70L/w/IEb2ajrUFSV6mWqniyaaHXR/Y1&#10;Cc2+Ddk1if76bkHocZiZb5jVZjC16Kh1lWUFsygGQZxbXXGh4PPjbboE4TyyxtoyKbiSg836YbTC&#10;VNue36nLfCEChF2KCkrvm1RKl5dk0EW2IQ7et20N+iDbQuoW+wA3tZzHcSINVhwWSmxoV1L+k12M&#10;glvyhWd3mG9fH7Wn69Nyb0/nvVKT8fDyDMLT4P/D9/ZRK1gkyQL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rmM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r/8UA&#10;AADdAAAADwAAAGRycy9kb3ducmV2LnhtbESPwWrDMBBE74X8g9hAb43cYJvUjRJCSKG3Nk4+YLG2&#10;som1cizVdvv1VSGQ4zAzb5j1drKtGKj3jWMFz4sEBHHldMNGwfn09rQC4QOyxtYxKfghD9vN7GGN&#10;hXYjH2kogxERwr5ABXUIXSGlr2qy6BeuI47el+sthih7I3WPY4TbVi6TJJcWG44LNXa0r6m6lN9W&#10;wdUtMz2VB/y4HF4+G2PS6+8xVepxPu1eQQSawj18a79rBVme5/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sCv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0EDMUA&#10;AADdAAAADwAAAGRycy9kb3ducmV2LnhtbESPwW7CMBBE70j9B2srcSNOqUhCwCBaCYkrtIcet/aS&#10;pI3XaexC2q/HSEgcRzPzRrNcD7YVJ+p941jBU5KCINbONFwpeH/bTgoQPiAbbB2Tgj/ysF49jJZY&#10;GnfmPZ0OoRIRwr5EBXUIXSml1zVZ9InriKN3dL3FEGVfSdPjOcJtK6dpmkmLDceFGjt6rUl/H36t&#10;gl3zSbNMH+e2eNH7j/+f8Jx/GaXGj8NmASLQEO7hW3tnFMyyLIfrm/g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3QQ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tjisYA&#10;AADdAAAADwAAAGRycy9kb3ducmV2LnhtbESPQWvCQBCF74X+h2UK3uqmgqGNrqKFQqWtUBV7HbLT&#10;bDA7G7JrjP++cyh4nJk3771vvhx8o3rqYh3YwNM4A0VcBltzZeCwf3t8BhUTssUmMBm4UoTl4v5u&#10;joUNF/6mfpcqJSYcCzTgUmoLrWPpyGMch5ZYbr+h85hk7CptO7yIuW/0JMty7bFmSXDY0quj8rQ7&#10;ewM9bq/Zj1t/vWzqz3KyXR8/rOzN6GFYzUAlGtJN/P/9bg1M81zqCo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tji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x4ccQA&#10;AADdAAAADwAAAGRycy9kb3ducmV2LnhtbESPQUvDQBSE74L/YXmCN7sxYNDYbZFCxWONHjw+s6/Z&#10;1Ox7YXfbpP56VxA8DjPzDbNcz35QJwqxFzZwuyhAEbdie+4MvL9tb+5BxYRscRAmA2eKsF5dXiyx&#10;tjLxK52a1KkM4VijAZfSWGsdW0ce40JG4uztJXhMWYZO24BThvtBl0VRaY895wWHI20ctV/N0RuY&#10;ntvPQ7n/sO47jLJtdnIoBzHm+mp+egSVaE7/4b/2izVwV1UP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8eH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QBlsMA&#10;AADdAAAADwAAAGRycy9kb3ducmV2LnhtbERPW2vCMBR+F/wP4Qh7s6mCFzqjeAURZei297PmrK0m&#10;J6XJtPv3y4Owx4/vPlu01og7Nb5yrGCQpCCIc6crLhR8vO/6UxA+IGs0jknBL3lYzLudGWbaPfhM&#10;90soRAxhn6GCMoQ6k9LnJVn0iauJI/ftGoshwqaQusFHDLdGDtN0LC1WHBtKrGldUn67/FgFu7eN&#10;uQ5P5+WnDOvt5MtMD6vNUamXXrt8BRGoDf/ip3uvFYzGk7g/volP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QB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9ptMcA&#10;AADdAAAADwAAAGRycy9kb3ducmV2LnhtbESPS2vDMBCE74X+B7GFXkoiuyUP3CimBIJTSCEv6HVj&#10;bW1ja2Us1XH/fRQI9DjMzDfMIh1MI3rqXGVZQTyOQBDnVldcKDgd16M5COeRNTaWScEfOUiXjw8L&#10;TLS98J76gy9EgLBLUEHpfZtI6fKSDLqxbYmD92M7gz7IrpC6w0uAm0a+RtFUGqw4LJTY0qqkvD78&#10;GgX9bnsuNr1rP+v5i5u8nbPsS38r9fw0fLyD8DT4//C9vdEKJtNZDL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fab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yLCs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bQH7yn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siwrHAAAA3QAAAA8AAAAAAAAAAAAAAAAAmAIAAGRy&#10;cy9kb3ducmV2LnhtbFBLBQYAAAAABAAEAPUAAACMAwAAAAA=&#10;" fillcolor="black" stroked="f"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ntn8cA&#10;AADdAAAADwAAAGRycy9kb3ducmV2LnhtbESPQWvCQBSE7wX/w/KE3uqmFlNJXUVtC4J60PbQ42v2&#10;NVmSfRuyW43+elcQPA4z8w0zmXW2FgdqvXGs4HmQgCDOnTZcKPj++nwag/ABWWPtmBScyMNs2nuY&#10;YKbdkXd02IdCRAj7DBWUITSZlD4vyaIfuIY4en+utRiibAupWzxGuK3lMElSadFwXCixoWVJebX/&#10;twp+1qkZ7wwNfzfnxYfejKrF9r1S6rHfzd9ABOrCPXxrr7SCUfr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dJ7Z/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LXsYA&#10;AADdAAAADwAAAGRycy9kb3ducmV2LnhtbESPQWsCMRSE74L/ITzBW81a1MrWKGIpevFQ29LrY/O6&#10;2e7mZZtEXf31TUHwOMzMN8xi1dlGnMiHyrGC8SgDQVw4XXGp4OP99WEOIkRkjY1jUnChAKtlv7fA&#10;XLszv9HpEEuRIBxyVGBibHMpQ2HIYhi5ljh5385bjEn6UmqP5wS3jXzMspm0WHFaMNjSxlBRH45W&#10;gV9/vdRXPn7W2XV/Cduf7neORqnhoFs/g4jUxXv41t5pBdPZ0wT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VL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1Ld8YA&#10;AADdAAAADwAAAGRycy9kb3ducmV2LnhtbESP3WrCQBSE7wu+w3IKvSm6UdDY1FVEKBQqBX8e4DR7&#10;moTung3ZU419elcoeDnMzDfMYtV7p07UxSawgfEoA0VcBttwZeB4eBvOQUVBtugCk4ELRVgtBw8L&#10;LGw4845Oe6lUgnAs0EAt0hZax7Imj3EUWuLkfYfOoyTZVdp2eE5w7/Qky2baY8NpocaWNjWVP/tf&#10;b8BNvtzLRx63cjnqbfbnZff8aY15euzXr6CEermH/9vv1sB0lk/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1Ld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PaRMYA&#10;AADdAAAADwAAAGRycy9kb3ducmV2LnhtbESPQWsCMRSE74X+h/AK3mpWoduyNYqtCHvpwa3F63Pz&#10;3CwmL8sm1bW/3ghCj8PMfMPMFoOz4kR9aD0rmIwzEMS11y03Crbf6+c3ECEia7SeScGFAizmjw8z&#10;LLQ/84ZOVWxEgnAoUIGJsSukDLUhh2HsO+LkHXzvMCbZN1L3eE5wZ+U0y3LpsOW0YLCjT0P1sfp1&#10;ClZVZ6fb0nyE3c/Xfm/LvzXtVkqNnoblO4hIQ/wP39ulVvCSv+Z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PaR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gwbsQA&#10;AADdAAAADwAAAGRycy9kb3ducmV2LnhtbESPT2sCMRTE74LfITyhN01a6G7ZGqWIgtCT/w69PZLX&#10;3dXNy7JJ3e23N4LgcZiZ3zDz5eAacaUu1J41vM4UCGLjbc2lhuNhM/0AESKyxcYzafinAMvFeDTH&#10;wvqed3Tdx1IkCIcCNVQxtoWUwVTkMMx8S5y8X985jEl2pbQd9gnuGvmmVCYd1pwWKmxpVZG57P+c&#10;hvNGfnuj0JyOp35r8591Ro3S+mUyfH2CiDTEZ/jR3loN71mew/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YMG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4GMsMA&#10;AADdAAAADwAAAGRycy9kb3ducmV2LnhtbERPz2vCMBS+C/sfwhvsNlOVOammRQVhbOwwHcPjs3m2&#10;pc1LSaJm//1yGHj8+H6vymh6cSXnW8sKJuMMBHFldcu1gu/D7nkBwgdkjb1lUvBLHsriYbTCXNsb&#10;f9F1H2qRQtjnqKAJYcil9FVDBv3YDsSJO1tnMCToaqkd3lK46eU0y+bSYMupocGBtg1V3f5iFBwv&#10;H3z+nL2v3Sb82Hjw3fS06JR6eozrJYhAMdzF/+43reBl/prmpjfpCc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14GM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gZe8cA&#10;AADdAAAADwAAAGRycy9kb3ducmV2LnhtbESPzWsCMRTE70L/h/AK3jSr1K/VKFoo9FKoHwe9PTfP&#10;3cXNy5pE3favb4SCx2FmfsPMFo2pxI2cLy0r6HUTEMSZ1SXnCnbbj84YhA/IGivLpOCHPCzmL60Z&#10;ptreeU23TchFhLBPUUERQp1K6bOCDPqurYmjd7LOYIjS5VI7vEe4qWQ/SYbSYMlxocCa3gvKzpur&#10;UbCajFeX7zf++l0fD3TYH8+DvkuUar82yymIQE14hv/bn1rBYDiawON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aIGXvHAAAA3QAAAA8AAAAAAAAAAAAAAAAAmAIAAGRy&#10;cy9kb3ducmV2LnhtbFBLBQYAAAAABAAEAPUAAACMAwAAAAA=&#10;" fillcolor="black" stroked="f"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s6wMIA&#10;AADdAAAADwAAAGRycy9kb3ducmV2LnhtbERPyWrDMBC9F/IPYgK9NXJaGoIbJZhAaOjJ2eh1Yk0t&#10;U2tkJEVx/746FHp8vH21GW0vEvnQOVYwnxUgiBunO24VnE+7pyWIEJE19o5JwQ8F2KwnDysstbvz&#10;gdIxtiKHcChRgYlxKKUMjSGLYeYG4sx9OW8xZuhbqT3ec7jt5XNRLKTFjnODwYG2hprv480qSNdt&#10;Xb2kz2QOH75qvavfL9daqcfpWL2BiDTGf/Gfe68VvC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GzrA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B/qcYA&#10;AADdAAAADwAAAGRycy9kb3ducmV2LnhtbESPQWvCQBSE7wX/w/IK3uomQoNGVymipfXSNhbq8ZF9&#10;zYZm34bsGqO/3i0Uehxm5htmuR5sI3rqfO1YQTpJQBCXTtdcKfg87B5mIHxA1tg4JgUX8rBeje6W&#10;mGt35g/qi1CJCGGfowITQptL6UtDFv3EtcTR+3adxRBlV0nd4TnCbSOnSZJJizXHBYMtbQyVP8XJ&#10;KvDpZvu1t9d5f3w2/Fa8muy9MkqN74enBYhAQ/gP/7VftILHbJbC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B/q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24380" w:rsidRDefault="00224380" w:rsidP="0022438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 xml:space="preserve"> Клімчук  В.Й.</w:t>
      </w: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hAnsi="Times New Roman" w:cs="Times New Roman"/>
        </w:rPr>
        <w:t xml:space="preserve"> Клімчук В.Й.,</w:t>
      </w:r>
      <w:r w:rsidRPr="00062C82">
        <w:rPr>
          <w:rFonts w:ascii="Times New Roman" w:hAnsi="Times New Roman" w:cs="Times New Roman"/>
        </w:rPr>
        <w:t xml:space="preserve"> сільська  рада ВИРІШИЛА:</w:t>
      </w: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24380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</w:rPr>
        <w:t xml:space="preserve">      1. Затвердити </w:t>
      </w:r>
      <w:r>
        <w:rPr>
          <w:rFonts w:ascii="Times New Roman" w:hAnsi="Times New Roman" w:cs="Times New Roman"/>
        </w:rPr>
        <w:t>Клімчук  Вірі Йосипівні</w:t>
      </w:r>
      <w:r w:rsidRPr="00062C82">
        <w:rPr>
          <w:rFonts w:ascii="Times New Roman" w:hAnsi="Times New Roman" w:cs="Times New Roman"/>
        </w:rPr>
        <w:t>,  як</w:t>
      </w:r>
      <w:r>
        <w:rPr>
          <w:rFonts w:ascii="Times New Roman" w:hAnsi="Times New Roman" w:cs="Times New Roman"/>
        </w:rPr>
        <w:t>а</w:t>
      </w:r>
      <w:r w:rsidRPr="00062C82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ий за адресою: </w:t>
      </w:r>
      <w:r w:rsidR="006B0CA2">
        <w:rPr>
          <w:rFonts w:ascii="Times New Roman" w:hAnsi="Times New Roman" w:cs="Times New Roman"/>
        </w:rPr>
        <w:t>_________</w:t>
      </w:r>
      <w:r w:rsidR="006B0CA2" w:rsidRPr="006B0CA2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 xml:space="preserve">, </w:t>
      </w:r>
      <w:r w:rsidRPr="00062C82">
        <w:rPr>
          <w:rFonts w:ascii="Times New Roman" w:hAnsi="Times New Roman" w:cs="Times New Roman"/>
        </w:rPr>
        <w:t>ідентифікаційн</w:t>
      </w:r>
      <w:r>
        <w:rPr>
          <w:rFonts w:ascii="Times New Roman" w:hAnsi="Times New Roman" w:cs="Times New Roman"/>
        </w:rPr>
        <w:t>ий</w:t>
      </w:r>
      <w:r w:rsidRPr="00062C82">
        <w:rPr>
          <w:rFonts w:ascii="Times New Roman" w:hAnsi="Times New Roman" w:cs="Times New Roman"/>
        </w:rPr>
        <w:t xml:space="preserve"> номер </w:t>
      </w:r>
      <w:r w:rsidR="006B0CA2">
        <w:rPr>
          <w:rFonts w:ascii="Times New Roman" w:hAnsi="Times New Roman" w:cs="Times New Roman"/>
          <w:lang w:val="en-US"/>
        </w:rPr>
        <w:t>__________</w:t>
      </w:r>
      <w:r w:rsidRPr="00062C82">
        <w:rPr>
          <w:rFonts w:ascii="Times New Roman" w:hAnsi="Times New Roman" w:cs="Times New Roman"/>
        </w:rPr>
        <w:t>, технічну документацію із 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</w:rPr>
        <w:t>,</w:t>
      </w:r>
      <w:r w:rsidRPr="00062C82">
        <w:rPr>
          <w:rFonts w:ascii="Times New Roman" w:hAnsi="Times New Roman" w:cs="Times New Roman"/>
        </w:rPr>
        <w:t xml:space="preserve"> та передати її у приватну власність, площею 0,</w:t>
      </w:r>
      <w:r>
        <w:rPr>
          <w:rFonts w:ascii="Times New Roman" w:hAnsi="Times New Roman" w:cs="Times New Roman"/>
        </w:rPr>
        <w:t>1014га, (кадастровий номер: 68239840</w:t>
      </w:r>
      <w:r w:rsidRPr="00062C82">
        <w:rPr>
          <w:rFonts w:ascii="Times New Roman" w:hAnsi="Times New Roman" w:cs="Times New Roman"/>
        </w:rPr>
        <w:t>00:0</w:t>
      </w:r>
      <w:r>
        <w:rPr>
          <w:rFonts w:ascii="Times New Roman" w:hAnsi="Times New Roman" w:cs="Times New Roman"/>
        </w:rPr>
        <w:t>1:002</w:t>
      </w:r>
      <w:r w:rsidRPr="00062C82">
        <w:rPr>
          <w:rFonts w:ascii="Times New Roman" w:hAnsi="Times New Roman" w:cs="Times New Roman"/>
        </w:rPr>
        <w:t>:00</w:t>
      </w:r>
      <w:r>
        <w:rPr>
          <w:rFonts w:ascii="Times New Roman" w:hAnsi="Times New Roman" w:cs="Times New Roman"/>
        </w:rPr>
        <w:t>26</w:t>
      </w:r>
      <w:r w:rsidRPr="00062C82">
        <w:rPr>
          <w:rFonts w:ascii="Times New Roman" w:hAnsi="Times New Roman" w:cs="Times New Roman"/>
        </w:rPr>
        <w:t xml:space="preserve">), для </w:t>
      </w:r>
      <w:r>
        <w:rPr>
          <w:rFonts w:ascii="Times New Roman" w:hAnsi="Times New Roman" w:cs="Times New Roman"/>
        </w:rPr>
        <w:t>ведення особистого селянського господарства,</w:t>
      </w:r>
      <w:r w:rsidRPr="00062C82">
        <w:rPr>
          <w:rFonts w:ascii="Times New Roman" w:hAnsi="Times New Roman" w:cs="Times New Roman"/>
        </w:rPr>
        <w:t xml:space="preserve"> яка розташована Хмельницька область, Славутський  район, с.</w:t>
      </w:r>
      <w:r>
        <w:rPr>
          <w:rFonts w:ascii="Times New Roman" w:hAnsi="Times New Roman" w:cs="Times New Roman"/>
        </w:rPr>
        <w:t>Крупець.</w:t>
      </w:r>
      <w:r w:rsidRPr="00062C82">
        <w:rPr>
          <w:rFonts w:ascii="Times New Roman" w:hAnsi="Times New Roman" w:cs="Times New Roman"/>
          <w:color w:val="FF0000"/>
        </w:rPr>
        <w:t xml:space="preserve">  </w:t>
      </w: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 xml:space="preserve">      </w:t>
      </w:r>
      <w:r w:rsidRPr="00062C82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  <w:color w:val="auto"/>
        </w:rPr>
        <w:t>Клімчук В.Й</w:t>
      </w:r>
      <w:r w:rsidRPr="00062C82">
        <w:rPr>
          <w:rFonts w:ascii="Times New Roman" w:hAnsi="Times New Roman" w:cs="Times New Roman"/>
          <w:color w:val="auto"/>
        </w:rPr>
        <w:t xml:space="preserve">, </w:t>
      </w:r>
      <w:r w:rsidRPr="00062C82">
        <w:rPr>
          <w:rFonts w:ascii="Times New Roman" w:hAnsi="Times New Roman" w:cs="Times New Roman"/>
        </w:rPr>
        <w:t>посвідчити своє право  в  установленому  законом  порядку.</w:t>
      </w: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24380" w:rsidRPr="00062C82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224380" w:rsidRPr="00224380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944D60" w:rsidRPr="00224380" w:rsidRDefault="00224380" w:rsidP="0022438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 xml:space="preserve">Сільський  голова                                                                                             В.А.Михалюк </w:t>
      </w:r>
    </w:p>
    <w:sectPr w:rsidR="00944D60" w:rsidRPr="00224380" w:rsidSect="00944D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224380"/>
    <w:rsid w:val="00171A2E"/>
    <w:rsid w:val="00224380"/>
    <w:rsid w:val="00304C90"/>
    <w:rsid w:val="00505B6D"/>
    <w:rsid w:val="006B0CA2"/>
    <w:rsid w:val="006D3977"/>
    <w:rsid w:val="007D6C18"/>
    <w:rsid w:val="00944D60"/>
    <w:rsid w:val="00AE16CF"/>
    <w:rsid w:val="00C16C67"/>
    <w:rsid w:val="00D1641A"/>
    <w:rsid w:val="00DB4D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38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258</Words>
  <Characters>1473</Characters>
  <Application>Microsoft Office Word</Application>
  <DocSecurity>0</DocSecurity>
  <Lines>12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2020-02-13T11:14:00Z</dcterms:created>
  <dcterms:modified xsi:type="dcterms:W3CDTF">2020-02-13T12:11:00Z</dcterms:modified>
</cp:coreProperties>
</file>