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ACA" w:rsidRPr="00E9508A" w:rsidRDefault="002A5ACA" w:rsidP="002A5ACA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2B4EAE" wp14:editId="2576691E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48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48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ACA" w:rsidRDefault="002A5ACA" w:rsidP="002A5A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KewsIA&#10;AADdAAAADwAAAGRycy9kb3ducmV2LnhtbESPQYvCMBSE74L/ITzBm6ZrRUvXKCIqHgRR1/ujebZl&#10;m5fSRK3/3giCx2FmvmFmi9ZU4k6NKy0r+BlGIIgzq0vOFfydN4MEhPPIGivLpOBJDhbzbmeGqbYP&#10;PtL95HMRIOxSVFB4X6dSuqwgg25oa+LgXW1j0AfZ5FI3+AhwU8lRFE2kwZLDQoE1rQrK/k83o8DG&#10;293+ko+O8ZqnnpeH5Hpp90r1e+3yF4Sn1n/Dn/ZOK4jHSQzvN+EJ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Qp7C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3CuMkA&#10;AADdAAAADwAAAGRycy9kb3ducmV2LnhtbESPW0sDMRSE3wX/QziCL6XNVksva9NSCqvWB6EX6Oth&#10;c9ysbk6WJLZrf70RCj4OM/MNM192thEn8qF2rGA4yEAQl07XXCk47Iv+FESIyBobx6TghwIsF7c3&#10;c8y1O/OWTrtYiQThkKMCE2ObSxlKQxbDwLXEyftw3mJM0ldSezwnuG3kQ5aNpcWa04LBltaGyq/d&#10;t1XwWbyb43pyefa92ZYuveLtpdmMlbq/61ZPICJ18T98bb9qBY+j6Qj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L3Cu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kFXMUA&#10;AADdAAAADwAAAGRycy9kb3ducmV2LnhtbESP3WrCQBCF7wt9h2UK3hTd1LRFoqtIMaXkRvx5gCE7&#10;ZoPZ2ZBdk/j2bqHQy8P5+TirzWgb0VPna8cK3mYJCOLS6ZorBedTPl2A8AFZY+OYFNzJw2b9/LTC&#10;TLuBD9QfQyXiCPsMFZgQ2kxKXxqy6GeuJY7exXUWQ5RdJXWHQxy3jZwnyae0WHMkGGzpy1B5Pd5s&#10;hOxT3BeX4ZR/jzjgrjD8uj0oNXkZt0sQgcbwH/5r/2gF6fviA3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KQVc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BOi8YA&#10;AADdAAAADwAAAGRycy9kb3ducmV2LnhtbESPQUsDMRSE70L/Q3iCN5u11rWsTUupCiL00FYQb4/N&#10;6+7i5iUkz+76740geBxm5htmuR5dr84UU+fZwM20AEVce9txY+Dt+Hy9AJUE2WLvmQx8U4L1anKx&#10;xMr6gfd0PkijMoRThQZakVBpneqWHKapD8TZO/noULKMjbYRhwx3vZ4VRakddpwXWgy0ban+PHw5&#10;A7vhKbzel3en8BHnM50erbxvxZiry3HzAEpolP/wX/vFGridL0r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0BOi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+sMUA&#10;AADdAAAADwAAAGRycy9kb3ducmV2LnhtbESP3WrCQBCF7wt9h2UK3hTd1JRWoqtIMaXkRvx5gCE7&#10;ZoPZ2ZBdk/j2bqHQy8P5+TirzWgb0VPna8cK3mYJCOLS6ZorBedTPl2A8AFZY+OYFNzJw2b9/LTC&#10;TLuBD9QfQyXiCPsMFZgQ2kxKXxqy6GeuJY7exXUWQ5RdJXWHQxy3jZwnyYe0WHMkGGzpy1B5Pd5s&#10;hOxT3BeX4ZR/jzjgrjD8uj0oNXkZt0sQgcbwH/5r/2gF6fviE3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tz6w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N/YsQA&#10;AADdAAAADwAAAGRycy9kb3ducmV2LnhtbERPTWsCMRC9F/ofwhS81WzVWtkapVgFKfRQWyi9DZtx&#10;d+lmEpLRXf+9ORR6fLzv5XpwnTpTTK1nAw/jAhRx5W3LtYGvz939AlQSZIudZzJwoQTr1e3NEkvr&#10;e/6g80FqlUM4lWigEQml1qlqyGEa+0CcuaOPDiXDWGsbsc/hrtOTophrhy3nhgYDbRqqfg8nZ+C9&#10;34a3p/njMfzE2USnVyvfGzFmdDe8PIMSGuRf/OfeWwPT2SLPzW/yE9C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Tf2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96h8cA&#10;AADdAAAADwAAAGRycy9kb3ducmV2LnhtbESPQWsCMRSE74X+h/CEXopmrVZ0NYoWQgULpbbg9bF5&#10;7i7dvCxJ6m7/vREKPQ4z8w2z2vS2ERfyoXasYDzKQBAXztRcKvj61MM5iBCRDTaOScEvBdis7+9W&#10;mBvX8QddjrEUCcIhRwVVjG0uZSgqshhGriVO3tl5izFJX0rjsUtw28inLJtJizWnhQpbeqmo+D7+&#10;WAW7966c+Mdi17vD+fX0rLXRb1qph0G/XYKI1Mf/8F97bxRMpvMF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feof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QfgsEA&#10;AADdAAAADwAAAGRycy9kb3ducmV2LnhtbERP3WrCMBS+H/gO4Qi7m6nOiVajiFIYYzf+PMChOTbV&#10;5qQksda3NxeDXX58/6tNbxvRkQ+1YwXjUQaCuHS65krB+VR8zEGEiKyxcUwKnhRgsx68rTDX7sEH&#10;6o6xEimEQ44KTIxtLmUoDVkMI9cSJ+7ivMWYoK+k9vhI4baRkyybSYs1pwaDLe0Mlbfj3Soofia/&#10;3e2ufeG2/dTSl7nO90ap92G/XYKI1Md/8Z/7Wyv4nC7S/v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EH4L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DgXMcA&#10;AADdAAAADwAAAGRycy9kb3ducmV2LnhtbESPQWsCMRSE7wX/Q3iCl6JZtZW6GqUWQgULpVbw+tg8&#10;d5duXpYkdbf/3hQKPQ4z8w2z3va2EVfyoXasYDrJQBAXztRcKjh96vETiBCRDTaOScEPBdhuBndr&#10;zI3r+IOux1iKBOGQo4IqxjaXMhQVWQwT1xIn7+K8xZikL6Xx2CW4beQsyxbSYs1pocKWXioqvo7f&#10;VsHuvSvn/r7Y9e5weT0/am30m1ZqNOyfVyAi9fE//NfeGwXzh+UU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w4Fz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okbsQA&#10;AADdAAAADwAAAGRycy9kb3ducmV2LnhtbESPUWvCMBSF3wf+h3CFvc3Uzg2tRhFHYYy9TP0Bl+ba&#10;VJubksTa/ftlIPh4OOd8h7PaDLYVPfnQOFYwnWQgiCunG64VHA/lyxxEiMgaW8ek4JcCbNajpxUW&#10;2t34h/p9rEWCcChQgYmxK6QMlSGLYeI64uSdnLcYk/S11B5vCW5bmWfZu7TYcFow2NHOUHXZX62C&#10;8iv/7i9X7Uu3HWaW3sx5/mGUeh4P2yWISEN8hO/tT63gdbbI4f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aJG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Ob08EA&#10;AADdAAAADwAAAGRycy9kb3ducmV2LnhtbESP0YrCMBRE3xf8h3AF39bUrYpWoyyCoo9WP+DSXNti&#10;c1ObaOvfG0HwcZiZM8xy3ZlKPKhxpWUFo2EEgjizuuRcwfm0/Z2BcB5ZY2WZFDzJwXrV+1liom3L&#10;R3qkPhcBwi5BBYX3dSKlywoy6Ia2Jg7exTYGfZBNLnWDbYCbSv5F0VQaLDksFFjTpqDsmt6NgvGz&#10;3d3SyTXaakOjQ1wf2GcTpQb97n8BwlPnv+FPe68VxON5DO834Qn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Tm9P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gau8QA&#10;AADdAAAADwAAAGRycy9kb3ducmV2LnhtbESPQYvCMBSE74L/IbwFb5quiqzVtIjisnjSrrvnR/Ns&#10;i81LaaLWf28EweMwM98wy7QztbhS6yrLCj5HEQji3OqKCwXH3+3wC4TzyBpry6TgTg7SpN9bYqzt&#10;jQ90zXwhAoRdjApK75tYSpeXZNCNbEMcvJNtDfog20LqFm8Bbmo5jqKZNFhxWCixoXVJ+Tm7GAWX&#10;2f/4yKed3meb+/d8s105+VcoNfjoVgsQnjr/Dr/aP1rBZDqfwvNNeAIy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oGr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fAJ8gA&#10;AADdAAAADwAAAGRycy9kb3ducmV2LnhtbESPT2vCQBTE7wW/w/IEb3VT/wSNrqJCofWgVO2ht2f2&#10;NYlm36bZrcZv3xWEHoeZ+Q0znTemFBeqXWFZwUs3AkGcWl1wpuCwf30egXAeWWNpmRTcyMF81nqa&#10;YqLtlT/osvOZCBB2CSrIva8SKV2ak0HXtRVx8L5tbdAHWWdS13gNcFPKXhTF0mDBYSHHilY5pefd&#10;r1HwuR3F4+3yfXBab47YN/rnSxexUp12s5iA8NT4//Cj/aYV9AfjIdzfh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B8An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2co8YA&#10;AADdAAAADwAAAGRycy9kb3ducmV2LnhtbESPQWvCQBSE74X+h+UJ3urGKEFT11AVY+lJbaHXR/Y1&#10;Cc2+DdnVRH99t1DocZiZb5hVNphGXKlztWUF00kEgriwuuZSwcf7/mkBwnlkjY1lUnAjB9n68WGF&#10;qbY9n+h69qUIEHYpKqi8b1MpXVGRQTexLXHwvmxn0AfZlVJ32Ae4aWQcRYk0WHNYqLClbUXF9/li&#10;FNyTTzy6Q7zZzbSn23yR27djrtR4NLw8g/A0+P/wX/tVK5jNlwn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2co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lqgMUA&#10;AADdAAAADwAAAGRycy9kb3ducmV2LnhtbESPzW7CMBCE75V4B2sr9QZOacpPwCBUUYlbIfAAq3hx&#10;IuJ1iF1IeXqMhNTjaGa+0cyXna3FhVpfOVbwPkhAEBdOV2wUHPbf/QkIH5A11o5JwR95WC56L3PM&#10;tLvyji55MCJC2GeooAyhyaT0RUkW/cA1xNE7utZiiLI1Urd4jXBby2GSjKTFiuNCiQ19lVSc8l+r&#10;4OyGn7rL1/hzWk+3lTHp+bZLlXp77VYzEIG68B9+tjdawUc6HcPjTX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OWq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d0msEA&#10;AADdAAAADwAAAGRycy9kb3ducmV2LnhtbERPu27CMBTdkfgH6yKxgQO0PAIGtUhIrFAGxot9SQLx&#10;dYgNpHw9Hip1PDrvxaqxpXhQ7QvHCgb9BASxdqbgTMHhZ9ObgvAB2WDpmBT8kofVst1aYGrck3f0&#10;2IdMxBD2KSrIQ6hSKb3OyaLvu4o4cmdXWwwR1pk0NT5juC3lMEnG0mLBsSHHitY56ev+bhVsixN9&#10;jvV5Zqffend83cJocjFKdTvN1xxEoCb8i//cW6Ng9DGLc+Ob+AT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HdJr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Ii9cIA&#10;AADdAAAADwAAAGRycy9kb3ducmV2LnhtbERPXWvCMBR9F/wP4Qq+aaqOYatRdDDYcApzY75emmtT&#10;bG5Kk9X6781g4OP55izXna1ES40vHSuYjBMQxLnTJRcKvr9eR3MQPiBrrByTght5WK/6vSVm2l35&#10;k9pjKEQsYZ+hAhNCnUnpc0MW/djVxFE7u8ZiiLAppG7wGsttJadJ8iwtlhwXDNb0Yii/HH+tghYP&#10;t+Rktvv0vfzIp4ftz05HXg0H3WYBIlAXHub/9JtWMHtKU/h7E5+A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L1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ivEsIA&#10;AADdAAAADwAAAGRycy9kb3ducmV2LnhtbERPPU/DMBDdkfgP1iGxUadBIJTWrSqkVh0hdOh4xNc4&#10;bXwX2aYJ/Ho8IDE+ve/levK9ulKInbCB+awARdyI7bg1cPjYPryAignZYi9MBr4pwnp1e7PEysrI&#10;73StU6tyCMcKDbiUhkrr2DjyGGcyEGfuJMFjyjC02gYcc7jvdVkUz9pjx7nB4UCvjppL/eUNjLvm&#10;81yejtb9hEG29Zucy16Mub+bNgtQiab0L/5z762Bx6ci789v8hP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KK8S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9MLsYA&#10;AADdAAAADwAAAGRycy9kb3ducmV2LnhtbESP3WoCMRSE74W+QzhC7zSrxVZWo1itINIi/t0fN8fd&#10;bZOTZZPq+vZGKPRymJlvmPG0sUZcqPalYwW9bgKCOHO65FzBYb/sDEH4gKzROCYFN/IwnTy1xphq&#10;d+UtXXYhFxHCPkUFRQhVKqXPCrLou64ijt7Z1RZDlHUudY3XCLdG9pPkVVosOS4UWNG8oOxn92sV&#10;LDcL893/2s6OMsw/3k5muH5ffCr13G5mIxCBmvAf/muvtIKXQdKDx5v4BOTk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9ML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of4MUA&#10;AADdAAAADwAAAGRycy9kb3ducmV2LnhtbESPQYvCMBSE74L/ITzBi6ypiiLVKCKICi6ou7DXZ/Ns&#10;i81LaWKt/94sCB6HmfmGmS8bU4iaKpdbVjDoRyCIE6tzThX8/my+piCcR9ZYWCYFT3KwXLRbc4y1&#10;ffCJ6rNPRYCwi1FB5n0ZS+mSjAy6vi2Jg3e1lUEfZJVKXeEjwE0hh1E0kQZzDgsZlrTOKLmd70ZB&#10;fTxc0l3tyv1t2nPj0WW7/dZ/SnU7zWoGwlPjP+F3e6cVjMbREP7fhCcgF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eh/g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fGsscA&#10;AADdAAAADwAAAGRycy9kb3ducmV2LnhtbESPQWsCMRSE7wX/Q3hCbzWp1qKrUWqh0ItQrQe9PTev&#10;u4ubl22S6uqvN0LB4zAz3zDTeWtrcSQfKscannsKBHHuTMWFhs33x9MIRIjIBmvHpOFMAeazzsMU&#10;M+NOvKLjOhYiQThkqKGMscmkDHlJFkPPNcTJ+3HeYkzSF9J4PCW4rWVfqVdpseK0UGJD7yXlh/Wf&#10;1bAYjxa/Xy+8vKz2O9pt94dh3yutH7vt2wREpDbew//tT6NhMFQDuL1JT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XxrLHAAAA3QAAAA8AAAAAAAAAAAAAAAAAmAIAAGRy&#10;cy9kb3ducmV2LnhtbFBLBQYAAAAABAAEAPUAAACMAwAAAAA=&#10;" fillcolor="black" stroked="f"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edyMcA&#10;AADdAAAADwAAAGRycy9kb3ducmV2LnhtbESPzWsCMRTE74X+D+EVvNWsn8jWKLW2IFQPfhw8vm6e&#10;u2E3L8sm6upf3wiFHoeZ+Q0znbe2EhdqvHGsoNdNQBBnThvOFRz2X68TED4ga6wck4IbeZjPnp+m&#10;mGp35S1ddiEXEcI+RQVFCHUqpc8Ksui7riaO3sk1FkOUTS51g9cIt5XsJ8lYWjQcFwqs6aOgrNyd&#10;rYLj99hMtob6P+v74lOvR+VisyyV6ry0728gArXhP/zXXmkFg1EyhMeb+ATk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Xncj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4G5sYA&#10;AADdAAAADwAAAGRycy9kb3ducmV2LnhtbESPQUsDMRSE74L/ITzBm01UWpZts0tRRC8erIrXx+Z1&#10;s+7mZU3SdttfbwqCx2FmvmFW9eQGsacQO88abmcKBHHjTcetho/3p5sCREzIBgfPpOFIEerq8mKF&#10;pfEHfqP9JrUiQziWqMGmNJZSxsaSwzjzI3H2tj44TFmGVpqAhwx3g7xTaiEddpwXLI70YKnpNzun&#10;Iay/HvsT7z57dXo9xufv6adAq/X11bRegkg0pf/wX/vFaLifqzmc3+QnI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4G5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g9I8YA&#10;AADdAAAADwAAAGRycy9kb3ducmV2LnhtbESPUWsCMRCE3wv9D2ELvpSa1KJtr0YpglCoFLT+gO1l&#10;e3c02RyXVU9/vSkIPg4z8w0znffBqz11qYls4XFoQBGX0TVcWdh+Lx9eQCVBdugjk4UjJZjPbm+m&#10;WLh44DXtN1KpDOFUoIVapC20TmVNAdMwtsTZ+41dQMmyq7Tr8JDhweuRMRMdsOG8UGNLi5rKv80u&#10;WPCjH//6+ZxWctzqlTkFWd9/OWsHd/37GyihXq7hS/vDWXgamwn8v8lPQM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3g9I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iX/MYA&#10;AADdAAAADwAAAGRycy9kb3ducmV2LnhtbESPT2sCMRTE7wW/Q3gFbzVbi23ZGsU/CHvx0NXi9bl5&#10;3SxNXpZNqquf3hQKHoeZ+Q0znffOihN1ofGs4HmUgSCuvG64VrDfbZ7eQYSIrNF6JgUXCjCfDR6m&#10;mGt/5k86lbEWCcIhRwUmxjaXMlSGHIaRb4mT9+07hzHJrpa6w3OCOyvHWfYqHTacFgy2tDJU/ZS/&#10;TsG6bO14X5hlOHxtj0dbXDd0WCs1fOwXHyAi9fEe/m8XWsHLJHuDvzfpCc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iX/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BMP8IA&#10;AADdAAAADwAAAGRycy9kb3ducmV2LnhtbERPz2vCMBS+D/wfwhN2m4kb09EZRWSFwk6revD2SJ5t&#10;tXkpTdZ2//1yGOz48f3e7CbXioH60HjWsFwoEMTG24YrDadj/vQGIkRki61n0vBDAXbb2cMGM+tH&#10;/qKhjJVIIRwy1FDH2GVSBlOTw7DwHXHirr53GBPsK2l7HFO4a+WzUivpsOHUUGNHh5rMvfx2Gm65&#10;/PRGoTmfzmNh15ePFbVK68f5tH8HEWmK/+I/d2E1vLyqNDe9SU9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sEw/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VLisYA&#10;AADdAAAADwAAAGRycy9kb3ducmV2LnhtbESPQWvCQBSE74L/YXlCb7pRsdjoKioUSsVDYyk9vmaf&#10;SUj2bdhdNf57Vyh4HGbmG2a57kwjLuR8ZVnBeJSAIM6trrhQ8H18H85B+ICssbFMCm7kYb3q95aY&#10;anvlL7pkoRARwj5FBWUIbSqlz0sy6Ee2JY7eyTqDIUpXSO3wGuGmkZMkeZUGK44LJba0Kymvs7NR&#10;8Hve8+kw/dy4bfix3dHXk795rdTLoNssQATqwjP83/7QCqaz5A0eb+IT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VLi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zOGMQA&#10;AADdAAAADwAAAGRycy9kb3ducmV2LnhtbERPy2oCMRTdF/oP4Ra6qxlfRUejqFDoRvC10N11cp0Z&#10;nNyMSaqjX28WQpeH8x5PG1OJKzlfWlbQbiUgiDOrS84V7LY/XwMQPiBrrCyTgjt5mE7e38aYanvj&#10;NV03IRcxhH2KCooQ6lRKnxVk0LdsTRy5k3UGQ4Qul9rhLYabSnaS5FsaLDk2FFjToqDsvPkzCubD&#10;wfyy6vHysT4e6LA/nvsdlyj1+dHMRiACNeFf/HL/agXdfjvuj2/iE5C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czhjEAAAA3QAAAA8AAAAAAAAAAAAAAAAAmAIAAGRycy9k&#10;b3ducmV2LnhtbFBLBQYAAAAABAAEAPUAAACJAwAAAAA=&#10;" fillcolor="black" stroked="f"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yRgsUA&#10;AADdAAAADwAAAGRycy9kb3ducmV2LnhtbESPQUsDMRSE70L/Q3gFbza7LYqsTctSKIqnbVW8vm5e&#10;N0s3L0sS0/XfG0HwOMzMN8x6O9lBJPKhd6ygXBQgiFune+4UvL/t7x5BhIiscXBMCr4pwHYzu1lj&#10;pd2VD5SOsRMZwqFCBSbGsZIytIYshoUbibN3dt5izNJ3Unu8Zrgd5LIoHqTFnvOCwZF2htrL8csq&#10;SKddU6/SZzKHV1933jXPH6dGqdv5VD+BiDTF//Bf+0UrWN2X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rJGC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nvB8cA&#10;AADdAAAADwAAAGRycy9kb3ducmV2LnhtbESPQWvCQBSE7wX/w/KE3uomlkqNrlKkLbUXaxT0+Mg+&#10;s6HZtyG7jdFf7xYKPQ4z8w0zX/a2Fh21vnKsIB0lIIgLpysuFex3bw/PIHxA1lg7JgUX8rBcDO7m&#10;mGl35i11eShFhLDPUIEJocmk9IUhi37kGuLonVxrMUTZllK3eI5wW8txkkykxYrjgsGGVoaK7/zH&#10;KvDp6vXwaa/T7vhueJOvzeSrNErdD/uXGYhAffgP/7U/tILHp3QMv2/i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757wf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A5ACA" w:rsidRDefault="002A5ACA" w:rsidP="002A5A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A5ACA" w:rsidRDefault="002A5ACA" w:rsidP="002A5A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5ACA" w:rsidRDefault="002A5ACA" w:rsidP="002A5A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5ACA" w:rsidRDefault="002A5ACA" w:rsidP="002A5A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5ACA" w:rsidRDefault="002A5ACA" w:rsidP="002A5A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5ACA" w:rsidRDefault="002A5ACA" w:rsidP="002A5A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A5ACA" w:rsidRDefault="002A5ACA" w:rsidP="002A5AC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A5ACA" w:rsidRDefault="002A5ACA" w:rsidP="002A5A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A5ACA" w:rsidRDefault="002A5ACA" w:rsidP="002A5A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A5ACA" w:rsidRDefault="002A5ACA" w:rsidP="002A5A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5ACA" w:rsidRDefault="002A5ACA" w:rsidP="002A5A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A5ACA" w:rsidRDefault="002A5ACA" w:rsidP="002A5A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5ACA" w:rsidRDefault="002A5ACA" w:rsidP="002A5A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A5ACA" w:rsidRDefault="002A5ACA" w:rsidP="002A5AC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A5ACA" w:rsidRPr="00B613B3" w:rsidRDefault="002A5ACA" w:rsidP="002A5AC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№75</w:t>
      </w:r>
    </w:p>
    <w:p w:rsidR="002A5ACA" w:rsidRPr="00A71AA4" w:rsidRDefault="002A5ACA" w:rsidP="002A5ACA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A5ACA" w:rsidRPr="00A71AA4" w:rsidRDefault="002A5ACA" w:rsidP="002A5AC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2A5ACA" w:rsidRPr="00A71AA4" w:rsidRDefault="002A5ACA" w:rsidP="002A5AC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2A5ACA" w:rsidRPr="00A71AA4" w:rsidRDefault="002A5ACA" w:rsidP="002A5AC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2A5ACA" w:rsidRPr="00A71AA4" w:rsidRDefault="002A5ACA" w:rsidP="002A5AC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2A5ACA" w:rsidRPr="00A71AA4" w:rsidRDefault="002A5ACA" w:rsidP="002A5AC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Нікітчуку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І.І.</w:t>
      </w:r>
    </w:p>
    <w:p w:rsidR="002A5ACA" w:rsidRPr="00A71AA4" w:rsidRDefault="002A5ACA" w:rsidP="002A5AC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A5ACA" w:rsidRPr="00A71AA4" w:rsidRDefault="002A5ACA" w:rsidP="002A5AC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І.І.,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2A5ACA" w:rsidRPr="00A71AA4" w:rsidRDefault="002A5ACA" w:rsidP="002A5AC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2A5ACA" w:rsidRPr="00A71AA4" w:rsidRDefault="002A5ACA" w:rsidP="002A5AC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Івановичу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A2E2D">
        <w:rPr>
          <w:rFonts w:ascii="Times New Roman" w:eastAsia="Calibri" w:hAnsi="Times New Roman" w:cs="Times New Roman"/>
          <w:sz w:val="24"/>
          <w:szCs w:val="24"/>
          <w:lang w:val="en-US"/>
        </w:rPr>
        <w:t>_________</w:t>
      </w:r>
      <w:r w:rsidRPr="00A71AA4">
        <w:rPr>
          <w:rFonts w:ascii="Times New Roman" w:eastAsia="Calibri" w:hAnsi="Times New Roman" w:cs="Times New Roman"/>
          <w:sz w:val="24"/>
          <w:szCs w:val="24"/>
        </w:rPr>
        <w:t>,</w:t>
      </w:r>
      <w:r w:rsidR="00EA2E2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паспорт </w:t>
      </w:r>
      <w:r w:rsidR="00EA2E2D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0,3263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6823984000:03:018:0354,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за межами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населеного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пункту 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2A5ACA" w:rsidRPr="00A71AA4" w:rsidRDefault="002A5ACA" w:rsidP="002A5AC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І.І.</w:t>
      </w:r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2A5ACA" w:rsidRPr="00A71AA4" w:rsidRDefault="002A5ACA" w:rsidP="002A5AC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2A5ACA" w:rsidRPr="00A71AA4" w:rsidRDefault="002A5ACA" w:rsidP="002A5AC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A5ACA" w:rsidRPr="00A71AA4" w:rsidRDefault="002A5ACA" w:rsidP="002A5AC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A5ACA" w:rsidRPr="00A71AA4" w:rsidRDefault="002A5ACA" w:rsidP="002A5AC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C6F22" w:rsidRPr="002A5ACA" w:rsidRDefault="002A5ACA" w:rsidP="002A5AC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DC6F22" w:rsidRPr="002A5ACA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9F7" w:rsidRDefault="00C679F7">
      <w:pPr>
        <w:spacing w:after="0" w:line="240" w:lineRule="auto"/>
      </w:pPr>
      <w:r>
        <w:separator/>
      </w:r>
    </w:p>
  </w:endnote>
  <w:endnote w:type="continuationSeparator" w:id="0">
    <w:p w:rsidR="00C679F7" w:rsidRDefault="00C679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9F7" w:rsidRDefault="00C679F7">
      <w:pPr>
        <w:spacing w:after="0" w:line="240" w:lineRule="auto"/>
      </w:pPr>
      <w:r>
        <w:separator/>
      </w:r>
    </w:p>
  </w:footnote>
  <w:footnote w:type="continuationSeparator" w:id="0">
    <w:p w:rsidR="00C679F7" w:rsidRDefault="00C679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ACA"/>
    <w:rsid w:val="002A5ACA"/>
    <w:rsid w:val="002C0701"/>
    <w:rsid w:val="00C679F7"/>
    <w:rsid w:val="00DC6F22"/>
    <w:rsid w:val="00EA2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ACA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A5AC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A5AC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A5ACA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ACA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A5AC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A5AC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A5ACA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22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2021-02-01T07:18:00Z</dcterms:created>
  <dcterms:modified xsi:type="dcterms:W3CDTF">2021-02-01T08:13:00Z</dcterms:modified>
</cp:coreProperties>
</file>