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244" w:rsidRPr="008C295D" w:rsidRDefault="00354244" w:rsidP="0035424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-161925</wp:posOffset>
                </wp:positionV>
                <wp:extent cx="444500" cy="610870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15pt;margin-top:-12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DkDhvi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354244" w:rsidRPr="008C295D" w:rsidRDefault="00354244" w:rsidP="0035424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244" w:rsidRPr="008C295D" w:rsidRDefault="00354244" w:rsidP="00354244">
      <w:pPr>
        <w:tabs>
          <w:tab w:val="left" w:pos="25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54244" w:rsidRPr="008C295D" w:rsidRDefault="00354244" w:rsidP="0035424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У К Р А Ї Н А</w:t>
      </w:r>
    </w:p>
    <w:p w:rsidR="00354244" w:rsidRPr="008C295D" w:rsidRDefault="00354244" w:rsidP="0035424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54244" w:rsidRPr="008C295D" w:rsidRDefault="00354244" w:rsidP="0035424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54244" w:rsidRPr="008C295D" w:rsidRDefault="00354244" w:rsidP="003542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54244" w:rsidRPr="008C295D" w:rsidRDefault="00354244" w:rsidP="003542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244" w:rsidRPr="008C295D" w:rsidRDefault="00354244" w:rsidP="003542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ВИКОНАВЧИЙ КОМІТЕТ</w:t>
      </w:r>
    </w:p>
    <w:p w:rsidR="00354244" w:rsidRPr="008C295D" w:rsidRDefault="00354244" w:rsidP="003542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244" w:rsidRPr="008C295D" w:rsidRDefault="00354244" w:rsidP="003542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354244" w:rsidRPr="008C295D" w:rsidRDefault="00354244" w:rsidP="0035424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4244" w:rsidRPr="008C295D" w:rsidRDefault="00354244" w:rsidP="0035424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19.07.2021                                                 Крупець                                                           №59</w:t>
      </w:r>
    </w:p>
    <w:p w:rsidR="00354244" w:rsidRPr="008C295D" w:rsidRDefault="00354244" w:rsidP="0035424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54244" w:rsidRPr="008C295D" w:rsidRDefault="00354244" w:rsidP="0035424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Про затвердження розпорядження</w:t>
      </w:r>
    </w:p>
    <w:p w:rsidR="00354244" w:rsidRPr="008C295D" w:rsidRDefault="00354244" w:rsidP="0035424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сільського голови</w:t>
      </w:r>
    </w:p>
    <w:p w:rsidR="00354244" w:rsidRPr="008C295D" w:rsidRDefault="00354244" w:rsidP="0035424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54244" w:rsidRPr="008C295D" w:rsidRDefault="00354244" w:rsidP="00354244">
      <w:pPr>
        <w:spacing w:after="0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Відповідно до статті 40 Закону України « Про місцеве самоврядування в Україні» та враховуючи виробничу необхідність</w:t>
      </w:r>
      <w:r w:rsidRPr="008C295D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Pr="008C295D">
        <w:rPr>
          <w:rFonts w:ascii="Times New Roman" w:hAnsi="Times New Roman" w:cs="Times New Roman"/>
          <w:sz w:val="24"/>
          <w:szCs w:val="24"/>
        </w:rPr>
        <w:t>виконавчий комітет сільської ради</w:t>
      </w:r>
    </w:p>
    <w:p w:rsidR="00354244" w:rsidRPr="008C295D" w:rsidRDefault="00354244" w:rsidP="00354244">
      <w:pPr>
        <w:pStyle w:val="af3"/>
        <w:spacing w:after="0"/>
        <w:ind w:left="0" w:firstLineChars="285" w:firstLine="684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8C295D">
        <w:rPr>
          <w:rFonts w:ascii="Times New Roman" w:eastAsia="SimSun" w:hAnsi="Times New Roman"/>
          <w:sz w:val="24"/>
          <w:szCs w:val="24"/>
          <w:lang w:eastAsia="zh-CN"/>
        </w:rPr>
        <w:t>ВИРІШИВ:</w:t>
      </w:r>
    </w:p>
    <w:p w:rsidR="00354244" w:rsidRPr="008C295D" w:rsidRDefault="00354244" w:rsidP="0035424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1. </w:t>
      </w:r>
      <w:r w:rsidRPr="008C295D">
        <w:rPr>
          <w:rFonts w:ascii="Times New Roman" w:hAnsi="Times New Roman" w:cs="Times New Roman"/>
          <w:sz w:val="24"/>
          <w:szCs w:val="24"/>
        </w:rPr>
        <w:tab/>
        <w:t>Затвердити розпорядження сільського голови від 13 липня 2021 року №57/2021-р «Про утворення місцевої комісії з питань формування пропозицій щодо потреби у субвенції з Державного бюджету місцевим бюджетам на проектні, будівельно-ремонтні роботи, придбання житла та приміщень для розвитку сімейних та інших форм виховання наближених до сімейних, підтримку малих групових будинків та забезпечення житлом дітей-сиріт, дітей, позбавлених батьківського піклування, осіб з їх числа, затвердження її складу та положення» та склад місцевої комісії (додається).</w:t>
      </w:r>
    </w:p>
    <w:p w:rsidR="00354244" w:rsidRPr="008C295D" w:rsidRDefault="00354244" w:rsidP="0035424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2. Контроль за виконанням даного рішення покласти на керуючого справами (секретаря) виконавчого комітету сільської ради Жанну Зубову.</w:t>
      </w:r>
    </w:p>
    <w:p w:rsidR="00354244" w:rsidRPr="008C295D" w:rsidRDefault="00354244" w:rsidP="0035424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4244" w:rsidRPr="00354244" w:rsidRDefault="00354244" w:rsidP="0035424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54244" w:rsidRPr="00354244" w:rsidRDefault="00354244" w:rsidP="0035424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54244" w:rsidRPr="00354244" w:rsidRDefault="00354244" w:rsidP="0035424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54244" w:rsidRPr="00354244" w:rsidRDefault="00354244" w:rsidP="0035424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54244" w:rsidRPr="008C295D" w:rsidRDefault="00354244" w:rsidP="0035424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295D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голова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</w:t>
      </w:r>
      <w:r w:rsidRPr="008C295D">
        <w:rPr>
          <w:rFonts w:ascii="Times New Roman" w:hAnsi="Times New Roman" w:cs="Times New Roman"/>
          <w:sz w:val="24"/>
          <w:szCs w:val="24"/>
        </w:rPr>
        <w:tab/>
      </w:r>
      <w:r w:rsidRPr="008C295D">
        <w:rPr>
          <w:rFonts w:ascii="Times New Roman" w:hAnsi="Times New Roman" w:cs="Times New Roman"/>
          <w:sz w:val="24"/>
          <w:szCs w:val="24"/>
        </w:rPr>
        <w:tab/>
      </w:r>
      <w:r w:rsidRPr="008C295D">
        <w:rPr>
          <w:rFonts w:ascii="Times New Roman" w:hAnsi="Times New Roman" w:cs="Times New Roman"/>
          <w:sz w:val="24"/>
          <w:szCs w:val="24"/>
        </w:rPr>
        <w:tab/>
      </w:r>
      <w:r w:rsidRPr="008C295D">
        <w:rPr>
          <w:rFonts w:ascii="Times New Roman" w:hAnsi="Times New Roman" w:cs="Times New Roman"/>
          <w:sz w:val="24"/>
          <w:szCs w:val="24"/>
        </w:rPr>
        <w:tab/>
      </w:r>
      <w:r w:rsidRPr="008C295D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МИХАЛЮК</w:t>
      </w:r>
    </w:p>
    <w:p w:rsidR="0091546B" w:rsidRDefault="0091546B">
      <w:bookmarkStart w:id="0" w:name="_GoBack"/>
      <w:bookmarkEnd w:id="0"/>
    </w:p>
    <w:sectPr w:rsidR="0091546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244"/>
    <w:rsid w:val="00354244"/>
    <w:rsid w:val="00915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24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"/>
    <w:basedOn w:val="a0"/>
    <w:link w:val="HTML0"/>
    <w:uiPriority w:val="99"/>
    <w:locked/>
    <w:rsid w:val="0035424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aliases w:val="Знак2"/>
    <w:basedOn w:val="a"/>
    <w:link w:val="HTML"/>
    <w:uiPriority w:val="99"/>
    <w:unhideWhenUsed/>
    <w:rsid w:val="00354244"/>
    <w:pPr>
      <w:tabs>
        <w:tab w:val="left" w:pos="708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ru-RU"/>
    </w:rPr>
  </w:style>
  <w:style w:type="character" w:customStyle="1" w:styleId="HTML1">
    <w:name w:val="Стандартный HTML Знак1"/>
    <w:basedOn w:val="a0"/>
    <w:uiPriority w:val="99"/>
    <w:semiHidden/>
    <w:rsid w:val="00354244"/>
    <w:rPr>
      <w:rFonts w:ascii="Consolas" w:hAnsi="Consolas"/>
      <w:sz w:val="20"/>
      <w:szCs w:val="20"/>
      <w:lang w:val="uk-UA" w:eastAsia="uk-UA"/>
    </w:rPr>
  </w:style>
  <w:style w:type="paragraph" w:styleId="af3">
    <w:name w:val="Normal (Web)"/>
    <w:aliases w:val="Обычный (веб) Знак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,Обычный (Web),Знак,Знак1 Зна"/>
    <w:basedOn w:val="a"/>
    <w:uiPriority w:val="99"/>
    <w:unhideWhenUsed/>
    <w:qFormat/>
    <w:rsid w:val="00354244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424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"/>
    <w:basedOn w:val="a0"/>
    <w:link w:val="HTML0"/>
    <w:uiPriority w:val="99"/>
    <w:locked/>
    <w:rsid w:val="0035424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aliases w:val="Знак2"/>
    <w:basedOn w:val="a"/>
    <w:link w:val="HTML"/>
    <w:uiPriority w:val="99"/>
    <w:unhideWhenUsed/>
    <w:rsid w:val="00354244"/>
    <w:pPr>
      <w:tabs>
        <w:tab w:val="left" w:pos="708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ru-RU"/>
    </w:rPr>
  </w:style>
  <w:style w:type="character" w:customStyle="1" w:styleId="HTML1">
    <w:name w:val="Стандартный HTML Знак1"/>
    <w:basedOn w:val="a0"/>
    <w:uiPriority w:val="99"/>
    <w:semiHidden/>
    <w:rsid w:val="00354244"/>
    <w:rPr>
      <w:rFonts w:ascii="Consolas" w:hAnsi="Consolas"/>
      <w:sz w:val="20"/>
      <w:szCs w:val="20"/>
      <w:lang w:val="uk-UA" w:eastAsia="uk-UA"/>
    </w:rPr>
  </w:style>
  <w:style w:type="paragraph" w:styleId="af3">
    <w:name w:val="Normal (Web)"/>
    <w:aliases w:val="Обычный (веб) Знак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,Обычный (Web),Знак,Знак1 Зна"/>
    <w:basedOn w:val="a"/>
    <w:uiPriority w:val="99"/>
    <w:unhideWhenUsed/>
    <w:qFormat/>
    <w:rsid w:val="00354244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178</Words>
  <Characters>1016</Characters>
  <Application>Microsoft Office Word</Application>
  <DocSecurity>0</DocSecurity>
  <Lines>8</Lines>
  <Paragraphs>2</Paragraphs>
  <ScaleCrop>false</ScaleCrop>
  <Company>SPecialiST RePack</Company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2021-08-10T05:06:00Z</dcterms:created>
  <dcterms:modified xsi:type="dcterms:W3CDTF">2021-08-10T05:07:00Z</dcterms:modified>
</cp:coreProperties>
</file>