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F9A" w:rsidRDefault="00AC2F9A" w:rsidP="00AC2F9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F9A" w:rsidRDefault="00AC2F9A" w:rsidP="00AC2F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2F9A" w:rsidRDefault="00AC2F9A" w:rsidP="00AC2F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2F9A" w:rsidRDefault="00AC2F9A" w:rsidP="00AC2F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C2F9A" w:rsidRDefault="00AC2F9A" w:rsidP="00AC2F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2F9A" w:rsidRDefault="00AC2F9A" w:rsidP="00AC2F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№20</w:t>
      </w:r>
    </w:p>
    <w:p w:rsidR="00AC2F9A" w:rsidRPr="00DE6ED3" w:rsidRDefault="00AC2F9A" w:rsidP="00AC2F9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C2F9A" w:rsidRPr="00DE6ED3" w:rsidRDefault="00AC2F9A" w:rsidP="00AC2F9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C2F9A" w:rsidRPr="00DE6ED3" w:rsidRDefault="00AC2F9A" w:rsidP="00AC2F9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C2F9A" w:rsidRPr="00DE6ED3" w:rsidRDefault="00AC2F9A" w:rsidP="00AC2F9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Кучер О.В.</w:t>
      </w: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Кучера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Кучеру Олександру Вікторовичу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2,0000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F9A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Кучеру Олександру Вікторовичу,</w:t>
      </w:r>
      <w:r w:rsidRPr="00DE6ED3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адресою: </w:t>
      </w:r>
      <w:r w:rsidR="002D3963" w:rsidRPr="002D3963">
        <w:rPr>
          <w:rFonts w:ascii="Times New Roman" w:eastAsia="Calibri" w:hAnsi="Times New Roman" w:cs="Times New Roman"/>
          <w:sz w:val="24"/>
          <w:lang w:val="ru-RU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2D3963" w:rsidRPr="002D3963">
        <w:rPr>
          <w:rFonts w:ascii="Times New Roman" w:eastAsia="Calibri" w:hAnsi="Times New Roman" w:cs="Times New Roman"/>
          <w:sz w:val="24"/>
          <w:lang w:val="ru-RU"/>
        </w:rPr>
        <w:t>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2,0000 га, кадастровий номер: 6823984000:03:012:0202</w:t>
      </w:r>
      <w:r w:rsidRPr="00DE6ED3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C2F9A" w:rsidRPr="00DE6ED3" w:rsidRDefault="00AC2F9A" w:rsidP="00AC2F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Кучеру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AC2F9A" w:rsidRPr="00DE6ED3" w:rsidRDefault="00AC2F9A" w:rsidP="00AC2F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C2F9A" w:rsidRPr="00AC2F9A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C2F9A" w:rsidRPr="00DE6ED3" w:rsidRDefault="00AC2F9A" w:rsidP="00AC2F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7A0A" w:rsidRPr="00AC2F9A" w:rsidRDefault="00AC2F9A" w:rsidP="00AC2F9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67A0A" w:rsidRPr="00AC2F9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F9A"/>
    <w:rsid w:val="00171A2E"/>
    <w:rsid w:val="002D3963"/>
    <w:rsid w:val="00304C90"/>
    <w:rsid w:val="00505B6D"/>
    <w:rsid w:val="006D3977"/>
    <w:rsid w:val="007D6C18"/>
    <w:rsid w:val="00A67A0A"/>
    <w:rsid w:val="00AC2F9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C2F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C2F9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C2F9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C2F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C2F9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C2F9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0B535-9FF4-4C66-B7EC-DE9CAE3D5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1168</Words>
  <Characters>666</Characters>
  <Application>Microsoft Office Word</Application>
  <DocSecurity>0</DocSecurity>
  <Lines>5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2021-03-30T12:55:00Z</dcterms:created>
  <dcterms:modified xsi:type="dcterms:W3CDTF">2021-03-31T06:06:00Z</dcterms:modified>
</cp:coreProperties>
</file>