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CDD" w:rsidRPr="00EF19B8" w:rsidRDefault="00883CDD" w:rsidP="00883CD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EF19B8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883CDD" w:rsidRPr="00EF19B8" w:rsidRDefault="00883CDD" w:rsidP="00883CD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C5213E" wp14:editId="619941E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968" name="Группа 149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9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9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3CDD" w:rsidRDefault="00883CDD" w:rsidP="00883CD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CC5213E" id="Группа 1496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IzGRncAAEFZBAAOAAAAZHJzL2Uyb0RvYy54bWzsfW1uJjmS3n8DvoOgnwNUK5nfWZiaxXRX&#10;18BA2x5gXx/gbUlVEizpLUvqrppdLGDAR/BFfANfYfdGfoIMMklVRkROdfdgFmbvolPTCkWSESQz&#10;GF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" fillcolor="black" stroked="f"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" fillcolor="black" stroked="f"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3CDD" w:rsidRDefault="00883CDD" w:rsidP="00883CD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83CDD" w:rsidRPr="00EF19B8" w:rsidRDefault="00883CDD" w:rsidP="00883CD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883CDD" w:rsidRPr="00EF19B8" w:rsidRDefault="00883CDD" w:rsidP="00883CD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83CDD" w:rsidRPr="00EF19B8" w:rsidRDefault="00883CDD" w:rsidP="00883CD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883CDD" w:rsidRPr="00EF19B8" w:rsidRDefault="00883CDD" w:rsidP="00883CD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83CDD" w:rsidRPr="00EF19B8" w:rsidRDefault="00883CDD" w:rsidP="00883CD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883CDD" w:rsidRPr="00EF19B8" w:rsidRDefault="00883CDD" w:rsidP="00883CD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83CDD" w:rsidRPr="00EF19B8" w:rsidRDefault="00883CDD" w:rsidP="00883CD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Меркушевій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І.В.</w:t>
      </w: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Меркушевої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І.В.</w:t>
      </w: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83CDD" w:rsidRPr="004D26E8" w:rsidRDefault="00883CDD" w:rsidP="00883CD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83CDD" w:rsidRPr="004D26E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Меркушевій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Ірині Володимирівні, яка зареєстрована за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A41B4">
        <w:rPr>
          <w:rFonts w:ascii="Times New Roman" w:eastAsia="Calibri" w:hAnsi="Times New Roman" w:cs="Times New Roman"/>
          <w:sz w:val="24"/>
          <w:lang w:eastAsia="en-US"/>
        </w:rPr>
        <w:t>________</w:t>
      </w:r>
      <w:bookmarkStart w:id="0" w:name="_GoBack"/>
      <w:bookmarkEnd w:id="0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 w:rsidRPr="00126D5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 особистого селянського господарства</w:t>
      </w: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883CDD" w:rsidRPr="004D26E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Меркушевій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І.В., розробити </w:t>
      </w:r>
      <w:proofErr w:type="spellStart"/>
      <w:r w:rsidRPr="004D26E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4D26E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83CDD" w:rsidRPr="004D26E8" w:rsidRDefault="00883CDD" w:rsidP="00883CD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D26E8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83CDD" w:rsidRPr="00EF19B8" w:rsidRDefault="00883CDD" w:rsidP="00883CD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26E8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3CDD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3CDD" w:rsidRPr="00EF19B8" w:rsidRDefault="00883CDD" w:rsidP="00883CD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3CDD" w:rsidRDefault="00883CDD" w:rsidP="00883CD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Pr="00883CDD" w:rsidRDefault="00222A87">
      <w:pPr>
        <w:rPr>
          <w:b/>
        </w:rPr>
      </w:pPr>
    </w:p>
    <w:sectPr w:rsidR="00222A87" w:rsidRPr="00883CD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CDD"/>
    <w:rsid w:val="00222A87"/>
    <w:rsid w:val="00883CDD"/>
    <w:rsid w:val="008A41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CD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CD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234</Words>
  <Characters>1340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2021-06-22T08:35:00Z</dcterms:created>
  <dcterms:modified xsi:type="dcterms:W3CDTF">2021-06-22T13:19:00Z</dcterms:modified>
</cp:coreProperties>
</file>