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44" w:rsidRPr="00154EFF" w:rsidRDefault="00CB0544" w:rsidP="00CB054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544" w:rsidRDefault="00CB0544" w:rsidP="00CB05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0544" w:rsidRDefault="00CB0544" w:rsidP="00CB05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0544" w:rsidRDefault="00CB0544" w:rsidP="00CB05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0544" w:rsidRDefault="00CB0544" w:rsidP="00CB05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0544" w:rsidRDefault="00CB0544" w:rsidP="00CB05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0544" w:rsidRPr="001E7F5C" w:rsidRDefault="00CB0544" w:rsidP="00CB054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№97</w:t>
      </w:r>
    </w:p>
    <w:p w:rsidR="00CB0544" w:rsidRPr="00E21BA2" w:rsidRDefault="00CB0544" w:rsidP="00CB05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сільської ради</w:t>
      </w:r>
    </w:p>
    <w:p w:rsidR="00CB0544" w:rsidRDefault="00CB0544" w:rsidP="00CB054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 122, 186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вул.Шевченка</w:t>
      </w:r>
      <w:proofErr w:type="spellEnd"/>
      <w:r>
        <w:rPr>
          <w:rFonts w:ascii="Times New Roman" w:eastAsia="Calibri" w:hAnsi="Times New Roman" w:cs="Times New Roman"/>
          <w:sz w:val="24"/>
        </w:rPr>
        <w:t>, 7А.</w:t>
      </w: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B0544" w:rsidRDefault="00CB0544" w:rsidP="00CB05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B0544" w:rsidRDefault="00CB0544" w:rsidP="00CB05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DA5861" w:rsidRPr="00CB0544" w:rsidRDefault="00CB0544" w:rsidP="00CB05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Валерій  МИХАЛЮК</w:t>
      </w:r>
    </w:p>
    <w:sectPr w:rsidR="00DA5861" w:rsidRPr="00CB05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44"/>
    <w:rsid w:val="00CB0544"/>
    <w:rsid w:val="00DA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B0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B054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B0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B054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2022-02-08T07:01:00Z</dcterms:created>
  <dcterms:modified xsi:type="dcterms:W3CDTF">2022-02-08T07:01:00Z</dcterms:modified>
</cp:coreProperties>
</file>